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29E" w:rsidRPr="00EE4E69" w:rsidRDefault="00B643F7" w:rsidP="000F5082">
      <w:pPr>
        <w:rPr>
          <w:szCs w:val="20"/>
        </w:rPr>
      </w:pPr>
      <w:r w:rsidRPr="00EE4E69">
        <w:rPr>
          <w:rFonts w:cstheme="minorHAnsi"/>
          <w:szCs w:val="20"/>
        </w:rPr>
        <w:t xml:space="preserve">In der Bestandsaufnahme soll die betriebliche Ausgangssituation </w:t>
      </w:r>
      <w:r w:rsidR="00DF5ECE">
        <w:rPr>
          <w:rFonts w:cstheme="minorHAnsi"/>
          <w:szCs w:val="20"/>
        </w:rPr>
        <w:t>beschrieben</w:t>
      </w:r>
      <w:r w:rsidRPr="00EE4E69">
        <w:rPr>
          <w:rFonts w:cstheme="minorHAnsi"/>
          <w:szCs w:val="20"/>
        </w:rPr>
        <w:t xml:space="preserve"> werden. Die nachstehenden Leitfragen strukturieren Themen und Ablauf der Bestandsaufnahme. </w:t>
      </w:r>
      <w:r w:rsidR="00641922" w:rsidRPr="0040325E">
        <w:rPr>
          <w:rFonts w:cstheme="minorHAnsi"/>
          <w:szCs w:val="20"/>
        </w:rPr>
        <w:t xml:space="preserve">Nähere Erläuterungen </w:t>
      </w:r>
      <w:r w:rsidR="00641922">
        <w:rPr>
          <w:rFonts w:cstheme="minorHAnsi"/>
          <w:szCs w:val="20"/>
        </w:rPr>
        <w:t xml:space="preserve">zu den folgenden Fragestellungen </w:t>
      </w:r>
      <w:r w:rsidR="00641922" w:rsidRPr="0040325E">
        <w:rPr>
          <w:rFonts w:cstheme="minorHAnsi"/>
          <w:szCs w:val="20"/>
        </w:rPr>
        <w:t xml:space="preserve">finden </w:t>
      </w:r>
      <w:r w:rsidR="00641922">
        <w:rPr>
          <w:rFonts w:cstheme="minorHAnsi"/>
          <w:szCs w:val="20"/>
        </w:rPr>
        <w:t>Sie</w:t>
      </w:r>
      <w:r w:rsidR="00641922" w:rsidRPr="0040325E">
        <w:rPr>
          <w:rFonts w:cstheme="minorHAnsi"/>
          <w:szCs w:val="20"/>
        </w:rPr>
        <w:t xml:space="preserve"> im </w:t>
      </w:r>
      <w:r w:rsidR="00641922">
        <w:rPr>
          <w:rFonts w:cstheme="minorHAnsi"/>
          <w:szCs w:val="20"/>
        </w:rPr>
        <w:t>H</w:t>
      </w:r>
      <w:r w:rsidR="00641922" w:rsidRPr="0040325E">
        <w:rPr>
          <w:rFonts w:cstheme="minorHAnsi"/>
          <w:szCs w:val="20"/>
        </w:rPr>
        <w:t>andbuch.</w:t>
      </w:r>
    </w:p>
    <w:p w:rsidR="00E95376" w:rsidRPr="004B4004" w:rsidRDefault="003E0D21" w:rsidP="00316CD8">
      <w:pPr>
        <w:pStyle w:val="berschrift2"/>
      </w:pPr>
      <w:r w:rsidRPr="004B4004">
        <w:t>Gesundheit</w:t>
      </w:r>
    </w:p>
    <w:p w:rsidR="003E0D21" w:rsidRPr="004B4004" w:rsidRDefault="003E0D21" w:rsidP="00274836">
      <w:pPr>
        <w:pStyle w:val="Listenabsatz"/>
      </w:pPr>
      <w:r w:rsidRPr="004B4004">
        <w:t xml:space="preserve">Kenntnisse zum Krankheitsgeschehen </w:t>
      </w:r>
      <w:r w:rsidR="008772A2">
        <w:t>im Unternehmen</w:t>
      </w:r>
    </w:p>
    <w:p w:rsidR="003E0D21" w:rsidRPr="003E0D21" w:rsidRDefault="003E0D21" w:rsidP="003E0D21">
      <w:pPr>
        <w:rPr>
          <w:szCs w:val="20"/>
        </w:rPr>
      </w:pPr>
      <w:r w:rsidRPr="003E0D21">
        <w:rPr>
          <w:rFonts w:eastAsia="Times New Roman"/>
          <w:szCs w:val="20"/>
        </w:rPr>
        <w:t>Gesundheit des Menschen ist laut Weltgesundheitsorganisation „ein Zustand des vollständigen körperlichen, geistigen und sozialen Wohlergehens und nicht nur das Fehlen von Krankheit oder Gebrechen.“ Die nach</w:t>
      </w:r>
      <w:r w:rsidRPr="003E0D21">
        <w:rPr>
          <w:rFonts w:eastAsia="Times New Roman"/>
          <w:szCs w:val="20"/>
        </w:rPr>
        <w:softHyphen/>
        <w:t>folgenden Fragestellungen der Situationsbeschreibung beschränken sich auf die Erhebung robuster betrieb</w:t>
      </w:r>
      <w:r w:rsidRPr="003E0D21">
        <w:rPr>
          <w:rFonts w:eastAsia="Times New Roman"/>
          <w:szCs w:val="20"/>
        </w:rPr>
        <w:softHyphen/>
        <w:t>licher Indikatoren zum Krankheitsgeschehen. Damit werden Anhaltspunkte für bestehende Handlungsbedarfe sowie Fragestellungen für weitergehende Analysen geliefert, die einem umfassenden Verständnis von Gesundheit Rechnung tragen.</w:t>
      </w:r>
    </w:p>
    <w:p w:rsidR="0041077F" w:rsidRPr="006C72F8" w:rsidRDefault="008B5C8D" w:rsidP="0005769A">
      <w:pPr>
        <w:pStyle w:val="Fragen1"/>
      </w:pPr>
      <w:r w:rsidRPr="006C72F8">
        <w:t xml:space="preserve">Welche Informationen liegen zum Krankenstand im Unternehmen </w:t>
      </w:r>
      <w:r w:rsidR="0005769A">
        <w:t xml:space="preserve">sowie </w:t>
      </w:r>
      <w:r w:rsidR="0005769A" w:rsidRPr="0005769A">
        <w:t xml:space="preserve">bei den verschiedenen Alters- und Beschäftigtengruppen </w:t>
      </w:r>
      <w:r w:rsidRPr="006C72F8">
        <w:t>vor?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F40D6" w:rsidTr="006F40D6">
        <w:sdt>
          <w:sdtPr>
            <w:rPr>
              <w:rStyle w:val="InputZchn"/>
            </w:rPr>
            <w:id w:val="1620184375"/>
            <w:placeholder>
              <w:docPart w:val="80FBBD59D90A4A51B96D6C5BF5B26622"/>
            </w:placeholder>
            <w:showingPlcHdr/>
          </w:sdtPr>
          <w:sdtEndPr>
            <w:rPr>
              <w:rStyle w:val="Absatz-Standardschriftart"/>
            </w:rPr>
          </w:sdtEndPr>
          <w:sdtContent>
            <w:tc>
              <w:tcPr>
                <w:tcW w:w="9102" w:type="dxa"/>
                <w:shd w:val="clear" w:color="auto" w:fill="F2F2F2" w:themeFill="background1" w:themeFillShade="F2"/>
              </w:tcPr>
              <w:p w:rsidR="006F40D6" w:rsidRPr="006C72F8" w:rsidRDefault="006F40D6" w:rsidP="00EA1E15">
                <w:pPr>
                  <w:pStyle w:val="Input1"/>
                </w:pPr>
                <w:r w:rsidRPr="006C72F8">
                  <w:rPr>
                    <w:rStyle w:val="Platzhaltertext"/>
                    <w:szCs w:val="20"/>
                  </w:rPr>
                  <w:t>Klicken Sie hier, um Text einzugeben.</w:t>
                </w:r>
              </w:p>
            </w:tc>
          </w:sdtContent>
        </w:sdt>
      </w:tr>
    </w:tbl>
    <w:p w:rsidR="006C72F8" w:rsidRPr="006C72F8" w:rsidRDefault="006C72F8" w:rsidP="008369F4">
      <w:pPr>
        <w:pStyle w:val="Fragen1"/>
      </w:pPr>
      <w:r w:rsidRPr="006C72F8">
        <w:t xml:space="preserve">Welche Informationen liegen </w:t>
      </w:r>
      <w:r>
        <w:t>zur Entwicklung des Krankenstandes im Unternehmen in den letzten Jahren</w:t>
      </w:r>
      <w:r w:rsidRPr="006C72F8">
        <w:t xml:space="preserve"> vor?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C72F8" w:rsidTr="00D0046C">
        <w:sdt>
          <w:sdtPr>
            <w:rPr>
              <w:rStyle w:val="InputZchn"/>
            </w:rPr>
            <w:id w:val="-1111740057"/>
            <w:placeholder>
              <w:docPart w:val="206C64CDC861433A90774840050DE866"/>
            </w:placeholder>
            <w:showingPlcHdr/>
          </w:sdtPr>
          <w:sdtEndPr>
            <w:rPr>
              <w:rStyle w:val="Absatz-Standardschriftart"/>
            </w:rPr>
          </w:sdtEndPr>
          <w:sdtContent>
            <w:tc>
              <w:tcPr>
                <w:tcW w:w="9102" w:type="dxa"/>
                <w:shd w:val="clear" w:color="auto" w:fill="F2F2F2" w:themeFill="background1" w:themeFillShade="F2"/>
              </w:tcPr>
              <w:p w:rsidR="006C72F8" w:rsidRPr="006C72F8" w:rsidRDefault="006C72F8" w:rsidP="00EA1E15">
                <w:pPr>
                  <w:pStyle w:val="Input1"/>
                </w:pPr>
                <w:r w:rsidRPr="006C72F8">
                  <w:rPr>
                    <w:rStyle w:val="Platzhaltertext"/>
                    <w:szCs w:val="20"/>
                  </w:rPr>
                  <w:t>Klicken Sie hier, um Text einzugeben.</w:t>
                </w:r>
              </w:p>
            </w:tc>
          </w:sdtContent>
        </w:sdt>
      </w:tr>
    </w:tbl>
    <w:p w:rsidR="006C72F8" w:rsidRPr="006C72F8" w:rsidRDefault="006C72F8" w:rsidP="0005769A">
      <w:pPr>
        <w:pStyle w:val="Fragen1"/>
      </w:pPr>
      <w:r>
        <w:t xml:space="preserve">Welche Informationen liegen zum Anteil von Kurzzeit- und Langzeiterkrankungen im Unternehmen </w:t>
      </w:r>
      <w:r w:rsidR="0005769A">
        <w:t xml:space="preserve">sowie </w:t>
      </w:r>
      <w:r w:rsidR="0005769A" w:rsidRPr="0005769A">
        <w:t xml:space="preserve">bei den verschiedenen Alters- und Beschäftigtengruppen </w:t>
      </w:r>
      <w:r>
        <w:t>vor?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C72F8" w:rsidTr="00D0046C">
        <w:sdt>
          <w:sdtPr>
            <w:rPr>
              <w:rStyle w:val="InputZchn"/>
            </w:rPr>
            <w:id w:val="1205907609"/>
            <w:placeholder>
              <w:docPart w:val="3C661E49849A481DBD3EC0DF2E1FAD13"/>
            </w:placeholder>
            <w:showingPlcHdr/>
          </w:sdtPr>
          <w:sdtEndPr>
            <w:rPr>
              <w:rStyle w:val="Absatz-Standardschriftart"/>
            </w:rPr>
          </w:sdtEndPr>
          <w:sdtContent>
            <w:tc>
              <w:tcPr>
                <w:tcW w:w="9102" w:type="dxa"/>
                <w:shd w:val="clear" w:color="auto" w:fill="F2F2F2" w:themeFill="background1" w:themeFillShade="F2"/>
              </w:tcPr>
              <w:p w:rsidR="006C72F8" w:rsidRPr="006C72F8" w:rsidRDefault="006C72F8" w:rsidP="00EA1E15">
                <w:pPr>
                  <w:pStyle w:val="Input1"/>
                </w:pPr>
                <w:r w:rsidRPr="006C72F8">
                  <w:rPr>
                    <w:rStyle w:val="Platzhaltertext"/>
                    <w:szCs w:val="20"/>
                  </w:rPr>
                  <w:t>Klicken Sie hier, um Text einzugeben.</w:t>
                </w:r>
              </w:p>
            </w:tc>
          </w:sdtContent>
        </w:sdt>
      </w:tr>
    </w:tbl>
    <w:p w:rsidR="006C4A43" w:rsidRDefault="006C4A43" w:rsidP="006C4A43"/>
    <w:p w:rsidR="006C4A43" w:rsidRPr="006C4A43" w:rsidRDefault="006C4A43" w:rsidP="00274836">
      <w:pPr>
        <w:pStyle w:val="Listenabsatz"/>
      </w:pPr>
      <w:r w:rsidRPr="006C4A43">
        <w:t>Beschreibung und Einschätzung der Verfahrensweisen</w:t>
      </w:r>
    </w:p>
    <w:p w:rsidR="006C4A43" w:rsidRDefault="006C4A43" w:rsidP="00D7668C">
      <w:pPr>
        <w:pStyle w:val="Fragen2"/>
      </w:pPr>
      <w:r>
        <w:t>Wie wird im Unternehmen vorgegangen, um Informationen zum Gesundheits- und Krankheitsgeschehen zu erfassen und zu bewerten?</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C4A43" w:rsidTr="00D0046C">
        <w:sdt>
          <w:sdtPr>
            <w:rPr>
              <w:rStyle w:val="InputZchn"/>
            </w:rPr>
            <w:id w:val="-847555019"/>
            <w:placeholder>
              <w:docPart w:val="AC11891291334610AFE9F5139E807F05"/>
            </w:placeholder>
            <w:showingPlcHdr/>
          </w:sdtPr>
          <w:sdtEndPr>
            <w:rPr>
              <w:rStyle w:val="Absatz-Standardschriftart"/>
            </w:rPr>
          </w:sdtEndPr>
          <w:sdtContent>
            <w:tc>
              <w:tcPr>
                <w:tcW w:w="9102" w:type="dxa"/>
                <w:shd w:val="clear" w:color="auto" w:fill="F2F2F2" w:themeFill="background1" w:themeFillShade="F2"/>
              </w:tcPr>
              <w:p w:rsidR="006C4A43" w:rsidRPr="006C72F8" w:rsidRDefault="006C4A43" w:rsidP="00EA1E15">
                <w:pPr>
                  <w:pStyle w:val="Input1"/>
                </w:pPr>
                <w:r w:rsidRPr="006C72F8">
                  <w:rPr>
                    <w:rStyle w:val="Platzhaltertext"/>
                    <w:szCs w:val="20"/>
                  </w:rPr>
                  <w:t>Klicken Sie hier, um Text einzugeben.</w:t>
                </w:r>
              </w:p>
            </w:tc>
          </w:sdtContent>
        </w:sdt>
      </w:tr>
    </w:tbl>
    <w:p w:rsidR="006C4A43" w:rsidRPr="00DF5ECE" w:rsidRDefault="006C4A43" w:rsidP="00D7668C">
      <w:pPr>
        <w:pStyle w:val="Fragen2"/>
      </w:pPr>
      <w:r>
        <w:t>Ist j</w:t>
      </w:r>
      <w:r w:rsidRPr="00DF5ECE">
        <w:t>emand dafür zuständig</w:t>
      </w:r>
      <w:r w:rsidR="008369F4">
        <w:t>?</w:t>
      </w:r>
      <w:r w:rsidRPr="00DF5ECE">
        <w:t xml:space="preserve"> </w:t>
      </w:r>
      <w:r w:rsidR="008369F4">
        <w:t>Wenn ja, wer</w:t>
      </w:r>
      <w:r w:rsidRPr="00DF5ECE">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C4A43" w:rsidRPr="00DF5ECE" w:rsidTr="00D0046C">
        <w:sdt>
          <w:sdtPr>
            <w:rPr>
              <w:rStyle w:val="InputZchn"/>
              <w:sz w:val="18"/>
              <w:szCs w:val="18"/>
            </w:rPr>
            <w:id w:val="-1422097901"/>
            <w:placeholder>
              <w:docPart w:val="0E536124C1BB4119800A1C7E72173B05"/>
            </w:placeholder>
            <w:showingPlcHdr/>
          </w:sdtPr>
          <w:sdtEndPr>
            <w:rPr>
              <w:rStyle w:val="Absatz-Standardschriftart"/>
            </w:rPr>
          </w:sdtEndPr>
          <w:sdtContent>
            <w:tc>
              <w:tcPr>
                <w:tcW w:w="9102" w:type="dxa"/>
                <w:shd w:val="clear" w:color="auto" w:fill="F2F2F2" w:themeFill="background1" w:themeFillShade="F2"/>
              </w:tcPr>
              <w:p w:rsidR="006C4A43" w:rsidRPr="00DF5ECE" w:rsidRDefault="006C4A43" w:rsidP="00EA1E15">
                <w:pPr>
                  <w:pStyle w:val="Input1"/>
                  <w:rPr>
                    <w:sz w:val="18"/>
                    <w:szCs w:val="18"/>
                  </w:rPr>
                </w:pPr>
                <w:r w:rsidRPr="00DF5ECE">
                  <w:rPr>
                    <w:rStyle w:val="Platzhaltertext"/>
                    <w:sz w:val="18"/>
                    <w:szCs w:val="18"/>
                  </w:rPr>
                  <w:t>Klicken Sie hier, um Text einzugeben.</w:t>
                </w:r>
              </w:p>
            </w:tc>
          </w:sdtContent>
        </w:sdt>
      </w:tr>
    </w:tbl>
    <w:p w:rsidR="00AA6CF6" w:rsidRDefault="00AA6CF6" w:rsidP="00D7668C">
      <w:pPr>
        <w:pStyle w:val="Fragen2"/>
      </w:pPr>
      <w:r w:rsidRPr="00DF5ECE">
        <w:t>Schätzen Sie bitte ein, welchem Typus Sie Ihr Unternehmen im Umgang mit entsprechenden Informationen</w:t>
      </w:r>
      <w:r>
        <w:t xml:space="preserve">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AA6CF6" w:rsidTr="00AA6CF6">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AA6CF6" w:rsidRDefault="00AA6CF6" w:rsidP="00D0046C">
            <w:pPr>
              <w:spacing w:before="200" w:after="120"/>
            </w:pPr>
            <w:r>
              <w:lastRenderedPageBreak/>
              <w:t>Typ A:</w:t>
            </w:r>
          </w:p>
          <w:p w:rsidR="00AA6CF6" w:rsidRPr="00DF5ECE" w:rsidRDefault="00AA6CF6" w:rsidP="00DF5ECE">
            <w:pPr>
              <w:spacing w:before="120" w:after="120"/>
              <w:rPr>
                <w:b w:val="0"/>
                <w:sz w:val="18"/>
                <w:szCs w:val="18"/>
              </w:rPr>
            </w:pPr>
            <w:r w:rsidRPr="00DF5ECE">
              <w:rPr>
                <w:b w:val="0"/>
                <w:sz w:val="18"/>
                <w:szCs w:val="18"/>
              </w:rPr>
              <w:t>Informationen fehlen oder ermöglichen keine Aufschlüsse</w:t>
            </w:r>
          </w:p>
        </w:tc>
        <w:tc>
          <w:tcPr>
            <w:tcW w:w="2126" w:type="dxa"/>
            <w:noWrap/>
          </w:tcPr>
          <w:p w:rsidR="00AA6CF6" w:rsidRDefault="00AA6CF6" w:rsidP="00D0046C">
            <w:pPr>
              <w:spacing w:before="200" w:after="120"/>
              <w:cnfStyle w:val="100000000000" w:firstRow="1" w:lastRow="0" w:firstColumn="0" w:lastColumn="0" w:oddVBand="0" w:evenVBand="0" w:oddHBand="0" w:evenHBand="0" w:firstRowFirstColumn="0" w:firstRowLastColumn="0" w:lastRowFirstColumn="0" w:lastRowLastColumn="0"/>
            </w:pPr>
            <w:r>
              <w:t>Typ B:</w:t>
            </w:r>
          </w:p>
          <w:p w:rsidR="00AA6CF6" w:rsidRPr="00DF5ECE" w:rsidRDefault="00AA6CF6" w:rsidP="00DF5ECE">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DF5ECE">
              <w:rPr>
                <w:b w:val="0"/>
                <w:sz w:val="18"/>
                <w:szCs w:val="18"/>
              </w:rPr>
              <w:t>Informationen wurden zu einzelnen Fällen und Anlässen generiert</w:t>
            </w:r>
          </w:p>
        </w:tc>
        <w:tc>
          <w:tcPr>
            <w:tcW w:w="2126" w:type="dxa"/>
            <w:noWrap/>
          </w:tcPr>
          <w:p w:rsidR="00AA6CF6" w:rsidRDefault="00AA6CF6" w:rsidP="00D0046C">
            <w:pPr>
              <w:spacing w:before="200" w:after="120"/>
              <w:cnfStyle w:val="100000000000" w:firstRow="1" w:lastRow="0" w:firstColumn="0" w:lastColumn="0" w:oddVBand="0" w:evenVBand="0" w:oddHBand="0" w:evenHBand="0" w:firstRowFirstColumn="0" w:firstRowLastColumn="0" w:lastRowFirstColumn="0" w:lastRowLastColumn="0"/>
            </w:pPr>
            <w:r>
              <w:t>Typ C:</w:t>
            </w:r>
          </w:p>
          <w:p w:rsidR="00AA6CF6" w:rsidRPr="00DF5ECE" w:rsidRDefault="00AA6CF6" w:rsidP="00DF5ECE">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DF5ECE">
              <w:rPr>
                <w:b w:val="0"/>
                <w:sz w:val="18"/>
                <w:szCs w:val="18"/>
              </w:rPr>
              <w:t>Informationen werden systematisch generiert und angewendet</w:t>
            </w:r>
          </w:p>
        </w:tc>
        <w:tc>
          <w:tcPr>
            <w:tcW w:w="2835" w:type="dxa"/>
            <w:shd w:val="clear" w:color="auto" w:fill="C6D9F1" w:themeFill="text2" w:themeFillTint="33"/>
            <w:noWrap/>
          </w:tcPr>
          <w:p w:rsidR="00AA6CF6" w:rsidRPr="0010028E" w:rsidRDefault="00AA6CF6" w:rsidP="00D0046C">
            <w:pPr>
              <w:spacing w:before="20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AA6CF6" w:rsidRPr="00DF5ECE" w:rsidRDefault="00AA6CF6" w:rsidP="00DF5ECE">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DF5ECE">
              <w:rPr>
                <w:b w:val="0"/>
                <w:color w:val="000000" w:themeColor="text1"/>
                <w:sz w:val="18"/>
                <w:szCs w:val="18"/>
              </w:rPr>
              <w:t>Mitarbeitende und betriebliche Entscheidungsträger sind beteiligt bzw. informiert</w:t>
            </w:r>
          </w:p>
        </w:tc>
      </w:tr>
      <w:tr w:rsidR="00AA6CF6" w:rsidTr="00AA6CF6">
        <w:trPr>
          <w:cnfStyle w:val="000000100000" w:firstRow="0" w:lastRow="0" w:firstColumn="0" w:lastColumn="0" w:oddVBand="0" w:evenVBand="0" w:oddHBand="1" w:evenHBand="0" w:firstRowFirstColumn="0" w:firstRowLastColumn="0" w:lastRowFirstColumn="0" w:lastRowLastColumn="0"/>
          <w:cantSplit/>
        </w:trPr>
        <w:sdt>
          <w:sdtPr>
            <w:id w:val="123881804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AA6CF6" w:rsidRDefault="00AA6CF6" w:rsidP="00D0046C">
                <w:pPr>
                  <w:spacing w:before="200" w:after="120"/>
                  <w:jc w:val="center"/>
                </w:pPr>
                <w:r>
                  <w:rPr>
                    <w:rFonts w:ascii="MS Gothic" w:eastAsia="MS Gothic" w:hAnsi="MS Gothic" w:hint="eastAsia"/>
                  </w:rPr>
                  <w:t>☐</w:t>
                </w:r>
              </w:p>
            </w:tc>
          </w:sdtContent>
        </w:sdt>
        <w:sdt>
          <w:sdtPr>
            <w:id w:val="-1493627536"/>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AA6CF6" w:rsidRDefault="00AA6CF6"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721058645"/>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AA6CF6" w:rsidRDefault="00AA6CF6"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69207132"/>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AA6CF6" w:rsidRDefault="00AA6CF6"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4B4004" w:rsidRDefault="004B4004" w:rsidP="00AA6CF6">
      <w:pPr>
        <w:pStyle w:val="FrageAudit"/>
        <w:numPr>
          <w:ilvl w:val="0"/>
          <w:numId w:val="0"/>
        </w:numPr>
        <w:ind w:left="426" w:hanging="426"/>
        <w:sectPr w:rsidR="004B4004" w:rsidSect="00DE619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85" w:right="1418" w:bottom="1701" w:left="1418" w:header="567" w:footer="425" w:gutter="0"/>
          <w:cols w:space="708"/>
          <w:docGrid w:linePitch="360"/>
        </w:sectPr>
      </w:pPr>
    </w:p>
    <w:p w:rsidR="00BF29B1" w:rsidRDefault="00BF29B1" w:rsidP="00AA6CF6">
      <w:pPr>
        <w:pStyle w:val="FrageAudit"/>
        <w:numPr>
          <w:ilvl w:val="0"/>
          <w:numId w:val="0"/>
        </w:numPr>
        <w:ind w:left="426" w:hanging="426"/>
      </w:pPr>
    </w:p>
    <w:p w:rsidR="0075630B" w:rsidRDefault="0075630B" w:rsidP="00316CD8">
      <w:pPr>
        <w:pStyle w:val="berschrift2"/>
        <w:sectPr w:rsidR="0075630B" w:rsidSect="00DE619F">
          <w:type w:val="continuous"/>
          <w:pgSz w:w="11906" w:h="16838" w:code="9"/>
          <w:pgMar w:top="1985" w:right="1418" w:bottom="1701" w:left="1418" w:header="567" w:footer="425" w:gutter="0"/>
          <w:cols w:space="708"/>
          <w:docGrid w:linePitch="360"/>
        </w:sectPr>
      </w:pPr>
    </w:p>
    <w:p w:rsidR="004B4004" w:rsidRPr="003E0D21" w:rsidRDefault="004B4004" w:rsidP="000C18A5">
      <w:pPr>
        <w:pStyle w:val="berschrift2"/>
        <w:rPr>
          <w:rFonts w:eastAsiaTheme="minorEastAsia" w:cstheme="minorBidi"/>
          <w:sz w:val="22"/>
          <w:szCs w:val="22"/>
        </w:rPr>
      </w:pPr>
      <w:r>
        <w:t>Arbeitsplätze und Arbeitsorganisation</w:t>
      </w:r>
    </w:p>
    <w:p w:rsidR="004B4004" w:rsidRPr="004B4004" w:rsidRDefault="004B4004" w:rsidP="00274836">
      <w:pPr>
        <w:pStyle w:val="Listenabsatz2"/>
      </w:pPr>
      <w:r w:rsidRPr="004B4004">
        <w:t>Kenntnisse zu</w:t>
      </w:r>
      <w:r>
        <w:t xml:space="preserve"> belastenden und förderlichen Eigenschaften von Arbeitsplätzen und Arbeitsorganisation </w:t>
      </w:r>
      <w:r w:rsidR="008772A2">
        <w:t>im</w:t>
      </w:r>
      <w:r w:rsidRPr="004B4004">
        <w:t xml:space="preserve"> Unternehmen</w:t>
      </w:r>
    </w:p>
    <w:p w:rsidR="004B4004" w:rsidRDefault="004B4004" w:rsidP="004B4004">
      <w:r w:rsidRPr="00E67128">
        <w:rPr>
          <w:rFonts w:eastAsia="Times New Roman" w:cstheme="minorHAnsi"/>
          <w:bCs/>
          <w:iCs/>
          <w:szCs w:val="20"/>
        </w:rPr>
        <w:t>Physische Belastungen umfassen u.a. Lärm, Hitze, Geruch, Schadstoffe, körperliche Belastungen. Psychische Belastungen können u.a. aus Über- oder Unterforderung, unergonomischen Arbeitszeiten, sozialen Konflikten, Erschwernissen bei der Arbeitsausführung oder Zeitdruck entstehen. Förderliche Faktoren sind Merkmale und Eigenschaften der Arbeitstätigkeit, die geeignet sind</w:t>
      </w:r>
      <w:r>
        <w:rPr>
          <w:rFonts w:eastAsia="Times New Roman" w:cstheme="minorHAnsi"/>
          <w:bCs/>
          <w:iCs/>
          <w:szCs w:val="20"/>
        </w:rPr>
        <w:t>,</w:t>
      </w:r>
      <w:r w:rsidRPr="00E67128">
        <w:rPr>
          <w:rFonts w:eastAsia="Times New Roman" w:cstheme="minorHAnsi"/>
          <w:bCs/>
          <w:iCs/>
          <w:szCs w:val="20"/>
        </w:rPr>
        <w:t xml:space="preserve"> Belastungen zu verringern und </w:t>
      </w:r>
      <w:r w:rsidR="00446CA6">
        <w:rPr>
          <w:rFonts w:eastAsia="Times New Roman" w:cstheme="minorHAnsi"/>
          <w:bCs/>
          <w:iCs/>
          <w:szCs w:val="20"/>
        </w:rPr>
        <w:t xml:space="preserve">bei den Beschäftigten </w:t>
      </w:r>
      <w:r w:rsidRPr="00E67128">
        <w:rPr>
          <w:rFonts w:eastAsia="Times New Roman" w:cstheme="minorHAnsi"/>
          <w:bCs/>
          <w:iCs/>
          <w:szCs w:val="20"/>
        </w:rPr>
        <w:t>die Fähigkeiten</w:t>
      </w:r>
      <w:r w:rsidR="00446CA6" w:rsidRPr="00446CA6">
        <w:rPr>
          <w:rFonts w:eastAsia="Times New Roman" w:cstheme="minorHAnsi"/>
          <w:bCs/>
          <w:iCs/>
          <w:szCs w:val="20"/>
        </w:rPr>
        <w:t xml:space="preserve"> </w:t>
      </w:r>
      <w:r w:rsidR="00446CA6">
        <w:rPr>
          <w:rFonts w:eastAsia="Times New Roman" w:cstheme="minorHAnsi"/>
          <w:bCs/>
          <w:iCs/>
          <w:szCs w:val="20"/>
        </w:rPr>
        <w:t xml:space="preserve">zu </w:t>
      </w:r>
      <w:r w:rsidR="00446CA6" w:rsidRPr="00E67128">
        <w:rPr>
          <w:rFonts w:eastAsia="Times New Roman" w:cstheme="minorHAnsi"/>
          <w:bCs/>
          <w:iCs/>
          <w:szCs w:val="20"/>
        </w:rPr>
        <w:t>stärken</w:t>
      </w:r>
      <w:r w:rsidRPr="00E67128">
        <w:rPr>
          <w:rFonts w:eastAsia="Times New Roman" w:cstheme="minorHAnsi"/>
          <w:bCs/>
          <w:iCs/>
          <w:szCs w:val="20"/>
        </w:rPr>
        <w:t>, Belastungen zu bewältigen.</w:t>
      </w:r>
    </w:p>
    <w:p w:rsidR="00BF29B1" w:rsidRPr="00316CD8" w:rsidRDefault="00BF613E" w:rsidP="00EE625F">
      <w:pPr>
        <w:pStyle w:val="Fragen1"/>
        <w:numPr>
          <w:ilvl w:val="0"/>
          <w:numId w:val="29"/>
        </w:numPr>
      </w:pPr>
      <w:r w:rsidRPr="00316CD8">
        <w:t>Welche physischen Belastungen liegen in den unterschiedlichen Bereichen bzw. an den Arbeitsplätzen vor?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01259" w:rsidTr="00601259">
        <w:sdt>
          <w:sdtPr>
            <w:rPr>
              <w:rStyle w:val="InputZchn"/>
            </w:rPr>
            <w:id w:val="1914969052"/>
            <w:placeholder>
              <w:docPart w:val="380A1DC8A49C4933B40FAB3887518DF2"/>
            </w:placeholder>
            <w:showingPlcHdr/>
          </w:sdtPr>
          <w:sdtEndPr>
            <w:rPr>
              <w:rStyle w:val="Absatz-Standardschriftart"/>
            </w:rPr>
          </w:sdtEndPr>
          <w:sdtContent>
            <w:tc>
              <w:tcPr>
                <w:tcW w:w="9102" w:type="dxa"/>
                <w:shd w:val="clear" w:color="auto" w:fill="F2F2F2" w:themeFill="background1" w:themeFillShade="F2"/>
              </w:tcPr>
              <w:p w:rsidR="00601259" w:rsidRPr="006C72F8" w:rsidRDefault="00601259" w:rsidP="00EA1E15">
                <w:pPr>
                  <w:pStyle w:val="Input1"/>
                </w:pPr>
                <w:r w:rsidRPr="006C72F8">
                  <w:rPr>
                    <w:rStyle w:val="Platzhaltertext"/>
                    <w:rFonts w:eastAsiaTheme="majorEastAsia"/>
                    <w:szCs w:val="20"/>
                  </w:rPr>
                  <w:t>Klicken Sie hier, um Text einzugeben.</w:t>
                </w:r>
              </w:p>
            </w:tc>
          </w:sdtContent>
        </w:sdt>
      </w:tr>
    </w:tbl>
    <w:p w:rsidR="00BF613E" w:rsidRPr="00446CA6" w:rsidRDefault="00BF613E" w:rsidP="00D7668C">
      <w:pPr>
        <w:pStyle w:val="Fragen1"/>
      </w:pPr>
      <w:r w:rsidRPr="00446CA6">
        <w:t>Welche psychischen Belastungen liegen in den unterschiedlichen Bereichen bzw. an den Arbeitsplätzen vor?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BF613E" w:rsidTr="00D0046C">
        <w:sdt>
          <w:sdtPr>
            <w:rPr>
              <w:rStyle w:val="InputZchn"/>
            </w:rPr>
            <w:id w:val="-1211950181"/>
            <w:placeholder>
              <w:docPart w:val="57FE5AE541114DB283ECBA9C2144D7CD"/>
            </w:placeholder>
            <w:showingPlcHdr/>
          </w:sdtPr>
          <w:sdtEndPr>
            <w:rPr>
              <w:rStyle w:val="Absatz-Standardschriftart"/>
            </w:rPr>
          </w:sdtEndPr>
          <w:sdtContent>
            <w:tc>
              <w:tcPr>
                <w:tcW w:w="9102" w:type="dxa"/>
                <w:shd w:val="clear" w:color="auto" w:fill="F2F2F2" w:themeFill="background1" w:themeFillShade="F2"/>
              </w:tcPr>
              <w:p w:rsidR="00BF613E" w:rsidRPr="006C72F8" w:rsidRDefault="00BF613E" w:rsidP="00EA1E15">
                <w:pPr>
                  <w:pStyle w:val="Input1"/>
                </w:pPr>
                <w:r w:rsidRPr="006C72F8">
                  <w:rPr>
                    <w:rStyle w:val="Platzhaltertext"/>
                    <w:rFonts w:eastAsiaTheme="majorEastAsia"/>
                    <w:szCs w:val="20"/>
                  </w:rPr>
                  <w:t>Klicken Sie hier, um Text einzugeben.</w:t>
                </w:r>
              </w:p>
            </w:tc>
          </w:sdtContent>
        </w:sdt>
      </w:tr>
    </w:tbl>
    <w:p w:rsidR="00BF613E" w:rsidRPr="00077738" w:rsidRDefault="00BF613E" w:rsidP="00D7668C">
      <w:pPr>
        <w:pStyle w:val="Fragen1"/>
      </w:pPr>
      <w:r w:rsidRPr="00077738">
        <w:t>Inwiefern sind physische und psychische Belastungen unterschiedlich auf die verschiedenen Alters- und Beschäftigtengruppen verteilt?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BF613E" w:rsidTr="00D0046C">
        <w:sdt>
          <w:sdtPr>
            <w:rPr>
              <w:rStyle w:val="InputZchn"/>
            </w:rPr>
            <w:id w:val="1498460999"/>
            <w:placeholder>
              <w:docPart w:val="5EC8E181252340CCBE24DC7DBDFC786E"/>
            </w:placeholder>
            <w:showingPlcHdr/>
          </w:sdtPr>
          <w:sdtEndPr>
            <w:rPr>
              <w:rStyle w:val="Absatz-Standardschriftart"/>
            </w:rPr>
          </w:sdtEndPr>
          <w:sdtContent>
            <w:tc>
              <w:tcPr>
                <w:tcW w:w="9102" w:type="dxa"/>
                <w:shd w:val="clear" w:color="auto" w:fill="F2F2F2" w:themeFill="background1" w:themeFillShade="F2"/>
              </w:tcPr>
              <w:p w:rsidR="00BF613E" w:rsidRPr="006C72F8" w:rsidRDefault="00BF613E" w:rsidP="00EA1E15">
                <w:pPr>
                  <w:pStyle w:val="Input1"/>
                </w:pPr>
                <w:r w:rsidRPr="006C72F8">
                  <w:rPr>
                    <w:rStyle w:val="Platzhaltertext"/>
                    <w:rFonts w:eastAsiaTheme="majorEastAsia"/>
                    <w:szCs w:val="20"/>
                  </w:rPr>
                  <w:t>Klicken Sie hier, um Text einzugeben.</w:t>
                </w:r>
              </w:p>
            </w:tc>
          </w:sdtContent>
        </w:sdt>
      </w:tr>
    </w:tbl>
    <w:p w:rsidR="00446CA6" w:rsidRDefault="00BF613E" w:rsidP="00D7668C">
      <w:pPr>
        <w:pStyle w:val="Fragen1"/>
      </w:pPr>
      <w:r w:rsidRPr="00077738">
        <w:t>Über welche förderlichen Eigenschaften verfügen die Arbeit</w:t>
      </w:r>
      <w:r w:rsidR="005A6ED6">
        <w:t xml:space="preserve">splätze und </w:t>
      </w:r>
      <w:r w:rsidR="00EE625F">
        <w:t>die Arbeitsorganisation</w:t>
      </w:r>
      <w:r w:rsidR="005A6ED6">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601259" w:rsidTr="00601259">
        <w:sdt>
          <w:sdtPr>
            <w:rPr>
              <w:rStyle w:val="InputZchn"/>
            </w:rPr>
            <w:id w:val="-707254070"/>
            <w:placeholder>
              <w:docPart w:val="FDD624645D7F4A70BD10F29E41B16BD7"/>
            </w:placeholder>
            <w:showingPlcHdr/>
          </w:sdtPr>
          <w:sdtEndPr>
            <w:rPr>
              <w:rStyle w:val="Absatz-Standardschriftart"/>
            </w:rPr>
          </w:sdtEndPr>
          <w:sdtContent>
            <w:tc>
              <w:tcPr>
                <w:tcW w:w="9102" w:type="dxa"/>
                <w:shd w:val="clear" w:color="auto" w:fill="F2F2F2" w:themeFill="background1" w:themeFillShade="F2"/>
              </w:tcPr>
              <w:p w:rsidR="00601259" w:rsidRDefault="00601259" w:rsidP="00EA1E15">
                <w:pPr>
                  <w:pStyle w:val="Input1"/>
                </w:pPr>
                <w:r w:rsidRPr="00601259">
                  <w:rPr>
                    <w:rStyle w:val="Platzhaltertext"/>
                    <w:rFonts w:eastAsiaTheme="majorEastAsia"/>
                    <w:szCs w:val="20"/>
                  </w:rPr>
                  <w:t>Klicken Sie hier, um Text einzugeben.</w:t>
                </w:r>
              </w:p>
            </w:tc>
          </w:sdtContent>
        </w:sdt>
      </w:tr>
    </w:tbl>
    <w:p w:rsidR="00446CA6" w:rsidRDefault="00BF613E" w:rsidP="00D7668C">
      <w:pPr>
        <w:pStyle w:val="Fragen1"/>
      </w:pPr>
      <w:r w:rsidRPr="00077738">
        <w:t>Inwieweit sind die Arbeitsorganisation und die Arbeitsabläufe so gestaltet, dass Belastungen erkannt und vermieden werden</w:t>
      </w:r>
      <w:r w:rsidR="00446CA6">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BF613E" w:rsidTr="00D0046C">
        <w:sdt>
          <w:sdtPr>
            <w:rPr>
              <w:rStyle w:val="InputZchn"/>
            </w:rPr>
            <w:id w:val="1090355734"/>
            <w:placeholder>
              <w:docPart w:val="7920B7773F964EFE996BE35E7B195EE1"/>
            </w:placeholder>
            <w:showingPlcHdr/>
          </w:sdtPr>
          <w:sdtEndPr>
            <w:rPr>
              <w:rStyle w:val="Absatz-Standardschriftart"/>
            </w:rPr>
          </w:sdtEndPr>
          <w:sdtContent>
            <w:tc>
              <w:tcPr>
                <w:tcW w:w="9102" w:type="dxa"/>
                <w:shd w:val="clear" w:color="auto" w:fill="F2F2F2" w:themeFill="background1" w:themeFillShade="F2"/>
              </w:tcPr>
              <w:p w:rsidR="00BF613E" w:rsidRDefault="00BF613E" w:rsidP="00EA1E15">
                <w:pPr>
                  <w:pStyle w:val="Input1"/>
                </w:pPr>
                <w:r w:rsidRPr="00601259">
                  <w:rPr>
                    <w:rStyle w:val="Platzhaltertext"/>
                    <w:rFonts w:eastAsiaTheme="majorEastAsia"/>
                    <w:szCs w:val="20"/>
                  </w:rPr>
                  <w:t>Klicken Sie hier, um Text einzugeben.</w:t>
                </w:r>
              </w:p>
            </w:tc>
          </w:sdtContent>
        </w:sdt>
      </w:tr>
    </w:tbl>
    <w:p w:rsidR="00446CA6" w:rsidRDefault="00BF613E" w:rsidP="00D7668C">
      <w:pPr>
        <w:pStyle w:val="Fragen1"/>
      </w:pPr>
      <w:r w:rsidRPr="00077738">
        <w:t xml:space="preserve">Welches sind aus Sicht der Beschäftigten belastende </w:t>
      </w:r>
      <w:r w:rsidR="00446CA6">
        <w:t xml:space="preserve">und welches förderliche </w:t>
      </w:r>
      <w:r w:rsidRPr="00077738">
        <w:t>Merkmale der Arbeitszeitregelung im Unternehmen?</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3E102C" w:rsidTr="00D0046C">
        <w:sdt>
          <w:sdtPr>
            <w:rPr>
              <w:rStyle w:val="InputZchn"/>
            </w:rPr>
            <w:id w:val="188412092"/>
            <w:placeholder>
              <w:docPart w:val="0A5E6FA42CDE484C905F2C6AC8FFA998"/>
            </w:placeholder>
            <w:showingPlcHdr/>
          </w:sdtPr>
          <w:sdtEndPr>
            <w:rPr>
              <w:rStyle w:val="Absatz-Standardschriftart"/>
            </w:rPr>
          </w:sdtEndPr>
          <w:sdtContent>
            <w:tc>
              <w:tcPr>
                <w:tcW w:w="9102" w:type="dxa"/>
                <w:shd w:val="clear" w:color="auto" w:fill="F2F2F2" w:themeFill="background1" w:themeFillShade="F2"/>
              </w:tcPr>
              <w:p w:rsidR="003E102C" w:rsidRDefault="003E102C" w:rsidP="00EA1E15">
                <w:pPr>
                  <w:pStyle w:val="Input1"/>
                </w:pPr>
                <w:r w:rsidRPr="00601259">
                  <w:rPr>
                    <w:rStyle w:val="Platzhaltertext"/>
                    <w:rFonts w:eastAsiaTheme="majorEastAsia"/>
                    <w:szCs w:val="20"/>
                  </w:rPr>
                  <w:t>Klicken Sie hier, um Text einzugeben.</w:t>
                </w:r>
              </w:p>
            </w:tc>
          </w:sdtContent>
        </w:sdt>
      </w:tr>
    </w:tbl>
    <w:p w:rsidR="003E102C" w:rsidRDefault="003E102C" w:rsidP="003E102C">
      <w:pPr>
        <w:rPr>
          <w:rFonts w:eastAsiaTheme="majorEastAsia"/>
        </w:rPr>
      </w:pPr>
    </w:p>
    <w:p w:rsidR="00F97D92" w:rsidRPr="003E102C" w:rsidRDefault="00F97D92" w:rsidP="00274836">
      <w:pPr>
        <w:pStyle w:val="Listenabsatz2"/>
      </w:pPr>
      <w:r w:rsidRPr="003E102C">
        <w:t>Beschreibung und Einschätzung der Verfahrensweisen</w:t>
      </w:r>
    </w:p>
    <w:p w:rsidR="00F97D92" w:rsidRPr="00D7668C" w:rsidRDefault="00F97D92" w:rsidP="00D7668C">
      <w:pPr>
        <w:pStyle w:val="Fragen2"/>
        <w:numPr>
          <w:ilvl w:val="0"/>
          <w:numId w:val="18"/>
        </w:numPr>
        <w:ind w:left="426" w:hanging="426"/>
      </w:pPr>
      <w:r w:rsidRPr="00D7668C">
        <w:t xml:space="preserve">Wie </w:t>
      </w:r>
      <w:r w:rsidR="003E102C" w:rsidRPr="00D7668C">
        <w:t>wird im Unternehmen vorgegangen, um Informationen zu Belastungen und förderlichen Eigenschaften der Arbeit zu erhalten</w:t>
      </w:r>
      <w:r w:rsidRPr="00D7668C">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F97D92" w:rsidTr="00B833DC">
        <w:sdt>
          <w:sdtPr>
            <w:rPr>
              <w:rStyle w:val="InputZchn"/>
            </w:rPr>
            <w:id w:val="-1039197340"/>
            <w:placeholder>
              <w:docPart w:val="267403AFB067417B987A370DC2604652"/>
            </w:placeholder>
            <w:showingPlcHdr/>
          </w:sdtPr>
          <w:sdtEndPr>
            <w:rPr>
              <w:rStyle w:val="Absatz-Standardschriftart"/>
            </w:rPr>
          </w:sdtEndPr>
          <w:sdtContent>
            <w:tc>
              <w:tcPr>
                <w:tcW w:w="9102" w:type="dxa"/>
                <w:shd w:val="clear" w:color="auto" w:fill="F2F2F2" w:themeFill="background1" w:themeFillShade="F2"/>
              </w:tcPr>
              <w:p w:rsidR="00F97D92" w:rsidRDefault="00F97D92" w:rsidP="00EA1E15">
                <w:pPr>
                  <w:pStyle w:val="Input1"/>
                </w:pPr>
                <w:r w:rsidRPr="00601259">
                  <w:rPr>
                    <w:rStyle w:val="Platzhaltertext"/>
                    <w:szCs w:val="20"/>
                  </w:rPr>
                  <w:t>Klicken Sie hier, um Text einzugeben.</w:t>
                </w:r>
              </w:p>
            </w:tc>
          </w:sdtContent>
        </w:sdt>
      </w:tr>
    </w:tbl>
    <w:p w:rsidR="00F97D92" w:rsidRDefault="00803B9B" w:rsidP="00D7668C">
      <w:pPr>
        <w:pStyle w:val="Fragen2"/>
      </w:pPr>
      <w:r w:rsidRPr="00803B9B">
        <w:t>Ist dafür jemand zuständig</w:t>
      </w:r>
      <w:r w:rsidR="008369F4">
        <w:t>?</w:t>
      </w:r>
      <w:r w:rsidRPr="00803B9B">
        <w:t xml:space="preserve"> Wenn ja, wer?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F97D92" w:rsidTr="00B833DC">
        <w:sdt>
          <w:sdtPr>
            <w:rPr>
              <w:rStyle w:val="InputZchn"/>
            </w:rPr>
            <w:id w:val="1701207512"/>
            <w:placeholder>
              <w:docPart w:val="6C314049F8E74727969980375F5DDBF5"/>
            </w:placeholder>
            <w:showingPlcHdr/>
          </w:sdtPr>
          <w:sdtEndPr>
            <w:rPr>
              <w:rStyle w:val="Absatz-Standardschriftart"/>
            </w:rPr>
          </w:sdtEndPr>
          <w:sdtContent>
            <w:tc>
              <w:tcPr>
                <w:tcW w:w="9102" w:type="dxa"/>
                <w:shd w:val="clear" w:color="auto" w:fill="F2F2F2" w:themeFill="background1" w:themeFillShade="F2"/>
              </w:tcPr>
              <w:p w:rsidR="00F97D92" w:rsidRDefault="00F97D92" w:rsidP="00EA1E15">
                <w:pPr>
                  <w:pStyle w:val="Input1"/>
                </w:pPr>
                <w:r w:rsidRPr="00601259">
                  <w:rPr>
                    <w:rStyle w:val="Platzhaltertext"/>
                    <w:szCs w:val="20"/>
                  </w:rPr>
                  <w:t>Klicken Sie hier, um Text einzugeben.</w:t>
                </w:r>
              </w:p>
            </w:tc>
          </w:sdtContent>
        </w:sdt>
      </w:tr>
    </w:tbl>
    <w:p w:rsidR="003E102C" w:rsidRDefault="00803B9B" w:rsidP="00D7668C">
      <w:pPr>
        <w:pStyle w:val="Fragen2"/>
      </w:pPr>
      <w:r w:rsidRPr="000C748F">
        <w:t>Schätzen Sie bitte ein, welchem Typus Sie Ihr Unternehmen im Umgang mit entsprechenden Informationen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3E102C" w:rsidTr="00D0046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3E102C" w:rsidRDefault="003E102C" w:rsidP="00D0046C">
            <w:pPr>
              <w:spacing w:before="200" w:after="120"/>
            </w:pPr>
            <w:r>
              <w:t>Typ A:</w:t>
            </w:r>
          </w:p>
          <w:p w:rsidR="003E102C" w:rsidRPr="0093588A" w:rsidRDefault="003E102C" w:rsidP="0093588A">
            <w:pPr>
              <w:spacing w:before="120" w:after="120"/>
              <w:rPr>
                <w:b w:val="0"/>
                <w:sz w:val="18"/>
                <w:szCs w:val="18"/>
              </w:rPr>
            </w:pPr>
            <w:r w:rsidRPr="0093588A">
              <w:rPr>
                <w:b w:val="0"/>
                <w:sz w:val="18"/>
                <w:szCs w:val="18"/>
              </w:rPr>
              <w:t>Informationen fehlen oder ermöglichen keine Aufschlüsse</w:t>
            </w:r>
          </w:p>
        </w:tc>
        <w:tc>
          <w:tcPr>
            <w:tcW w:w="2126" w:type="dxa"/>
            <w:noWrap/>
          </w:tcPr>
          <w:p w:rsidR="003E102C" w:rsidRDefault="003E102C" w:rsidP="00D0046C">
            <w:pPr>
              <w:spacing w:before="200" w:after="120"/>
              <w:cnfStyle w:val="100000000000" w:firstRow="1" w:lastRow="0" w:firstColumn="0" w:lastColumn="0" w:oddVBand="0" w:evenVBand="0" w:oddHBand="0" w:evenHBand="0" w:firstRowFirstColumn="0" w:firstRowLastColumn="0" w:lastRowFirstColumn="0" w:lastRowLastColumn="0"/>
            </w:pPr>
            <w:r>
              <w:t>Typ B:</w:t>
            </w:r>
          </w:p>
          <w:p w:rsidR="003E102C" w:rsidRPr="0093588A" w:rsidRDefault="003E102C" w:rsidP="0093588A">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93588A">
              <w:rPr>
                <w:b w:val="0"/>
                <w:sz w:val="18"/>
                <w:szCs w:val="18"/>
              </w:rPr>
              <w:t>Informationen wurden zu einzelnen Fällen und Anlässen generiert</w:t>
            </w:r>
          </w:p>
        </w:tc>
        <w:tc>
          <w:tcPr>
            <w:tcW w:w="2126" w:type="dxa"/>
            <w:noWrap/>
          </w:tcPr>
          <w:p w:rsidR="003E102C" w:rsidRDefault="003E102C" w:rsidP="00D0046C">
            <w:pPr>
              <w:spacing w:before="200" w:after="120"/>
              <w:cnfStyle w:val="100000000000" w:firstRow="1" w:lastRow="0" w:firstColumn="0" w:lastColumn="0" w:oddVBand="0" w:evenVBand="0" w:oddHBand="0" w:evenHBand="0" w:firstRowFirstColumn="0" w:firstRowLastColumn="0" w:lastRowFirstColumn="0" w:lastRowLastColumn="0"/>
            </w:pPr>
            <w:r>
              <w:t>Typ C:</w:t>
            </w:r>
          </w:p>
          <w:p w:rsidR="003E102C" w:rsidRPr="0093588A" w:rsidRDefault="003E102C" w:rsidP="0093588A">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93588A">
              <w:rPr>
                <w:b w:val="0"/>
                <w:sz w:val="18"/>
                <w:szCs w:val="18"/>
              </w:rPr>
              <w:t>Informationen werden systematisch generiert und angewendet</w:t>
            </w:r>
          </w:p>
        </w:tc>
        <w:tc>
          <w:tcPr>
            <w:tcW w:w="2835" w:type="dxa"/>
            <w:shd w:val="clear" w:color="auto" w:fill="C6D9F1" w:themeFill="text2" w:themeFillTint="33"/>
            <w:noWrap/>
          </w:tcPr>
          <w:p w:rsidR="003E102C" w:rsidRPr="0010028E" w:rsidRDefault="003E102C" w:rsidP="00D0046C">
            <w:pPr>
              <w:spacing w:before="20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3E102C" w:rsidRPr="0093588A" w:rsidRDefault="003E102C" w:rsidP="0093588A">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93588A">
              <w:rPr>
                <w:b w:val="0"/>
                <w:color w:val="000000" w:themeColor="text1"/>
                <w:sz w:val="18"/>
                <w:szCs w:val="18"/>
              </w:rPr>
              <w:t>Mitarbeitende und betriebliche Entscheidungsträger sind beteiligt bzw. informiert</w:t>
            </w:r>
          </w:p>
        </w:tc>
      </w:tr>
      <w:tr w:rsidR="003E102C" w:rsidTr="00D0046C">
        <w:trPr>
          <w:cnfStyle w:val="000000100000" w:firstRow="0" w:lastRow="0" w:firstColumn="0" w:lastColumn="0" w:oddVBand="0" w:evenVBand="0" w:oddHBand="1" w:evenHBand="0" w:firstRowFirstColumn="0" w:firstRowLastColumn="0" w:lastRowFirstColumn="0" w:lastRowLastColumn="0"/>
          <w:cantSplit/>
        </w:trPr>
        <w:sdt>
          <w:sdtPr>
            <w:id w:val="148821226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3E102C" w:rsidRDefault="003E102C" w:rsidP="00D0046C">
                <w:pPr>
                  <w:spacing w:before="200" w:after="120"/>
                  <w:jc w:val="center"/>
                </w:pPr>
                <w:r>
                  <w:rPr>
                    <w:rFonts w:ascii="MS Gothic" w:eastAsia="MS Gothic" w:hAnsi="MS Gothic" w:hint="eastAsia"/>
                  </w:rPr>
                  <w:t>☐</w:t>
                </w:r>
              </w:p>
            </w:tc>
          </w:sdtContent>
        </w:sdt>
        <w:sdt>
          <w:sdtPr>
            <w:id w:val="815999335"/>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3E102C" w:rsidRDefault="003E102C"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1475757888"/>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3E102C" w:rsidRDefault="003E102C"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30721995"/>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3E102C" w:rsidRDefault="003E102C"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803B9B" w:rsidRDefault="00803B9B" w:rsidP="00F97D92">
      <w:pPr>
        <w:spacing w:before="200" w:after="120"/>
        <w:rPr>
          <w:szCs w:val="20"/>
        </w:rPr>
      </w:pPr>
    </w:p>
    <w:p w:rsidR="0075630B" w:rsidRDefault="0075630B" w:rsidP="00316CD8">
      <w:pPr>
        <w:pStyle w:val="berschrift2"/>
        <w:sectPr w:rsidR="0075630B" w:rsidSect="00DE619F">
          <w:type w:val="continuous"/>
          <w:pgSz w:w="11906" w:h="16838" w:code="9"/>
          <w:pgMar w:top="1985" w:right="1418" w:bottom="1701" w:left="1418" w:header="567" w:footer="425" w:gutter="0"/>
          <w:cols w:space="708"/>
          <w:docGrid w:linePitch="360"/>
        </w:sectPr>
      </w:pPr>
    </w:p>
    <w:p w:rsidR="003E102C" w:rsidRPr="003E102C" w:rsidRDefault="003E102C" w:rsidP="00316CD8">
      <w:pPr>
        <w:pStyle w:val="berschrift2"/>
      </w:pPr>
      <w:r w:rsidRPr="003E102C">
        <w:t>Wissen und Qualifikation</w:t>
      </w:r>
    </w:p>
    <w:p w:rsidR="003E102C" w:rsidRDefault="003E102C" w:rsidP="00274836">
      <w:pPr>
        <w:pStyle w:val="Listenabsatz3"/>
      </w:pPr>
      <w:r w:rsidRPr="003E102C">
        <w:t xml:space="preserve">Kenntnisse zur Entwicklung von Wissen und Qualifikationen </w:t>
      </w:r>
      <w:r w:rsidR="008772A2">
        <w:t>im</w:t>
      </w:r>
      <w:r w:rsidRPr="003E102C">
        <w:t xml:space="preserve"> Unternehmen</w:t>
      </w:r>
    </w:p>
    <w:p w:rsidR="003E102C" w:rsidRDefault="006A656F" w:rsidP="003E102C">
      <w:pPr>
        <w:rPr>
          <w:rFonts w:eastAsia="Times New Roman" w:cstheme="minorHAnsi"/>
          <w:bCs/>
          <w:iCs/>
          <w:szCs w:val="20"/>
        </w:rPr>
      </w:pPr>
      <w:r w:rsidRPr="00E67128">
        <w:rPr>
          <w:rFonts w:eastAsia="Times New Roman" w:cstheme="minorHAnsi"/>
          <w:bCs/>
          <w:iCs/>
          <w:szCs w:val="20"/>
        </w:rPr>
        <w:t>Anforderungen an Wissen und Qualifikationen der Mitarbeitenden verändern sich. Die Fragen in diesem Themenfeld erschließen die Fähigkeiten und Potenziale des Unternehmens, Wissen und Qualifikationen unter den Bedingungen des demografischen Wandels auf neue Anforderungen auszurichten</w:t>
      </w:r>
      <w:r>
        <w:rPr>
          <w:rFonts w:eastAsia="Times New Roman" w:cstheme="minorHAnsi"/>
          <w:bCs/>
          <w:iCs/>
          <w:szCs w:val="20"/>
        </w:rPr>
        <w:t>.</w:t>
      </w:r>
    </w:p>
    <w:p w:rsidR="00DD7EE9" w:rsidRPr="00F24D4D" w:rsidRDefault="00DD7EE9" w:rsidP="00D7668C">
      <w:pPr>
        <w:pStyle w:val="Fragen1"/>
        <w:numPr>
          <w:ilvl w:val="0"/>
          <w:numId w:val="21"/>
        </w:numPr>
        <w:ind w:left="426" w:hanging="426"/>
      </w:pPr>
      <w:r w:rsidRPr="00F24D4D">
        <w:t>Wodurch ist es bisher gelungen, die Weiterbildungs- und Qualifizierungsbedarfe von Beschäftigten abzudecken, die durch veränderte Anforderungen an das Know-how des Unternehmens entstanden sind?</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DD7EE9" w:rsidTr="00D0046C">
        <w:sdt>
          <w:sdtPr>
            <w:rPr>
              <w:rStyle w:val="InputZchn"/>
            </w:rPr>
            <w:id w:val="-838545994"/>
            <w:placeholder>
              <w:docPart w:val="4057DA3B6CFC4C47B31A5D53469C33F9"/>
            </w:placeholder>
            <w:showingPlcHdr/>
          </w:sdtPr>
          <w:sdtEndPr>
            <w:rPr>
              <w:rStyle w:val="Absatz-Standardschriftart"/>
            </w:rPr>
          </w:sdtEndPr>
          <w:sdtContent>
            <w:tc>
              <w:tcPr>
                <w:tcW w:w="9102" w:type="dxa"/>
                <w:shd w:val="clear" w:color="auto" w:fill="F2F2F2" w:themeFill="background1" w:themeFillShade="F2"/>
              </w:tcPr>
              <w:p w:rsidR="00DD7EE9" w:rsidRDefault="00DD7EE9" w:rsidP="00EA1E15">
                <w:pPr>
                  <w:pStyle w:val="Input1"/>
                </w:pPr>
                <w:r w:rsidRPr="00601259">
                  <w:rPr>
                    <w:rStyle w:val="Platzhaltertext"/>
                    <w:szCs w:val="20"/>
                  </w:rPr>
                  <w:t>Klicken Sie hier, um Text einzugeben.</w:t>
                </w:r>
              </w:p>
            </w:tc>
          </w:sdtContent>
        </w:sdt>
      </w:tr>
    </w:tbl>
    <w:p w:rsidR="00DD7EE9" w:rsidRDefault="00DD7EE9" w:rsidP="00D7668C">
      <w:pPr>
        <w:pStyle w:val="Fragen1"/>
      </w:pPr>
      <w:r w:rsidRPr="00F24D4D">
        <w:t>Inwieweit sind für den Unternehmenserfolg wichtiges Wissen und Qualifikationen auf einzelne Personen bzw. Beschäftigtengruppen konzentriert</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DD7EE9" w:rsidTr="00D0046C">
        <w:sdt>
          <w:sdtPr>
            <w:rPr>
              <w:rStyle w:val="InputZchn"/>
            </w:rPr>
            <w:id w:val="860706067"/>
            <w:showingPlcHdr/>
          </w:sdtPr>
          <w:sdtEndPr>
            <w:rPr>
              <w:rStyle w:val="Absatz-Standardschriftart"/>
            </w:rPr>
          </w:sdtEndPr>
          <w:sdtContent>
            <w:tc>
              <w:tcPr>
                <w:tcW w:w="9102" w:type="dxa"/>
                <w:shd w:val="clear" w:color="auto" w:fill="F2F2F2" w:themeFill="background1" w:themeFillShade="F2"/>
              </w:tcPr>
              <w:p w:rsidR="00DD7EE9" w:rsidRDefault="00DD7EE9" w:rsidP="00EA1E15">
                <w:pPr>
                  <w:pStyle w:val="Input1"/>
                </w:pPr>
                <w:r w:rsidRPr="00601259">
                  <w:rPr>
                    <w:rStyle w:val="Platzhaltertext"/>
                    <w:szCs w:val="20"/>
                  </w:rPr>
                  <w:t>Klicken Sie hier, um Text einzugeben.</w:t>
                </w:r>
              </w:p>
            </w:tc>
          </w:sdtContent>
        </w:sdt>
      </w:tr>
    </w:tbl>
    <w:p w:rsidR="00DD7EE9" w:rsidRDefault="00DD7EE9" w:rsidP="00D7668C">
      <w:pPr>
        <w:pStyle w:val="Fragen1"/>
      </w:pPr>
      <w:r w:rsidRPr="00F24D4D">
        <w:t>Wie ist die Beteiligung der verschiedenen Alters- und Beschäftigtengruppen an Weiterbildung, Erfahrungsaustausch und Lernprozessen</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DD7EE9" w:rsidTr="00D0046C">
        <w:sdt>
          <w:sdtPr>
            <w:rPr>
              <w:rStyle w:val="InputZchn"/>
            </w:rPr>
            <w:id w:val="-2039185224"/>
            <w:showingPlcHdr/>
          </w:sdtPr>
          <w:sdtEndPr>
            <w:rPr>
              <w:rStyle w:val="Absatz-Standardschriftart"/>
            </w:rPr>
          </w:sdtEndPr>
          <w:sdtContent>
            <w:tc>
              <w:tcPr>
                <w:tcW w:w="9102" w:type="dxa"/>
                <w:shd w:val="clear" w:color="auto" w:fill="F2F2F2" w:themeFill="background1" w:themeFillShade="F2"/>
              </w:tcPr>
              <w:p w:rsidR="00DD7EE9" w:rsidRDefault="00DD7EE9" w:rsidP="00EA1E15">
                <w:pPr>
                  <w:pStyle w:val="Input1"/>
                </w:pPr>
                <w:r w:rsidRPr="00601259">
                  <w:rPr>
                    <w:rStyle w:val="Platzhaltertext"/>
                    <w:szCs w:val="20"/>
                  </w:rPr>
                  <w:t>Klicken Sie hier, um Text einzugeben.</w:t>
                </w:r>
              </w:p>
            </w:tc>
          </w:sdtContent>
        </w:sdt>
      </w:tr>
    </w:tbl>
    <w:p w:rsidR="006A656F" w:rsidRDefault="006A656F" w:rsidP="003E102C"/>
    <w:p w:rsidR="00DD7EE9" w:rsidRDefault="00DD7EE9" w:rsidP="00274836">
      <w:pPr>
        <w:pStyle w:val="Listenabsatz3"/>
      </w:pPr>
      <w:r>
        <w:t>Beschreibung und Einschätzung der Verfahrensweisen</w:t>
      </w:r>
    </w:p>
    <w:p w:rsidR="00DD7EE9" w:rsidRDefault="00DD7EE9" w:rsidP="00D7668C">
      <w:pPr>
        <w:pStyle w:val="Fragen2"/>
        <w:numPr>
          <w:ilvl w:val="0"/>
          <w:numId w:val="22"/>
        </w:numPr>
        <w:ind w:left="426" w:hanging="426"/>
      </w:pPr>
      <w:r w:rsidRPr="000C748F">
        <w:t xml:space="preserve">Wie </w:t>
      </w:r>
      <w:r w:rsidR="00266FFE">
        <w:t>erkennt das Unternehmen Wissens- und Qualifikationsbedarfe und wie werden diese erfüllt</w:t>
      </w:r>
      <w:r w:rsidRPr="000C748F">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DD7EE9" w:rsidTr="00D0046C">
        <w:sdt>
          <w:sdtPr>
            <w:rPr>
              <w:rStyle w:val="InputZchn"/>
            </w:rPr>
            <w:id w:val="1028528621"/>
            <w:showingPlcHdr/>
          </w:sdtPr>
          <w:sdtEndPr>
            <w:rPr>
              <w:rStyle w:val="Absatz-Standardschriftart"/>
            </w:rPr>
          </w:sdtEndPr>
          <w:sdtContent>
            <w:tc>
              <w:tcPr>
                <w:tcW w:w="9102" w:type="dxa"/>
                <w:shd w:val="clear" w:color="auto" w:fill="F2F2F2" w:themeFill="background1" w:themeFillShade="F2"/>
              </w:tcPr>
              <w:p w:rsidR="00DD7EE9" w:rsidRDefault="00DD7EE9" w:rsidP="00EA1E15">
                <w:pPr>
                  <w:pStyle w:val="Input1"/>
                </w:pPr>
                <w:r w:rsidRPr="00601259">
                  <w:rPr>
                    <w:rStyle w:val="Platzhaltertext"/>
                    <w:szCs w:val="20"/>
                  </w:rPr>
                  <w:t>Klicken Sie hier, um Text einzugeben.</w:t>
                </w:r>
              </w:p>
            </w:tc>
          </w:sdtContent>
        </w:sdt>
      </w:tr>
    </w:tbl>
    <w:p w:rsidR="00DD7EE9" w:rsidRDefault="00DD7EE9" w:rsidP="00D7668C">
      <w:pPr>
        <w:pStyle w:val="Fragen2"/>
      </w:pPr>
      <w:r w:rsidRPr="00803B9B">
        <w:t>Ist dafür jemand zuständig</w:t>
      </w:r>
      <w:r w:rsidR="0005769A">
        <w:t>?</w:t>
      </w:r>
      <w:r w:rsidRPr="00803B9B">
        <w:t xml:space="preserve"> Wenn ja, wer?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DD7EE9" w:rsidTr="00D0046C">
        <w:sdt>
          <w:sdtPr>
            <w:rPr>
              <w:rStyle w:val="InputZchn"/>
            </w:rPr>
            <w:id w:val="-742413459"/>
            <w:showingPlcHdr/>
          </w:sdtPr>
          <w:sdtEndPr>
            <w:rPr>
              <w:rStyle w:val="Absatz-Standardschriftart"/>
            </w:rPr>
          </w:sdtEndPr>
          <w:sdtContent>
            <w:tc>
              <w:tcPr>
                <w:tcW w:w="9102" w:type="dxa"/>
                <w:shd w:val="clear" w:color="auto" w:fill="F2F2F2" w:themeFill="background1" w:themeFillShade="F2"/>
              </w:tcPr>
              <w:p w:rsidR="00DD7EE9" w:rsidRDefault="00DD7EE9" w:rsidP="00EA1E15">
                <w:pPr>
                  <w:pStyle w:val="Input1"/>
                </w:pPr>
                <w:r w:rsidRPr="00601259">
                  <w:rPr>
                    <w:rStyle w:val="Platzhaltertext"/>
                    <w:szCs w:val="20"/>
                  </w:rPr>
                  <w:t>Klicken Sie hier, um Text einzugeben.</w:t>
                </w:r>
              </w:p>
            </w:tc>
          </w:sdtContent>
        </w:sdt>
      </w:tr>
    </w:tbl>
    <w:p w:rsidR="00DD7EE9" w:rsidRDefault="00DD7EE9" w:rsidP="00D7668C">
      <w:pPr>
        <w:pStyle w:val="Fragen2"/>
      </w:pPr>
      <w:r w:rsidRPr="000C748F">
        <w:t>Schätzen Sie bitte ein, welchem Typus Sie Ihr Unternehmen im Umgang mit entsprechenden Informationen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DD7EE9" w:rsidTr="00D0046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DD7EE9" w:rsidRDefault="00DD7EE9" w:rsidP="00D0046C">
            <w:pPr>
              <w:spacing w:before="200" w:after="120"/>
            </w:pPr>
            <w:r>
              <w:t>Typ A:</w:t>
            </w:r>
          </w:p>
          <w:p w:rsidR="00DD7EE9" w:rsidRPr="00266FFE" w:rsidRDefault="00DD7EE9" w:rsidP="00266FFE">
            <w:pPr>
              <w:spacing w:before="120" w:after="120"/>
              <w:rPr>
                <w:b w:val="0"/>
                <w:sz w:val="18"/>
                <w:szCs w:val="18"/>
              </w:rPr>
            </w:pPr>
            <w:r w:rsidRPr="00266FFE">
              <w:rPr>
                <w:b w:val="0"/>
                <w:sz w:val="18"/>
                <w:szCs w:val="18"/>
              </w:rPr>
              <w:t>Informationen fehlen oder ermöglichen keine Aufschlüsse</w:t>
            </w:r>
          </w:p>
        </w:tc>
        <w:tc>
          <w:tcPr>
            <w:tcW w:w="2126" w:type="dxa"/>
            <w:noWrap/>
          </w:tcPr>
          <w:p w:rsidR="00DD7EE9" w:rsidRDefault="00DD7EE9" w:rsidP="00D0046C">
            <w:pPr>
              <w:spacing w:before="200" w:after="120"/>
              <w:cnfStyle w:val="100000000000" w:firstRow="1" w:lastRow="0" w:firstColumn="0" w:lastColumn="0" w:oddVBand="0" w:evenVBand="0" w:oddHBand="0" w:evenHBand="0" w:firstRowFirstColumn="0" w:firstRowLastColumn="0" w:lastRowFirstColumn="0" w:lastRowLastColumn="0"/>
            </w:pPr>
            <w:r>
              <w:t>Typ B:</w:t>
            </w:r>
          </w:p>
          <w:p w:rsidR="00DD7EE9" w:rsidRPr="00266FFE" w:rsidRDefault="00DD7EE9" w:rsidP="00266FFE">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266FFE">
              <w:rPr>
                <w:b w:val="0"/>
                <w:sz w:val="18"/>
                <w:szCs w:val="18"/>
              </w:rPr>
              <w:t>Informationen wurden zu einzelnen Fällen und Anlässen generiert</w:t>
            </w:r>
          </w:p>
        </w:tc>
        <w:tc>
          <w:tcPr>
            <w:tcW w:w="2126" w:type="dxa"/>
            <w:noWrap/>
          </w:tcPr>
          <w:p w:rsidR="00DD7EE9" w:rsidRDefault="00DD7EE9" w:rsidP="00D0046C">
            <w:pPr>
              <w:spacing w:before="200" w:after="120"/>
              <w:cnfStyle w:val="100000000000" w:firstRow="1" w:lastRow="0" w:firstColumn="0" w:lastColumn="0" w:oddVBand="0" w:evenVBand="0" w:oddHBand="0" w:evenHBand="0" w:firstRowFirstColumn="0" w:firstRowLastColumn="0" w:lastRowFirstColumn="0" w:lastRowLastColumn="0"/>
            </w:pPr>
            <w:r>
              <w:t>Typ C:</w:t>
            </w:r>
          </w:p>
          <w:p w:rsidR="00DD7EE9" w:rsidRPr="00266FFE" w:rsidRDefault="00DD7EE9" w:rsidP="00266FFE">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266FFE">
              <w:rPr>
                <w:b w:val="0"/>
                <w:sz w:val="18"/>
                <w:szCs w:val="18"/>
              </w:rPr>
              <w:t>Informationen werden systematisch generiert und angewendet</w:t>
            </w:r>
          </w:p>
        </w:tc>
        <w:tc>
          <w:tcPr>
            <w:tcW w:w="2835" w:type="dxa"/>
            <w:shd w:val="clear" w:color="auto" w:fill="C6D9F1" w:themeFill="text2" w:themeFillTint="33"/>
            <w:noWrap/>
          </w:tcPr>
          <w:p w:rsidR="00DD7EE9" w:rsidRPr="0010028E" w:rsidRDefault="00DD7EE9" w:rsidP="00D0046C">
            <w:pPr>
              <w:spacing w:before="20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DD7EE9" w:rsidRPr="00266FFE" w:rsidRDefault="00DD7EE9" w:rsidP="00266FFE">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266FFE">
              <w:rPr>
                <w:b w:val="0"/>
                <w:color w:val="000000" w:themeColor="text1"/>
                <w:sz w:val="18"/>
                <w:szCs w:val="18"/>
              </w:rPr>
              <w:t>Mitarbeitende und betriebliche Entscheidungsträger sind beteiligt bzw. informiert</w:t>
            </w:r>
          </w:p>
        </w:tc>
      </w:tr>
      <w:tr w:rsidR="00DD7EE9" w:rsidTr="00D0046C">
        <w:trPr>
          <w:cnfStyle w:val="000000100000" w:firstRow="0" w:lastRow="0" w:firstColumn="0" w:lastColumn="0" w:oddVBand="0" w:evenVBand="0" w:oddHBand="1" w:evenHBand="0" w:firstRowFirstColumn="0" w:firstRowLastColumn="0" w:lastRowFirstColumn="0" w:lastRowLastColumn="0"/>
          <w:cantSplit/>
        </w:trPr>
        <w:sdt>
          <w:sdtPr>
            <w:id w:val="-91284763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DD7EE9" w:rsidRDefault="00DD7EE9" w:rsidP="00D0046C">
                <w:pPr>
                  <w:spacing w:before="200" w:after="120"/>
                  <w:jc w:val="center"/>
                </w:pPr>
                <w:r>
                  <w:rPr>
                    <w:rFonts w:ascii="MS Gothic" w:eastAsia="MS Gothic" w:hAnsi="MS Gothic" w:hint="eastAsia"/>
                  </w:rPr>
                  <w:t>☐</w:t>
                </w:r>
              </w:p>
            </w:tc>
          </w:sdtContent>
        </w:sdt>
        <w:sdt>
          <w:sdtPr>
            <w:id w:val="-2136241408"/>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DD7EE9" w:rsidRDefault="00DD7EE9"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804858328"/>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DD7EE9" w:rsidRDefault="00DD7EE9"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439883518"/>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DD7EE9" w:rsidRDefault="00DD7EE9"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DD7EE9" w:rsidRDefault="00DD7EE9" w:rsidP="00DD7EE9">
      <w:pPr>
        <w:spacing w:before="200" w:after="120"/>
        <w:rPr>
          <w:szCs w:val="20"/>
        </w:rPr>
      </w:pPr>
    </w:p>
    <w:p w:rsidR="0075630B" w:rsidRDefault="0075630B" w:rsidP="00316CD8">
      <w:pPr>
        <w:pStyle w:val="berschrift2"/>
        <w:sectPr w:rsidR="0075630B" w:rsidSect="00DE619F">
          <w:type w:val="continuous"/>
          <w:pgSz w:w="11906" w:h="16838" w:code="9"/>
          <w:pgMar w:top="1985" w:right="1418" w:bottom="1701" w:left="1418" w:header="567" w:footer="425" w:gutter="0"/>
          <w:cols w:space="708"/>
          <w:docGrid w:linePitch="360"/>
        </w:sectPr>
      </w:pPr>
    </w:p>
    <w:p w:rsidR="00DD7EE9" w:rsidRPr="00F24D4D" w:rsidRDefault="00DD7EE9" w:rsidP="008772A2">
      <w:pPr>
        <w:pStyle w:val="berschrift2"/>
      </w:pPr>
      <w:r w:rsidRPr="00F24D4D">
        <w:t>Unternehmensentwicklung</w:t>
      </w:r>
    </w:p>
    <w:p w:rsidR="00DD7EE9" w:rsidRDefault="00266FFE" w:rsidP="00274836">
      <w:pPr>
        <w:pStyle w:val="Listenabsatz4"/>
      </w:pPr>
      <w:r>
        <w:t xml:space="preserve">Wahrnehmung und Bewertung von </w:t>
      </w:r>
      <w:r w:rsidR="00394FC6">
        <w:t>Veränderungsbedarfe</w:t>
      </w:r>
      <w:r>
        <w:t>n</w:t>
      </w:r>
      <w:r w:rsidR="00394FC6">
        <w:t xml:space="preserve"> infolge der Entwick</w:t>
      </w:r>
      <w:r>
        <w:t>lung von Branche und Wettbewerb</w:t>
      </w:r>
    </w:p>
    <w:p w:rsidR="00DD7EE9" w:rsidRDefault="00CD6DF5" w:rsidP="003E102C">
      <w:r w:rsidRPr="00E67128">
        <w:rPr>
          <w:rFonts w:eastAsia="Times New Roman" w:cstheme="minorHAnsi"/>
          <w:bCs/>
          <w:iCs/>
          <w:szCs w:val="20"/>
        </w:rPr>
        <w:t>Fähigkeiten zur Anpassung des Unternehmens an neue Anforderungen sind eine wichtige Voraussetzung für erfolgreiche Orientierung und die Umsetzung von Veränderungsprozessen im demografischen Wandel. In diesem Themenfeld richten sich die Fragen auf die Fähigkeiten und Potenziale des Unternehmens, Herausforderungen wahrzunehmen und Veränderungen zu realisieren</w:t>
      </w:r>
      <w:r>
        <w:rPr>
          <w:rFonts w:eastAsia="Times New Roman" w:cstheme="minorHAnsi"/>
          <w:bCs/>
          <w:iCs/>
          <w:szCs w:val="20"/>
        </w:rPr>
        <w:t>.</w:t>
      </w:r>
    </w:p>
    <w:p w:rsidR="00A613B9" w:rsidRDefault="00CD6DF5" w:rsidP="00266FFE">
      <w:pPr>
        <w:pStyle w:val="Fragen1"/>
        <w:numPr>
          <w:ilvl w:val="0"/>
          <w:numId w:val="23"/>
        </w:numPr>
        <w:ind w:left="426" w:hanging="426"/>
      </w:pPr>
      <w:r>
        <w:t>Inwiefern ist es dem Unternehmen in den vergangenen Jahren gelungen, Veränderungsbedarfe bei Produkten und Abläufen zu erkennen?</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A613B9" w:rsidTr="00290584">
        <w:sdt>
          <w:sdtPr>
            <w:rPr>
              <w:rStyle w:val="InputZchn"/>
            </w:rPr>
            <w:id w:val="-1657907315"/>
            <w:showingPlcHdr/>
          </w:sdtPr>
          <w:sdtEndPr>
            <w:rPr>
              <w:rStyle w:val="Absatz-Standardschriftart"/>
            </w:rPr>
          </w:sdtEndPr>
          <w:sdtContent>
            <w:tc>
              <w:tcPr>
                <w:tcW w:w="9102" w:type="dxa"/>
                <w:shd w:val="clear" w:color="auto" w:fill="F2F2F2" w:themeFill="background1" w:themeFillShade="F2"/>
              </w:tcPr>
              <w:p w:rsidR="00A613B9" w:rsidRDefault="00A613B9" w:rsidP="00EA1E15">
                <w:pPr>
                  <w:pStyle w:val="Input1"/>
                </w:pPr>
                <w:r w:rsidRPr="00601259">
                  <w:rPr>
                    <w:rStyle w:val="Platzhaltertext"/>
                    <w:szCs w:val="20"/>
                  </w:rPr>
                  <w:t>Klicken Sie hier, um Text einzugeben.</w:t>
                </w:r>
              </w:p>
            </w:tc>
          </w:sdtContent>
        </w:sdt>
      </w:tr>
    </w:tbl>
    <w:p w:rsidR="00A613B9" w:rsidRPr="00895257" w:rsidRDefault="00895257" w:rsidP="00266FFE">
      <w:pPr>
        <w:pStyle w:val="Fragen1"/>
        <w:numPr>
          <w:ilvl w:val="0"/>
          <w:numId w:val="23"/>
        </w:numPr>
        <w:ind w:left="426" w:hanging="426"/>
      </w:pPr>
      <w:r w:rsidRPr="009701F0">
        <w:t>Inwieweit ist es dem Unternehmen in den vergangenen Jahren gelungen</w:t>
      </w:r>
      <w:r>
        <w:t>,</w:t>
      </w:r>
      <w:r w:rsidRPr="009701F0">
        <w:t xml:space="preserve"> </w:t>
      </w:r>
      <w:r>
        <w:t xml:space="preserve">die unter </w:t>
      </w:r>
      <w:r w:rsidR="00EF0683">
        <w:t>1.1</w:t>
      </w:r>
      <w:r>
        <w:t xml:space="preserve"> benannten </w:t>
      </w:r>
      <w:r w:rsidRPr="009701F0">
        <w:t>Veränderungsprozesse im Unternehmen zu realisieren</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A613B9" w:rsidTr="00290584">
        <w:sdt>
          <w:sdtPr>
            <w:rPr>
              <w:rStyle w:val="InputZchn"/>
            </w:rPr>
            <w:id w:val="1718076370"/>
            <w:showingPlcHdr/>
          </w:sdtPr>
          <w:sdtEndPr>
            <w:rPr>
              <w:rStyle w:val="Absatz-Standardschriftart"/>
            </w:rPr>
          </w:sdtEndPr>
          <w:sdtContent>
            <w:tc>
              <w:tcPr>
                <w:tcW w:w="9102" w:type="dxa"/>
                <w:shd w:val="clear" w:color="auto" w:fill="F2F2F2" w:themeFill="background1" w:themeFillShade="F2"/>
              </w:tcPr>
              <w:p w:rsidR="00A613B9" w:rsidRDefault="00A613B9" w:rsidP="00EA1E15">
                <w:pPr>
                  <w:pStyle w:val="Input1"/>
                </w:pPr>
                <w:r w:rsidRPr="00601259">
                  <w:rPr>
                    <w:rStyle w:val="Platzhaltertext"/>
                    <w:szCs w:val="20"/>
                  </w:rPr>
                  <w:t>Klicken Sie hier, um Text einzugeben.</w:t>
                </w:r>
              </w:p>
            </w:tc>
          </w:sdtContent>
        </w:sdt>
      </w:tr>
    </w:tbl>
    <w:p w:rsidR="00A613B9" w:rsidRDefault="00895257" w:rsidP="00266FFE">
      <w:pPr>
        <w:pStyle w:val="Fragen1"/>
        <w:numPr>
          <w:ilvl w:val="0"/>
          <w:numId w:val="23"/>
        </w:numPr>
        <w:ind w:left="425" w:hanging="425"/>
      </w:pPr>
      <w:r w:rsidRPr="009701F0">
        <w:t>Wie ist die Beteiligung an Veränderungsprozessen über die Alters- und Beschäftigtengruppen hinweg verteilt</w:t>
      </w:r>
      <w:r w:rsidR="008369F4">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A613B9" w:rsidTr="00290584">
        <w:sdt>
          <w:sdtPr>
            <w:rPr>
              <w:rStyle w:val="InputZchn"/>
            </w:rPr>
            <w:id w:val="-149287254"/>
            <w:showingPlcHdr/>
          </w:sdtPr>
          <w:sdtEndPr>
            <w:rPr>
              <w:rStyle w:val="Absatz-Standardschriftart"/>
            </w:rPr>
          </w:sdtEndPr>
          <w:sdtContent>
            <w:tc>
              <w:tcPr>
                <w:tcW w:w="9102" w:type="dxa"/>
                <w:shd w:val="clear" w:color="auto" w:fill="F2F2F2" w:themeFill="background1" w:themeFillShade="F2"/>
              </w:tcPr>
              <w:p w:rsidR="00A613B9" w:rsidRDefault="00A613B9" w:rsidP="00EA1E15">
                <w:pPr>
                  <w:pStyle w:val="Input1"/>
                </w:pPr>
                <w:r w:rsidRPr="00601259">
                  <w:rPr>
                    <w:rStyle w:val="Platzhaltertext"/>
                    <w:szCs w:val="20"/>
                  </w:rPr>
                  <w:t>Klicken Sie hier, um Text einzugeben.</w:t>
                </w:r>
              </w:p>
            </w:tc>
          </w:sdtContent>
        </w:sdt>
      </w:tr>
    </w:tbl>
    <w:p w:rsidR="00A613B9" w:rsidRDefault="00A613B9" w:rsidP="00A613B9"/>
    <w:p w:rsidR="00895257" w:rsidRDefault="00895257" w:rsidP="00274836">
      <w:pPr>
        <w:pStyle w:val="Listenabsatz4"/>
      </w:pPr>
      <w:r>
        <w:t>Beschreibung und Einschätzung der Verfahrensweisen</w:t>
      </w:r>
    </w:p>
    <w:p w:rsidR="00895257" w:rsidRPr="00EF0683" w:rsidRDefault="00EF0683" w:rsidP="00EF0683">
      <w:pPr>
        <w:pStyle w:val="Fragen2"/>
        <w:numPr>
          <w:ilvl w:val="0"/>
          <w:numId w:val="24"/>
        </w:numPr>
        <w:ind w:left="426" w:hanging="426"/>
      </w:pPr>
      <w:r w:rsidRPr="00EF0683">
        <w:t>Wie beobachtet und bewertet das Unternehmen Veränderungen in den Anforderungen durch den Wettbewerb sowie die eigenen Fähigkeiten, Innovationen zu realisieren</w:t>
      </w:r>
      <w:r w:rsidR="00895257" w:rsidRPr="00EF0683">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95257" w:rsidTr="00D0046C">
        <w:sdt>
          <w:sdtPr>
            <w:rPr>
              <w:rStyle w:val="InputZchn"/>
            </w:rPr>
            <w:id w:val="1317765802"/>
            <w:showingPlcHdr/>
          </w:sdtPr>
          <w:sdtEndPr>
            <w:rPr>
              <w:rStyle w:val="Absatz-Standardschriftart"/>
            </w:rPr>
          </w:sdtEndPr>
          <w:sdtContent>
            <w:tc>
              <w:tcPr>
                <w:tcW w:w="9102" w:type="dxa"/>
                <w:shd w:val="clear" w:color="auto" w:fill="F2F2F2" w:themeFill="background1" w:themeFillShade="F2"/>
              </w:tcPr>
              <w:p w:rsidR="00895257" w:rsidRDefault="00895257" w:rsidP="00EA1E15">
                <w:pPr>
                  <w:pStyle w:val="Input1"/>
                </w:pPr>
                <w:r w:rsidRPr="00601259">
                  <w:rPr>
                    <w:rStyle w:val="Platzhaltertext"/>
                    <w:szCs w:val="20"/>
                  </w:rPr>
                  <w:t>Klicken Sie hier, um Text einzugeben.</w:t>
                </w:r>
              </w:p>
            </w:tc>
          </w:sdtContent>
        </w:sdt>
      </w:tr>
    </w:tbl>
    <w:p w:rsidR="00895257" w:rsidRPr="00895257" w:rsidRDefault="00895257" w:rsidP="00266FFE">
      <w:pPr>
        <w:pStyle w:val="Fragen2"/>
      </w:pPr>
      <w:r w:rsidRPr="00895257">
        <w:t>Ist dafür jemand zuständig</w:t>
      </w:r>
      <w:r w:rsidR="008369F4">
        <w:t>?</w:t>
      </w:r>
      <w:r w:rsidRPr="00895257">
        <w:t xml:space="preserve"> Wenn ja, wer?</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95257" w:rsidTr="00D0046C">
        <w:sdt>
          <w:sdtPr>
            <w:rPr>
              <w:rStyle w:val="InputZchn"/>
            </w:rPr>
            <w:id w:val="195512137"/>
            <w:showingPlcHdr/>
          </w:sdtPr>
          <w:sdtEndPr>
            <w:rPr>
              <w:rStyle w:val="Absatz-Standardschriftart"/>
            </w:rPr>
          </w:sdtEndPr>
          <w:sdtContent>
            <w:tc>
              <w:tcPr>
                <w:tcW w:w="9102" w:type="dxa"/>
                <w:shd w:val="clear" w:color="auto" w:fill="F2F2F2" w:themeFill="background1" w:themeFillShade="F2"/>
              </w:tcPr>
              <w:p w:rsidR="00895257" w:rsidRDefault="00895257" w:rsidP="00EA1E15">
                <w:pPr>
                  <w:pStyle w:val="Input1"/>
                </w:pPr>
                <w:r w:rsidRPr="00601259">
                  <w:rPr>
                    <w:rStyle w:val="Platzhaltertext"/>
                    <w:szCs w:val="20"/>
                  </w:rPr>
                  <w:t>Klicken Sie hier, um Text einzugeben.</w:t>
                </w:r>
              </w:p>
            </w:tc>
          </w:sdtContent>
        </w:sdt>
      </w:tr>
    </w:tbl>
    <w:p w:rsidR="00895257" w:rsidRPr="00895257" w:rsidRDefault="00895257" w:rsidP="00266FFE">
      <w:pPr>
        <w:pStyle w:val="Fragen2"/>
      </w:pPr>
      <w:r w:rsidRPr="00895257">
        <w:t>Schätzen Sie bitte ein, welchem Typus Sie Ihr Unternehmen im Umgang mit entsprechenden Informationen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895257" w:rsidTr="00D0046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895257" w:rsidRDefault="00895257" w:rsidP="00EF0683">
            <w:pPr>
              <w:spacing w:before="120" w:after="120"/>
            </w:pPr>
            <w:r>
              <w:t>Typ A:</w:t>
            </w:r>
          </w:p>
          <w:p w:rsidR="00895257" w:rsidRPr="00EF0683" w:rsidRDefault="00895257" w:rsidP="00EF0683">
            <w:pPr>
              <w:spacing w:before="120" w:after="120"/>
              <w:rPr>
                <w:b w:val="0"/>
                <w:sz w:val="18"/>
                <w:szCs w:val="18"/>
              </w:rPr>
            </w:pPr>
            <w:r w:rsidRPr="00EF0683">
              <w:rPr>
                <w:b w:val="0"/>
                <w:sz w:val="18"/>
                <w:szCs w:val="18"/>
              </w:rPr>
              <w:t>Informationen fehlen oder ermöglichen keine Aufschlüsse</w:t>
            </w:r>
          </w:p>
        </w:tc>
        <w:tc>
          <w:tcPr>
            <w:tcW w:w="2126" w:type="dxa"/>
            <w:noWrap/>
          </w:tcPr>
          <w:p w:rsidR="00895257" w:rsidRDefault="00895257" w:rsidP="00EF0683">
            <w:pPr>
              <w:spacing w:before="120" w:after="120"/>
              <w:cnfStyle w:val="100000000000" w:firstRow="1" w:lastRow="0" w:firstColumn="0" w:lastColumn="0" w:oddVBand="0" w:evenVBand="0" w:oddHBand="0" w:evenHBand="0" w:firstRowFirstColumn="0" w:firstRowLastColumn="0" w:lastRowFirstColumn="0" w:lastRowLastColumn="0"/>
            </w:pPr>
            <w:r>
              <w:t>Typ B:</w:t>
            </w:r>
          </w:p>
          <w:p w:rsidR="00895257" w:rsidRPr="00EF0683" w:rsidRDefault="00895257" w:rsidP="00EF0683">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EF0683">
              <w:rPr>
                <w:b w:val="0"/>
                <w:sz w:val="18"/>
                <w:szCs w:val="18"/>
              </w:rPr>
              <w:t>Informationen wurden zu einzelnen Fällen und Anlässen generiert</w:t>
            </w:r>
          </w:p>
        </w:tc>
        <w:tc>
          <w:tcPr>
            <w:tcW w:w="2126" w:type="dxa"/>
            <w:noWrap/>
          </w:tcPr>
          <w:p w:rsidR="00895257" w:rsidRDefault="00895257" w:rsidP="00EF0683">
            <w:pPr>
              <w:spacing w:before="120" w:after="120"/>
              <w:cnfStyle w:val="100000000000" w:firstRow="1" w:lastRow="0" w:firstColumn="0" w:lastColumn="0" w:oddVBand="0" w:evenVBand="0" w:oddHBand="0" w:evenHBand="0" w:firstRowFirstColumn="0" w:firstRowLastColumn="0" w:lastRowFirstColumn="0" w:lastRowLastColumn="0"/>
            </w:pPr>
            <w:r>
              <w:t>Typ C:</w:t>
            </w:r>
          </w:p>
          <w:p w:rsidR="00895257" w:rsidRPr="00EF0683" w:rsidRDefault="00895257" w:rsidP="00EF0683">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EF0683">
              <w:rPr>
                <w:b w:val="0"/>
                <w:sz w:val="18"/>
                <w:szCs w:val="18"/>
              </w:rPr>
              <w:t>Informationen werden systematisch generiert und angewendet</w:t>
            </w:r>
          </w:p>
        </w:tc>
        <w:tc>
          <w:tcPr>
            <w:tcW w:w="2835" w:type="dxa"/>
            <w:shd w:val="clear" w:color="auto" w:fill="C6D9F1" w:themeFill="text2" w:themeFillTint="33"/>
            <w:noWrap/>
          </w:tcPr>
          <w:p w:rsidR="00895257" w:rsidRPr="0010028E" w:rsidRDefault="00895257" w:rsidP="00EF0683">
            <w:pPr>
              <w:spacing w:before="12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895257" w:rsidRPr="00EF0683" w:rsidRDefault="00895257" w:rsidP="00EF0683">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EF0683">
              <w:rPr>
                <w:b w:val="0"/>
                <w:color w:val="000000" w:themeColor="text1"/>
                <w:sz w:val="18"/>
                <w:szCs w:val="18"/>
              </w:rPr>
              <w:t>Mitarbeitende und betriebliche Entscheidungsträger sind beteiligt bzw. informiert</w:t>
            </w:r>
          </w:p>
        </w:tc>
      </w:tr>
      <w:tr w:rsidR="00895257" w:rsidTr="00D0046C">
        <w:trPr>
          <w:cnfStyle w:val="000000100000" w:firstRow="0" w:lastRow="0" w:firstColumn="0" w:lastColumn="0" w:oddVBand="0" w:evenVBand="0" w:oddHBand="1" w:evenHBand="0" w:firstRowFirstColumn="0" w:firstRowLastColumn="0" w:lastRowFirstColumn="0" w:lastRowLastColumn="0"/>
          <w:cantSplit/>
        </w:trPr>
        <w:sdt>
          <w:sdtPr>
            <w:id w:val="-181584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895257" w:rsidRDefault="00895257" w:rsidP="00D0046C">
                <w:pPr>
                  <w:spacing w:before="200" w:after="120"/>
                  <w:jc w:val="center"/>
                </w:pPr>
                <w:r>
                  <w:rPr>
                    <w:rFonts w:ascii="MS Gothic" w:eastAsia="MS Gothic" w:hAnsi="MS Gothic" w:hint="eastAsia"/>
                  </w:rPr>
                  <w:t>☐</w:t>
                </w:r>
              </w:p>
            </w:tc>
          </w:sdtContent>
        </w:sdt>
        <w:sdt>
          <w:sdtPr>
            <w:id w:val="-1629925862"/>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895257" w:rsidRDefault="00895257"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1986545870"/>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895257" w:rsidRDefault="00895257"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1435939734"/>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895257" w:rsidRDefault="00895257"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895257" w:rsidRDefault="00895257" w:rsidP="00895257">
      <w:pPr>
        <w:spacing w:before="200" w:after="120"/>
        <w:rPr>
          <w:szCs w:val="20"/>
        </w:rPr>
      </w:pPr>
    </w:p>
    <w:p w:rsidR="0075630B" w:rsidRDefault="0075630B" w:rsidP="00316CD8">
      <w:pPr>
        <w:pStyle w:val="berschrift2"/>
        <w:sectPr w:rsidR="0075630B" w:rsidSect="00DE619F">
          <w:type w:val="continuous"/>
          <w:pgSz w:w="11906" w:h="16838" w:code="9"/>
          <w:pgMar w:top="1985" w:right="1418" w:bottom="1701" w:left="1418" w:header="567" w:footer="425" w:gutter="0"/>
          <w:cols w:space="708"/>
          <w:docGrid w:linePitch="360"/>
        </w:sectPr>
      </w:pPr>
    </w:p>
    <w:p w:rsidR="00CD6DF5" w:rsidRDefault="00895257" w:rsidP="00316CD8">
      <w:pPr>
        <w:pStyle w:val="berschrift2"/>
      </w:pPr>
      <w:r>
        <w:t>Personal und Rekrutierung</w:t>
      </w:r>
    </w:p>
    <w:p w:rsidR="00895257" w:rsidRDefault="00895257" w:rsidP="00274836">
      <w:pPr>
        <w:pStyle w:val="Listenabsatz5"/>
      </w:pPr>
      <w:r w:rsidRPr="00895257">
        <w:t>Erfahrungen und Kenntnisse bei der Gewinnung und Bindung von Personal</w:t>
      </w:r>
    </w:p>
    <w:p w:rsidR="00895257" w:rsidRDefault="00895257" w:rsidP="003E102C">
      <w:r>
        <w:rPr>
          <w:rFonts w:eastAsia="Times New Roman" w:cstheme="minorHAnsi"/>
          <w:bCs/>
          <w:iCs/>
          <w:szCs w:val="20"/>
        </w:rPr>
        <w:t>Vor dem Hintergrund eines zunehmenden Fachkräftemangels, eines längeren Arbeitslebens und immer weniger werdender junger Arbeitskräfte stellt sich für viele Unternehmen die Frage nach der Personal</w:t>
      </w:r>
      <w:r w:rsidR="00EE625F">
        <w:rPr>
          <w:rFonts w:eastAsia="Times New Roman" w:cstheme="minorHAnsi"/>
          <w:bCs/>
          <w:iCs/>
          <w:szCs w:val="20"/>
        </w:rPr>
        <w:softHyphen/>
      </w:r>
      <w:r>
        <w:rPr>
          <w:rFonts w:eastAsia="Times New Roman" w:cstheme="minorHAnsi"/>
          <w:bCs/>
          <w:iCs/>
          <w:szCs w:val="20"/>
        </w:rPr>
        <w:t>gewinnung und -bindung</w:t>
      </w:r>
      <w:r w:rsidRPr="00EE75E8">
        <w:rPr>
          <w:rFonts w:eastAsia="Times New Roman" w:cstheme="minorHAnsi"/>
          <w:bCs/>
          <w:iCs/>
          <w:szCs w:val="20"/>
        </w:rPr>
        <w:t>.</w:t>
      </w:r>
      <w:r>
        <w:rPr>
          <w:rFonts w:eastAsia="Times New Roman" w:cstheme="minorHAnsi"/>
          <w:bCs/>
          <w:iCs/>
          <w:szCs w:val="20"/>
        </w:rPr>
        <w:t xml:space="preserve"> Attraktivität der Branche und des Unternehmens spielen eine ebenso große Rolle wie Rekrutierungswege und Zielgruppen.</w:t>
      </w:r>
    </w:p>
    <w:p w:rsidR="00316CD8" w:rsidRPr="00A252E8" w:rsidRDefault="00A252E8" w:rsidP="00EF0683">
      <w:pPr>
        <w:pStyle w:val="Fragen1"/>
        <w:numPr>
          <w:ilvl w:val="0"/>
          <w:numId w:val="25"/>
        </w:numPr>
        <w:ind w:left="426" w:hanging="426"/>
      </w:pPr>
      <w:r w:rsidRPr="009701F0">
        <w:t>Über welche Erfahrungen verfügt das Unternehmen bei der Ansprache und Gewinnung von Personal</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316CD8" w:rsidTr="00290584">
        <w:sdt>
          <w:sdtPr>
            <w:rPr>
              <w:rStyle w:val="InputZchn"/>
            </w:rPr>
            <w:id w:val="1576699585"/>
            <w:showingPlcHdr/>
          </w:sdtPr>
          <w:sdtEndPr>
            <w:rPr>
              <w:rStyle w:val="Absatz-Standardschriftart"/>
            </w:rPr>
          </w:sdtEndPr>
          <w:sdtContent>
            <w:tc>
              <w:tcPr>
                <w:tcW w:w="9102" w:type="dxa"/>
                <w:shd w:val="clear" w:color="auto" w:fill="F2F2F2" w:themeFill="background1" w:themeFillShade="F2"/>
              </w:tcPr>
              <w:p w:rsidR="00316CD8" w:rsidRDefault="00316CD8" w:rsidP="00EA1E15">
                <w:pPr>
                  <w:pStyle w:val="Input1"/>
                </w:pPr>
                <w:r w:rsidRPr="00601259">
                  <w:rPr>
                    <w:rStyle w:val="Platzhaltertext"/>
                    <w:szCs w:val="20"/>
                  </w:rPr>
                  <w:t>Klicken Sie hier, um Text einzugeben.</w:t>
                </w:r>
              </w:p>
            </w:tc>
          </w:sdtContent>
        </w:sdt>
      </w:tr>
    </w:tbl>
    <w:p w:rsidR="00316CD8" w:rsidRPr="00A252E8" w:rsidRDefault="00A252E8" w:rsidP="00EF0683">
      <w:pPr>
        <w:pStyle w:val="Fragen1"/>
        <w:numPr>
          <w:ilvl w:val="0"/>
          <w:numId w:val="25"/>
        </w:numPr>
        <w:ind w:left="426" w:hanging="426"/>
      </w:pPr>
      <w:r w:rsidRPr="009701F0">
        <w:t>Über welche Erfahrungen verfügt das Unternehmen, Beschäftigte in unterschiedlichen Lebenslagen an das Unternehmen zu binden</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316CD8" w:rsidTr="00290584">
        <w:sdt>
          <w:sdtPr>
            <w:rPr>
              <w:rStyle w:val="InputZchn"/>
            </w:rPr>
            <w:id w:val="1566846352"/>
            <w:showingPlcHdr/>
          </w:sdtPr>
          <w:sdtEndPr>
            <w:rPr>
              <w:rStyle w:val="Absatz-Standardschriftart"/>
            </w:rPr>
          </w:sdtEndPr>
          <w:sdtContent>
            <w:tc>
              <w:tcPr>
                <w:tcW w:w="9102" w:type="dxa"/>
                <w:shd w:val="clear" w:color="auto" w:fill="F2F2F2" w:themeFill="background1" w:themeFillShade="F2"/>
              </w:tcPr>
              <w:p w:rsidR="00316CD8" w:rsidRDefault="00316CD8" w:rsidP="00EA1E15">
                <w:pPr>
                  <w:pStyle w:val="Input1"/>
                </w:pPr>
                <w:r w:rsidRPr="00601259">
                  <w:rPr>
                    <w:rStyle w:val="Platzhaltertext"/>
                    <w:szCs w:val="20"/>
                  </w:rPr>
                  <w:t>Klicken Sie hier, um Text einzugeben.</w:t>
                </w:r>
              </w:p>
            </w:tc>
          </w:sdtContent>
        </w:sdt>
      </w:tr>
    </w:tbl>
    <w:p w:rsidR="00316CD8" w:rsidRDefault="00A252E8" w:rsidP="00EF0683">
      <w:pPr>
        <w:pStyle w:val="Fragen1"/>
        <w:numPr>
          <w:ilvl w:val="0"/>
          <w:numId w:val="25"/>
        </w:numPr>
        <w:ind w:left="426" w:hanging="426"/>
      </w:pPr>
      <w:r w:rsidRPr="009701F0">
        <w:t>Wie stark ist die Fluktuation im Unternehmen und inwieweit ist diese in einzelnen Bereichen bzw. bei bestimmten Beschäftigtengruppen unterschiedlich stark ausgeprägt</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316CD8" w:rsidTr="00290584">
        <w:sdt>
          <w:sdtPr>
            <w:rPr>
              <w:rStyle w:val="InputZchn"/>
            </w:rPr>
            <w:id w:val="1836104403"/>
            <w:showingPlcHdr/>
          </w:sdtPr>
          <w:sdtEndPr>
            <w:rPr>
              <w:rStyle w:val="Absatz-Standardschriftart"/>
            </w:rPr>
          </w:sdtEndPr>
          <w:sdtContent>
            <w:tc>
              <w:tcPr>
                <w:tcW w:w="9102" w:type="dxa"/>
                <w:shd w:val="clear" w:color="auto" w:fill="F2F2F2" w:themeFill="background1" w:themeFillShade="F2"/>
              </w:tcPr>
              <w:p w:rsidR="00316CD8" w:rsidRDefault="00316CD8" w:rsidP="00EA1E15">
                <w:pPr>
                  <w:pStyle w:val="Input1"/>
                </w:pPr>
                <w:r w:rsidRPr="00601259">
                  <w:rPr>
                    <w:rStyle w:val="Platzhaltertext"/>
                    <w:szCs w:val="20"/>
                  </w:rPr>
                  <w:t>Klicken Sie hier, um Text einzugeben.</w:t>
                </w:r>
              </w:p>
            </w:tc>
          </w:sdtContent>
        </w:sdt>
      </w:tr>
    </w:tbl>
    <w:p w:rsidR="00A252E8" w:rsidRDefault="00A252E8" w:rsidP="00316CD8"/>
    <w:p w:rsidR="00A252E8" w:rsidRDefault="00A252E8" w:rsidP="00274836">
      <w:pPr>
        <w:pStyle w:val="Listenabsatz5"/>
      </w:pPr>
      <w:r>
        <w:lastRenderedPageBreak/>
        <w:t>Beschreibung und Einschätzung der Verfahrensweisen</w:t>
      </w:r>
    </w:p>
    <w:p w:rsidR="00A252E8" w:rsidRPr="00895257" w:rsidRDefault="00A252E8" w:rsidP="00EF0683">
      <w:pPr>
        <w:pStyle w:val="Fragen2"/>
        <w:numPr>
          <w:ilvl w:val="0"/>
          <w:numId w:val="26"/>
        </w:numPr>
        <w:ind w:left="426" w:hanging="426"/>
      </w:pPr>
      <w:r w:rsidRPr="00895257">
        <w:t xml:space="preserve">Wie </w:t>
      </w:r>
      <w:r>
        <w:t>steuert das Unternehmen die Gewinnung und Bindung von Personal</w:t>
      </w:r>
      <w:r w:rsidRPr="00895257">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A252E8" w:rsidTr="00D0046C">
        <w:sdt>
          <w:sdtPr>
            <w:rPr>
              <w:rStyle w:val="InputZchn"/>
            </w:rPr>
            <w:id w:val="-2001416707"/>
            <w:showingPlcHdr/>
          </w:sdtPr>
          <w:sdtEndPr>
            <w:rPr>
              <w:rStyle w:val="Absatz-Standardschriftart"/>
            </w:rPr>
          </w:sdtEndPr>
          <w:sdtContent>
            <w:tc>
              <w:tcPr>
                <w:tcW w:w="9102" w:type="dxa"/>
                <w:shd w:val="clear" w:color="auto" w:fill="F2F2F2" w:themeFill="background1" w:themeFillShade="F2"/>
              </w:tcPr>
              <w:p w:rsidR="00A252E8" w:rsidRDefault="00A252E8" w:rsidP="00EA1E15">
                <w:pPr>
                  <w:pStyle w:val="Input1"/>
                </w:pPr>
                <w:r w:rsidRPr="00601259">
                  <w:rPr>
                    <w:rStyle w:val="Platzhaltertext"/>
                    <w:szCs w:val="20"/>
                  </w:rPr>
                  <w:t>Klicken Sie hier, um Text einzugeben.</w:t>
                </w:r>
              </w:p>
            </w:tc>
          </w:sdtContent>
        </w:sdt>
      </w:tr>
    </w:tbl>
    <w:p w:rsidR="00A252E8" w:rsidRPr="00895257" w:rsidRDefault="00A252E8" w:rsidP="00EF0683">
      <w:pPr>
        <w:pStyle w:val="Fragen2"/>
      </w:pPr>
      <w:r w:rsidRPr="00895257">
        <w:t>Ist dafür jemand zuständig</w:t>
      </w:r>
      <w:r w:rsidR="008369F4">
        <w:t>?</w:t>
      </w:r>
      <w:r w:rsidRPr="00895257">
        <w:t xml:space="preserve"> </w:t>
      </w:r>
      <w:r w:rsidR="008369F4">
        <w:t>Wenn ja, wer</w:t>
      </w:r>
      <w:r w:rsidRPr="00895257">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A252E8" w:rsidTr="00D0046C">
        <w:sdt>
          <w:sdtPr>
            <w:rPr>
              <w:rStyle w:val="InputZchn"/>
            </w:rPr>
            <w:id w:val="-1089308709"/>
            <w:showingPlcHdr/>
          </w:sdtPr>
          <w:sdtEndPr>
            <w:rPr>
              <w:rStyle w:val="Absatz-Standardschriftart"/>
            </w:rPr>
          </w:sdtEndPr>
          <w:sdtContent>
            <w:tc>
              <w:tcPr>
                <w:tcW w:w="9102" w:type="dxa"/>
                <w:shd w:val="clear" w:color="auto" w:fill="F2F2F2" w:themeFill="background1" w:themeFillShade="F2"/>
              </w:tcPr>
              <w:p w:rsidR="00A252E8" w:rsidRDefault="00A252E8" w:rsidP="00EA1E15">
                <w:pPr>
                  <w:pStyle w:val="Input1"/>
                </w:pPr>
                <w:r w:rsidRPr="00601259">
                  <w:rPr>
                    <w:rStyle w:val="Platzhaltertext"/>
                    <w:szCs w:val="20"/>
                  </w:rPr>
                  <w:t>Klicken Sie hier, um Text einzugeben.</w:t>
                </w:r>
              </w:p>
            </w:tc>
          </w:sdtContent>
        </w:sdt>
      </w:tr>
    </w:tbl>
    <w:p w:rsidR="00A252E8" w:rsidRPr="00895257" w:rsidRDefault="00A252E8" w:rsidP="00EF0683">
      <w:pPr>
        <w:pStyle w:val="Fragen2"/>
      </w:pPr>
      <w:r w:rsidRPr="00895257">
        <w:t>Schätzen Sie bitte ein, welchem Typus Sie Ihr Unternehmen im Umgang mit entsprechenden Informationen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A252E8" w:rsidTr="00D0046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A252E8" w:rsidRDefault="00A252E8" w:rsidP="00EF0683">
            <w:pPr>
              <w:spacing w:before="120" w:after="120"/>
            </w:pPr>
            <w:r>
              <w:t>Typ A:</w:t>
            </w:r>
          </w:p>
          <w:p w:rsidR="00A252E8" w:rsidRPr="00EF0683" w:rsidRDefault="00A252E8" w:rsidP="00EF0683">
            <w:pPr>
              <w:spacing w:before="120" w:after="120"/>
              <w:rPr>
                <w:b w:val="0"/>
                <w:sz w:val="18"/>
                <w:szCs w:val="18"/>
              </w:rPr>
            </w:pPr>
            <w:r w:rsidRPr="00EF0683">
              <w:rPr>
                <w:b w:val="0"/>
                <w:sz w:val="18"/>
                <w:szCs w:val="18"/>
              </w:rPr>
              <w:t>Informationen fehlen oder ermöglichen keine Aufschlüsse</w:t>
            </w:r>
          </w:p>
        </w:tc>
        <w:tc>
          <w:tcPr>
            <w:tcW w:w="2126" w:type="dxa"/>
            <w:noWrap/>
          </w:tcPr>
          <w:p w:rsidR="00A252E8" w:rsidRDefault="00A252E8" w:rsidP="00EF0683">
            <w:pPr>
              <w:spacing w:before="120" w:after="120"/>
              <w:cnfStyle w:val="100000000000" w:firstRow="1" w:lastRow="0" w:firstColumn="0" w:lastColumn="0" w:oddVBand="0" w:evenVBand="0" w:oddHBand="0" w:evenHBand="0" w:firstRowFirstColumn="0" w:firstRowLastColumn="0" w:lastRowFirstColumn="0" w:lastRowLastColumn="0"/>
            </w:pPr>
            <w:r>
              <w:t>Typ B:</w:t>
            </w:r>
          </w:p>
          <w:p w:rsidR="00A252E8" w:rsidRPr="00EF0683" w:rsidRDefault="00A252E8" w:rsidP="00EF0683">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EF0683">
              <w:rPr>
                <w:b w:val="0"/>
                <w:sz w:val="18"/>
                <w:szCs w:val="18"/>
              </w:rPr>
              <w:t>Informationen wurden zu einzelnen Fällen und Anlässen generiert</w:t>
            </w:r>
          </w:p>
        </w:tc>
        <w:tc>
          <w:tcPr>
            <w:tcW w:w="2126" w:type="dxa"/>
            <w:noWrap/>
          </w:tcPr>
          <w:p w:rsidR="00A252E8" w:rsidRDefault="00A252E8" w:rsidP="00EF0683">
            <w:pPr>
              <w:spacing w:before="120" w:after="120"/>
              <w:cnfStyle w:val="100000000000" w:firstRow="1" w:lastRow="0" w:firstColumn="0" w:lastColumn="0" w:oddVBand="0" w:evenVBand="0" w:oddHBand="0" w:evenHBand="0" w:firstRowFirstColumn="0" w:firstRowLastColumn="0" w:lastRowFirstColumn="0" w:lastRowLastColumn="0"/>
            </w:pPr>
            <w:r>
              <w:t>Typ C:</w:t>
            </w:r>
          </w:p>
          <w:p w:rsidR="00A252E8" w:rsidRPr="00EF0683" w:rsidRDefault="00A252E8" w:rsidP="00EF0683">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EF0683">
              <w:rPr>
                <w:b w:val="0"/>
                <w:sz w:val="18"/>
                <w:szCs w:val="18"/>
              </w:rPr>
              <w:t>Informationen werden systematisch generiert und angewendet</w:t>
            </w:r>
          </w:p>
        </w:tc>
        <w:tc>
          <w:tcPr>
            <w:tcW w:w="2835" w:type="dxa"/>
            <w:shd w:val="clear" w:color="auto" w:fill="C6D9F1" w:themeFill="text2" w:themeFillTint="33"/>
            <w:noWrap/>
          </w:tcPr>
          <w:p w:rsidR="00A252E8" w:rsidRPr="0010028E" w:rsidRDefault="00A252E8" w:rsidP="00EF0683">
            <w:pPr>
              <w:spacing w:before="12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A252E8" w:rsidRPr="00EF0683" w:rsidRDefault="00A252E8" w:rsidP="00EF0683">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EF0683">
              <w:rPr>
                <w:b w:val="0"/>
                <w:color w:val="000000" w:themeColor="text1"/>
                <w:sz w:val="18"/>
                <w:szCs w:val="18"/>
              </w:rPr>
              <w:t>Mitarbeitende und betriebliche Entscheidungsträger sind beteiligt bzw. informiert</w:t>
            </w:r>
          </w:p>
        </w:tc>
      </w:tr>
      <w:tr w:rsidR="00A252E8" w:rsidTr="00D0046C">
        <w:trPr>
          <w:cnfStyle w:val="000000100000" w:firstRow="0" w:lastRow="0" w:firstColumn="0" w:lastColumn="0" w:oddVBand="0" w:evenVBand="0" w:oddHBand="1" w:evenHBand="0" w:firstRowFirstColumn="0" w:firstRowLastColumn="0" w:lastRowFirstColumn="0" w:lastRowLastColumn="0"/>
          <w:cantSplit/>
        </w:trPr>
        <w:sdt>
          <w:sdtPr>
            <w:id w:val="183533461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A252E8" w:rsidRDefault="00A252E8" w:rsidP="00D0046C">
                <w:pPr>
                  <w:spacing w:before="200" w:after="120"/>
                  <w:jc w:val="center"/>
                </w:pPr>
                <w:r>
                  <w:rPr>
                    <w:rFonts w:ascii="MS Gothic" w:eastAsia="MS Gothic" w:hAnsi="MS Gothic" w:hint="eastAsia"/>
                  </w:rPr>
                  <w:t>☐</w:t>
                </w:r>
              </w:p>
            </w:tc>
          </w:sdtContent>
        </w:sdt>
        <w:sdt>
          <w:sdtPr>
            <w:id w:val="-283585798"/>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A252E8" w:rsidRDefault="00A252E8"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635608987"/>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A252E8" w:rsidRDefault="00A252E8"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1906413727"/>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A252E8" w:rsidRDefault="00A252E8"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A252E8" w:rsidRDefault="00A252E8" w:rsidP="00A252E8">
      <w:pPr>
        <w:spacing w:before="200" w:after="120"/>
        <w:rPr>
          <w:szCs w:val="20"/>
        </w:rPr>
      </w:pPr>
    </w:p>
    <w:p w:rsidR="0075630B" w:rsidRDefault="0075630B" w:rsidP="00316CD8">
      <w:pPr>
        <w:pStyle w:val="berschrift2"/>
        <w:sectPr w:rsidR="0075630B" w:rsidSect="00DE619F">
          <w:type w:val="continuous"/>
          <w:pgSz w:w="11906" w:h="16838" w:code="9"/>
          <w:pgMar w:top="1985" w:right="1418" w:bottom="1701" w:left="1418" w:header="567" w:footer="425" w:gutter="0"/>
          <w:cols w:space="708"/>
          <w:docGrid w:linePitch="360"/>
        </w:sectPr>
      </w:pPr>
    </w:p>
    <w:p w:rsidR="00CD6DF5" w:rsidRDefault="003753B4" w:rsidP="00316CD8">
      <w:pPr>
        <w:pStyle w:val="berschrift2"/>
      </w:pPr>
      <w:r>
        <w:t>Unternehmenskultur und Führung</w:t>
      </w:r>
    </w:p>
    <w:p w:rsidR="003753B4" w:rsidRPr="003753B4" w:rsidRDefault="009136FE" w:rsidP="00274836">
      <w:pPr>
        <w:pStyle w:val="Listenabsatz6"/>
      </w:pPr>
      <w:r>
        <w:t>Eignung von</w:t>
      </w:r>
      <w:r w:rsidR="003753B4">
        <w:t xml:space="preserve"> Unternehmenskultur und Führung, </w:t>
      </w:r>
      <w:r w:rsidR="000957BC">
        <w:t xml:space="preserve">um </w:t>
      </w:r>
      <w:r w:rsidR="003753B4">
        <w:t>Leistungsfähigkeit und Motivation der Beschäftigten im demografischen Wandel zu erhalten und zu fördern</w:t>
      </w:r>
    </w:p>
    <w:p w:rsidR="003753B4" w:rsidRDefault="003753B4" w:rsidP="003E102C">
      <w:pPr>
        <w:rPr>
          <w:rFonts w:eastAsia="Times New Roman" w:cstheme="minorHAnsi"/>
          <w:bCs/>
          <w:iCs/>
          <w:szCs w:val="20"/>
        </w:rPr>
      </w:pPr>
      <w:r w:rsidRPr="00E67128">
        <w:rPr>
          <w:rFonts w:eastAsia="Times New Roman" w:cstheme="minorHAnsi"/>
          <w:bCs/>
          <w:iCs/>
          <w:szCs w:val="20"/>
        </w:rPr>
        <w:t>Unternehmenskultur, Führungsverhalten und Motivation stehen in einem engen Wechselverhältnis. Sie sind entscheidende Voraussetzungen für die Bindung von Mitarbeitern</w:t>
      </w:r>
      <w:r>
        <w:rPr>
          <w:rFonts w:eastAsia="Times New Roman" w:cstheme="minorHAnsi"/>
          <w:bCs/>
          <w:iCs/>
          <w:szCs w:val="20"/>
        </w:rPr>
        <w:t xml:space="preserve"> aller Altersgruppen</w:t>
      </w:r>
      <w:r w:rsidRPr="00E67128">
        <w:rPr>
          <w:rFonts w:eastAsia="Times New Roman" w:cstheme="minorHAnsi"/>
          <w:bCs/>
          <w:iCs/>
          <w:szCs w:val="20"/>
        </w:rPr>
        <w:t xml:space="preserve"> an das Unternehmen und eine hohe Attraktivität als Arbeitgeber. Die Fragen in diesem Themenfeld </w:t>
      </w:r>
      <w:r>
        <w:rPr>
          <w:rFonts w:eastAsia="Times New Roman" w:cstheme="minorHAnsi"/>
          <w:bCs/>
          <w:iCs/>
          <w:szCs w:val="20"/>
        </w:rPr>
        <w:t>beleuch</w:t>
      </w:r>
      <w:r w:rsidRPr="00E67128">
        <w:rPr>
          <w:rFonts w:eastAsia="Times New Roman" w:cstheme="minorHAnsi"/>
          <w:bCs/>
          <w:iCs/>
          <w:szCs w:val="20"/>
        </w:rPr>
        <w:t>ten, inwiefern dieses für die Bewältigung des demografischen Wandels entscheidende Potenzial genutzt wird</w:t>
      </w:r>
      <w:r>
        <w:rPr>
          <w:rFonts w:eastAsia="Times New Roman" w:cstheme="minorHAnsi"/>
          <w:bCs/>
          <w:iCs/>
          <w:szCs w:val="20"/>
        </w:rPr>
        <w:t>.</w:t>
      </w:r>
    </w:p>
    <w:p w:rsidR="009136FE" w:rsidRDefault="00A252E8" w:rsidP="000957BC">
      <w:pPr>
        <w:pStyle w:val="Fragen1"/>
        <w:numPr>
          <w:ilvl w:val="0"/>
          <w:numId w:val="27"/>
        </w:numPr>
        <w:spacing w:after="120"/>
        <w:ind w:left="425" w:hanging="425"/>
      </w:pPr>
      <w:r>
        <w:t xml:space="preserve">Wie sehen Zusammenarbeit und </w:t>
      </w:r>
      <w:r w:rsidRPr="009701F0">
        <w:t>Kommunikation zwischen den unterschiedlichen Alters- und Beschäftigtengruppen aus?</w:t>
      </w:r>
    </w:p>
    <w:p w:rsidR="00ED3AFB" w:rsidRPr="00A252E8" w:rsidRDefault="000957BC" w:rsidP="009136FE">
      <w:pPr>
        <w:ind w:left="426"/>
      </w:pPr>
      <w:r>
        <w:t>Hier sind p</w:t>
      </w:r>
      <w:r w:rsidR="00A252E8" w:rsidRPr="009701F0">
        <w:t>ositive Situationen und Konfliktsituationen gleichermaßen zu berücksichtigen</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ED3AFB" w:rsidTr="00290584">
        <w:sdt>
          <w:sdtPr>
            <w:rPr>
              <w:rStyle w:val="InputZchn"/>
            </w:rPr>
            <w:id w:val="-1629701287"/>
            <w:showingPlcHdr/>
          </w:sdtPr>
          <w:sdtEndPr>
            <w:rPr>
              <w:rStyle w:val="Absatz-Standardschriftart"/>
            </w:rPr>
          </w:sdtEndPr>
          <w:sdtContent>
            <w:tc>
              <w:tcPr>
                <w:tcW w:w="9102" w:type="dxa"/>
                <w:shd w:val="clear" w:color="auto" w:fill="F2F2F2" w:themeFill="background1" w:themeFillShade="F2"/>
              </w:tcPr>
              <w:p w:rsidR="00ED3AFB" w:rsidRDefault="00ED3AFB" w:rsidP="00EA1E15">
                <w:pPr>
                  <w:pStyle w:val="Input1"/>
                </w:pPr>
                <w:r w:rsidRPr="00601259">
                  <w:rPr>
                    <w:rStyle w:val="Platzhaltertext"/>
                    <w:szCs w:val="20"/>
                  </w:rPr>
                  <w:t>Klicken Sie hier, um Text einzugeben.</w:t>
                </w:r>
              </w:p>
            </w:tc>
          </w:sdtContent>
        </w:sdt>
      </w:tr>
    </w:tbl>
    <w:p w:rsidR="000957BC" w:rsidRDefault="00A252E8" w:rsidP="000957BC">
      <w:pPr>
        <w:pStyle w:val="Fragen1"/>
        <w:numPr>
          <w:ilvl w:val="0"/>
          <w:numId w:val="27"/>
        </w:numPr>
        <w:spacing w:after="120"/>
        <w:ind w:left="425" w:hanging="425"/>
      </w:pPr>
      <w:r w:rsidRPr="009701F0">
        <w:t>Wie ist das Verhalten der Führungskräfte gegenüber den verschiedenen Alters- und Beschäftigtengruppen zu kennzeichnen?</w:t>
      </w:r>
    </w:p>
    <w:p w:rsidR="00ED3AFB" w:rsidRDefault="000957BC" w:rsidP="000957BC">
      <w:pPr>
        <w:ind w:left="426"/>
      </w:pPr>
      <w:r>
        <w:t>Auch hier sind p</w:t>
      </w:r>
      <w:r w:rsidR="00A252E8" w:rsidRPr="009701F0">
        <w:t>ositive Situationen und Konfliktsituationen gleichermaßen zu berücksichtigen</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ED3AFB" w:rsidTr="00290584">
        <w:sdt>
          <w:sdtPr>
            <w:rPr>
              <w:rStyle w:val="InputZchn"/>
            </w:rPr>
            <w:id w:val="-1140105961"/>
            <w:showingPlcHdr/>
          </w:sdtPr>
          <w:sdtEndPr>
            <w:rPr>
              <w:rStyle w:val="Absatz-Standardschriftart"/>
            </w:rPr>
          </w:sdtEndPr>
          <w:sdtContent>
            <w:tc>
              <w:tcPr>
                <w:tcW w:w="9102" w:type="dxa"/>
                <w:shd w:val="clear" w:color="auto" w:fill="F2F2F2" w:themeFill="background1" w:themeFillShade="F2"/>
              </w:tcPr>
              <w:p w:rsidR="00ED3AFB" w:rsidRDefault="00ED3AFB" w:rsidP="00EA1E15">
                <w:pPr>
                  <w:pStyle w:val="Input1"/>
                </w:pPr>
                <w:r w:rsidRPr="00601259">
                  <w:rPr>
                    <w:rStyle w:val="Platzhaltertext"/>
                    <w:szCs w:val="20"/>
                  </w:rPr>
                  <w:t>Klicken Sie hier, um Text einzugeben.</w:t>
                </w:r>
              </w:p>
            </w:tc>
          </w:sdtContent>
        </w:sdt>
      </w:tr>
    </w:tbl>
    <w:p w:rsidR="00A252E8" w:rsidRDefault="00A252E8" w:rsidP="00ED3AFB"/>
    <w:p w:rsidR="00B8568E" w:rsidRDefault="00B8568E" w:rsidP="00274836">
      <w:pPr>
        <w:pStyle w:val="Listenabsatz6"/>
      </w:pPr>
      <w:r>
        <w:t>Beschreibung und Einschätzung der Verfahrensweisen</w:t>
      </w:r>
    </w:p>
    <w:p w:rsidR="00B8568E" w:rsidRPr="00895257" w:rsidRDefault="000957BC" w:rsidP="000957BC">
      <w:pPr>
        <w:pStyle w:val="Fragen2"/>
        <w:numPr>
          <w:ilvl w:val="0"/>
          <w:numId w:val="28"/>
        </w:numPr>
        <w:ind w:left="426" w:hanging="426"/>
      </w:pPr>
      <w:r w:rsidRPr="000957BC">
        <w:lastRenderedPageBreak/>
        <w:t>Wie erhält das Unternehmen Informationen und Rückmeldungen über die Unternehmenskultur und die Wirkung des Führungsverhaltens</w:t>
      </w:r>
      <w:r w:rsidR="00B8568E" w:rsidRPr="00895257">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B8568E" w:rsidTr="00D0046C">
        <w:sdt>
          <w:sdtPr>
            <w:rPr>
              <w:rStyle w:val="InputZchn"/>
            </w:rPr>
            <w:id w:val="-1534346339"/>
            <w:showingPlcHdr/>
          </w:sdtPr>
          <w:sdtEndPr>
            <w:rPr>
              <w:rStyle w:val="Absatz-Standardschriftart"/>
            </w:rPr>
          </w:sdtEndPr>
          <w:sdtContent>
            <w:tc>
              <w:tcPr>
                <w:tcW w:w="9102" w:type="dxa"/>
                <w:shd w:val="clear" w:color="auto" w:fill="F2F2F2" w:themeFill="background1" w:themeFillShade="F2"/>
              </w:tcPr>
              <w:p w:rsidR="00B8568E" w:rsidRDefault="00B8568E" w:rsidP="00EA1E15">
                <w:pPr>
                  <w:pStyle w:val="Input1"/>
                </w:pPr>
                <w:r w:rsidRPr="00601259">
                  <w:rPr>
                    <w:rStyle w:val="Platzhaltertext"/>
                    <w:szCs w:val="20"/>
                  </w:rPr>
                  <w:t>Klicken Sie hier, um Text einzugeben.</w:t>
                </w:r>
              </w:p>
            </w:tc>
          </w:sdtContent>
        </w:sdt>
      </w:tr>
    </w:tbl>
    <w:p w:rsidR="00B8568E" w:rsidRPr="00895257" w:rsidRDefault="00B8568E" w:rsidP="000957BC">
      <w:pPr>
        <w:pStyle w:val="Fragen2"/>
      </w:pPr>
      <w:r w:rsidRPr="00895257">
        <w:t>Ist dafür jemand zuständig</w:t>
      </w:r>
      <w:r w:rsidR="008369F4">
        <w:t>?</w:t>
      </w:r>
      <w:r w:rsidRPr="00895257">
        <w:t xml:space="preserve"> </w:t>
      </w:r>
      <w:r w:rsidR="008369F4">
        <w:t>Wenn ja, wer</w:t>
      </w:r>
      <w:r w:rsidRPr="00895257">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B8568E" w:rsidTr="00D0046C">
        <w:sdt>
          <w:sdtPr>
            <w:rPr>
              <w:rStyle w:val="InputZchn"/>
            </w:rPr>
            <w:id w:val="-312180971"/>
            <w:showingPlcHdr/>
          </w:sdtPr>
          <w:sdtEndPr>
            <w:rPr>
              <w:rStyle w:val="Absatz-Standardschriftart"/>
            </w:rPr>
          </w:sdtEndPr>
          <w:sdtContent>
            <w:tc>
              <w:tcPr>
                <w:tcW w:w="9102" w:type="dxa"/>
                <w:shd w:val="clear" w:color="auto" w:fill="F2F2F2" w:themeFill="background1" w:themeFillShade="F2"/>
              </w:tcPr>
              <w:p w:rsidR="00B8568E" w:rsidRDefault="00B8568E" w:rsidP="00EA1E15">
                <w:pPr>
                  <w:pStyle w:val="Input1"/>
                </w:pPr>
                <w:r w:rsidRPr="00601259">
                  <w:rPr>
                    <w:rStyle w:val="Platzhaltertext"/>
                    <w:szCs w:val="20"/>
                  </w:rPr>
                  <w:t>Klicken Sie hier, um Text einzugeben.</w:t>
                </w:r>
              </w:p>
            </w:tc>
          </w:sdtContent>
        </w:sdt>
      </w:tr>
    </w:tbl>
    <w:p w:rsidR="00B8568E" w:rsidRPr="00895257" w:rsidRDefault="00B8568E" w:rsidP="000957BC">
      <w:pPr>
        <w:pStyle w:val="Fragen2"/>
      </w:pPr>
      <w:r w:rsidRPr="00895257">
        <w:t>Schätzen Sie bitte ein, welchem Typus Sie Ihr Unternehmen im Umgang mit entsprechenden Informationen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B8568E" w:rsidTr="00D0046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B8568E" w:rsidRDefault="00B8568E" w:rsidP="000957BC">
            <w:pPr>
              <w:spacing w:before="120" w:after="120"/>
            </w:pPr>
            <w:r>
              <w:t>Typ A:</w:t>
            </w:r>
          </w:p>
          <w:p w:rsidR="00B8568E" w:rsidRPr="000957BC" w:rsidRDefault="00B8568E" w:rsidP="000957BC">
            <w:pPr>
              <w:spacing w:before="120" w:after="120"/>
              <w:rPr>
                <w:b w:val="0"/>
                <w:sz w:val="18"/>
                <w:szCs w:val="18"/>
              </w:rPr>
            </w:pPr>
            <w:r w:rsidRPr="000957BC">
              <w:rPr>
                <w:b w:val="0"/>
                <w:sz w:val="18"/>
                <w:szCs w:val="18"/>
              </w:rPr>
              <w:t>Informationen fehlen oder ermöglichen keine Aufschlüsse</w:t>
            </w:r>
          </w:p>
        </w:tc>
        <w:tc>
          <w:tcPr>
            <w:tcW w:w="2126" w:type="dxa"/>
            <w:noWrap/>
          </w:tcPr>
          <w:p w:rsidR="00B8568E" w:rsidRDefault="00B8568E" w:rsidP="000957BC">
            <w:pPr>
              <w:spacing w:before="120" w:after="120"/>
              <w:cnfStyle w:val="100000000000" w:firstRow="1" w:lastRow="0" w:firstColumn="0" w:lastColumn="0" w:oddVBand="0" w:evenVBand="0" w:oddHBand="0" w:evenHBand="0" w:firstRowFirstColumn="0" w:firstRowLastColumn="0" w:lastRowFirstColumn="0" w:lastRowLastColumn="0"/>
            </w:pPr>
            <w:r>
              <w:t>Typ B:</w:t>
            </w:r>
          </w:p>
          <w:p w:rsidR="00B8568E" w:rsidRPr="000957BC" w:rsidRDefault="00B8568E" w:rsidP="000957BC">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0957BC">
              <w:rPr>
                <w:b w:val="0"/>
                <w:sz w:val="18"/>
                <w:szCs w:val="18"/>
              </w:rPr>
              <w:t>Informationen wurden zu einzelnen Fällen und Anlässen generiert</w:t>
            </w:r>
          </w:p>
        </w:tc>
        <w:tc>
          <w:tcPr>
            <w:tcW w:w="2126" w:type="dxa"/>
            <w:noWrap/>
          </w:tcPr>
          <w:p w:rsidR="00B8568E" w:rsidRDefault="00B8568E" w:rsidP="000957BC">
            <w:pPr>
              <w:spacing w:before="120" w:after="120"/>
              <w:cnfStyle w:val="100000000000" w:firstRow="1" w:lastRow="0" w:firstColumn="0" w:lastColumn="0" w:oddVBand="0" w:evenVBand="0" w:oddHBand="0" w:evenHBand="0" w:firstRowFirstColumn="0" w:firstRowLastColumn="0" w:lastRowFirstColumn="0" w:lastRowLastColumn="0"/>
            </w:pPr>
            <w:r>
              <w:t>Typ C:</w:t>
            </w:r>
          </w:p>
          <w:p w:rsidR="00B8568E" w:rsidRPr="000957BC" w:rsidRDefault="00B8568E" w:rsidP="000957BC">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0957BC">
              <w:rPr>
                <w:b w:val="0"/>
                <w:sz w:val="18"/>
                <w:szCs w:val="18"/>
              </w:rPr>
              <w:t>Informationen werden systematisch generiert und angewendet</w:t>
            </w:r>
          </w:p>
        </w:tc>
        <w:tc>
          <w:tcPr>
            <w:tcW w:w="2835" w:type="dxa"/>
            <w:shd w:val="clear" w:color="auto" w:fill="C6D9F1" w:themeFill="text2" w:themeFillTint="33"/>
            <w:noWrap/>
          </w:tcPr>
          <w:p w:rsidR="00B8568E" w:rsidRPr="0010028E" w:rsidRDefault="00B8568E" w:rsidP="000957BC">
            <w:pPr>
              <w:spacing w:before="12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B8568E" w:rsidRPr="000957BC" w:rsidRDefault="00B8568E" w:rsidP="000957BC">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0957BC">
              <w:rPr>
                <w:b w:val="0"/>
                <w:color w:val="000000" w:themeColor="text1"/>
                <w:sz w:val="18"/>
                <w:szCs w:val="18"/>
              </w:rPr>
              <w:t>Mitarbeitende und betriebliche Entscheidungsträger sind beteiligt bzw. informiert</w:t>
            </w:r>
          </w:p>
        </w:tc>
      </w:tr>
      <w:tr w:rsidR="00B8568E" w:rsidTr="00D0046C">
        <w:trPr>
          <w:cnfStyle w:val="000000100000" w:firstRow="0" w:lastRow="0" w:firstColumn="0" w:lastColumn="0" w:oddVBand="0" w:evenVBand="0" w:oddHBand="1" w:evenHBand="0" w:firstRowFirstColumn="0" w:firstRowLastColumn="0" w:lastRowFirstColumn="0" w:lastRowLastColumn="0"/>
          <w:cantSplit/>
        </w:trPr>
        <w:sdt>
          <w:sdtPr>
            <w:id w:val="-142872174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B8568E" w:rsidRDefault="00B8568E" w:rsidP="00D0046C">
                <w:pPr>
                  <w:spacing w:before="200" w:after="120"/>
                  <w:jc w:val="center"/>
                </w:pPr>
                <w:r>
                  <w:rPr>
                    <w:rFonts w:ascii="MS Gothic" w:eastAsia="MS Gothic" w:hAnsi="MS Gothic" w:hint="eastAsia"/>
                  </w:rPr>
                  <w:t>☐</w:t>
                </w:r>
              </w:p>
            </w:tc>
          </w:sdtContent>
        </w:sdt>
        <w:sdt>
          <w:sdtPr>
            <w:id w:val="857162346"/>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B8568E" w:rsidRDefault="00B8568E"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749553443"/>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B8568E" w:rsidRDefault="00B8568E"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1296555920"/>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B8568E" w:rsidRDefault="00B8568E" w:rsidP="00D0046C">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8B6BB1" w:rsidRDefault="008B6BB1" w:rsidP="003E102C"/>
    <w:p w:rsidR="008B6BB1" w:rsidRDefault="00517DCC" w:rsidP="008B6BB1">
      <w:pPr>
        <w:pStyle w:val="berschrift2"/>
      </w:pPr>
      <w:r>
        <w:t>Vielfalt</w:t>
      </w:r>
    </w:p>
    <w:p w:rsidR="008B6BB1" w:rsidRPr="005303D2" w:rsidRDefault="008B6BB1" w:rsidP="008B6BB1">
      <w:pPr>
        <w:autoSpaceDE w:val="0"/>
        <w:autoSpaceDN w:val="0"/>
        <w:adjustRightInd w:val="0"/>
        <w:spacing w:after="0" w:line="240" w:lineRule="auto"/>
        <w:jc w:val="both"/>
        <w:rPr>
          <w:rFonts w:cs="Verdana"/>
          <w:color w:val="000000"/>
        </w:rPr>
      </w:pPr>
      <w:r w:rsidRPr="005303D2">
        <w:rPr>
          <w:rFonts w:cs="Verdana"/>
          <w:color w:val="000000"/>
        </w:rPr>
        <w:t xml:space="preserve">Beschäftigte weisen je nach Alter, Geschlecht und Herkunft unterschiedliche Bedürfnisse, Interessen und Erwartungen an ihr Arbeitsumfeld auf. </w:t>
      </w:r>
      <w:r w:rsidRPr="003D0B1B">
        <w:rPr>
          <w:rFonts w:cs="Verdana"/>
          <w:color w:val="000000"/>
        </w:rPr>
        <w:t xml:space="preserve">Diese </w:t>
      </w:r>
      <w:r>
        <w:rPr>
          <w:rFonts w:cs="Verdana"/>
          <w:color w:val="000000"/>
        </w:rPr>
        <w:t>Diversitäten</w:t>
      </w:r>
      <w:r w:rsidRPr="003D0B1B">
        <w:rPr>
          <w:rFonts w:cs="Verdana"/>
          <w:color w:val="000000"/>
        </w:rPr>
        <w:t xml:space="preserve"> </w:t>
      </w:r>
      <w:r>
        <w:rPr>
          <w:rFonts w:cs="Verdana"/>
          <w:color w:val="000000"/>
        </w:rPr>
        <w:t>wirken sich auf die</w:t>
      </w:r>
      <w:r w:rsidRPr="005303D2">
        <w:rPr>
          <w:rFonts w:cs="Verdana"/>
          <w:color w:val="000000"/>
        </w:rPr>
        <w:t xml:space="preserve"> </w:t>
      </w:r>
      <w:r>
        <w:rPr>
          <w:rFonts w:cs="Verdana"/>
          <w:color w:val="000000"/>
        </w:rPr>
        <w:t xml:space="preserve">erfolgreiche </w:t>
      </w:r>
      <w:r w:rsidRPr="005303D2">
        <w:rPr>
          <w:rFonts w:cs="Verdana"/>
          <w:color w:val="000000"/>
        </w:rPr>
        <w:t>Zukunftsfähigkeit</w:t>
      </w:r>
      <w:r>
        <w:rPr>
          <w:rFonts w:cs="Verdana"/>
          <w:color w:val="000000"/>
        </w:rPr>
        <w:t xml:space="preserve"> im Unternehmen aus. Ein</w:t>
      </w:r>
      <w:r w:rsidRPr="005303D2">
        <w:rPr>
          <w:rFonts w:cs="Verdana"/>
          <w:color w:val="000000"/>
        </w:rPr>
        <w:t xml:space="preserve"> Unternehmen </w:t>
      </w:r>
      <w:r>
        <w:rPr>
          <w:rFonts w:cs="Verdana"/>
          <w:color w:val="000000"/>
        </w:rPr>
        <w:t xml:space="preserve">sollte daher die Vielfalt im Unternehmen kennen und </w:t>
      </w:r>
      <w:r w:rsidRPr="005303D2">
        <w:rPr>
          <w:rFonts w:cs="Verdana"/>
          <w:color w:val="000000"/>
        </w:rPr>
        <w:t xml:space="preserve">im Stande sein, </w:t>
      </w:r>
      <w:r>
        <w:rPr>
          <w:rFonts w:cs="Verdana"/>
          <w:color w:val="000000"/>
        </w:rPr>
        <w:t xml:space="preserve">ihr zu begegnen und </w:t>
      </w:r>
      <w:r w:rsidRPr="005303D2">
        <w:rPr>
          <w:rFonts w:cs="Verdana"/>
          <w:color w:val="000000"/>
        </w:rPr>
        <w:t>gerecht zu werden.</w:t>
      </w:r>
    </w:p>
    <w:p w:rsidR="008B6BB1" w:rsidRDefault="008B6BB1" w:rsidP="008B6BB1">
      <w:pPr>
        <w:autoSpaceDE w:val="0"/>
        <w:autoSpaceDN w:val="0"/>
        <w:adjustRightInd w:val="0"/>
        <w:spacing w:after="0" w:line="240" w:lineRule="auto"/>
        <w:jc w:val="both"/>
        <w:rPr>
          <w:rFonts w:cs="Verdana"/>
          <w:color w:val="000000"/>
        </w:rPr>
      </w:pPr>
      <w:r>
        <w:rPr>
          <w:rFonts w:cs="Verdana"/>
          <w:color w:val="000000"/>
        </w:rPr>
        <w:t xml:space="preserve">Bisherige Erkenntnisse zeigen auf, das alters- oder kulturell gemischte Gruppen in der Zusammenarbeit häufig von Konflikten, Problemen oder (sprachlichen und kulturellen) Missverständnissen betroffen sind oder </w:t>
      </w:r>
      <w:r w:rsidRPr="003F1AFB">
        <w:rPr>
          <w:rFonts w:cs="Verdana"/>
          <w:color w:val="000000"/>
        </w:rPr>
        <w:t xml:space="preserve">ihre Arbeit durch Koordinations- und Integrationsprobleme </w:t>
      </w:r>
      <w:r>
        <w:rPr>
          <w:rFonts w:cs="Verdana"/>
          <w:color w:val="000000"/>
        </w:rPr>
        <w:t>beeinträchtigt wird. Das hängt besonders davon ab, ob die jeweiligen „gemischten“ Gruppen in der Lage sind, ihre Stärken als Synergieeffekte nutzen zu können.</w:t>
      </w:r>
    </w:p>
    <w:p w:rsidR="008B6BB1" w:rsidRDefault="008B6BB1" w:rsidP="008B6BB1">
      <w:pPr>
        <w:jc w:val="both"/>
      </w:pPr>
      <w:r>
        <w:t xml:space="preserve">Dementsprechend ist es wichtig, die unterschiedlichen Beschäftigtengruppen und die Zusammenstellungen von Teams im Unternehmen zu kennen und sich mit den potentiell daraus folgenden Herausforderungen zu beschäftigen. Ansatzpunkte dafür liefern die Altersstrukturanalyse (siehe Leitfaden zur Altersstrukturanalyse) und Fragen aus den </w:t>
      </w:r>
      <w:proofErr w:type="spellStart"/>
      <w:r>
        <w:t>Demografiepotentialen</w:t>
      </w:r>
      <w:proofErr w:type="spellEnd"/>
      <w:r>
        <w:t xml:space="preserve"> wie Gesundheit, Weiterbildung / Qualifikation sowie Unternehmenskultur und Führung.</w:t>
      </w:r>
    </w:p>
    <w:p w:rsidR="008B6BB1" w:rsidRPr="006C4A43" w:rsidRDefault="008B6BB1" w:rsidP="00274836">
      <w:pPr>
        <w:pStyle w:val="Listenabsatz"/>
        <w:numPr>
          <w:ilvl w:val="0"/>
          <w:numId w:val="32"/>
        </w:numPr>
      </w:pPr>
      <w:r>
        <w:t>Leitfragen zur Situationsbeschreibung</w:t>
      </w:r>
    </w:p>
    <w:p w:rsidR="008B6BB1" w:rsidRPr="00A0066E" w:rsidRDefault="008B6BB1" w:rsidP="008B6BB1">
      <w:pPr>
        <w:pStyle w:val="Fragen1"/>
        <w:numPr>
          <w:ilvl w:val="0"/>
          <w:numId w:val="31"/>
        </w:numPr>
      </w:pPr>
      <w:r w:rsidRPr="00A0066E">
        <w:t>Welche verschiedenen Beschäftigtengruppen lassen sich im Unternehmen identifizieren (siehe Altersstrukturanalyse)?</w:t>
      </w:r>
      <w:r>
        <w:t xml:space="preserve"> (z.B. Alter, Geschlecht, Ethnische Herkunft, Religion, Körperliche Behinderung, Vollzeit-/Teilzeitbeschäftigung, etc.)</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40127458"/>
            <w:placeholder>
              <w:docPart w:val="1A908E419DAE45278E1AE5867902B4E8"/>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t>Wie nehmen die unterschiedlichen Beschäftigtengruppen an Maßnahmen der Personalentwicklung teil</w:t>
      </w:r>
      <w:r w:rsidRPr="006C72F8">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612886392"/>
            <w:placeholder>
              <w:docPart w:val="E91804AF52B04102A9B018CF4F9AD9F4"/>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lastRenderedPageBreak/>
        <w:t>Ist bekannt, ob es Hinderungsgründe zur Teilnahme an Weiterbildungsmaßnahmen für einzelne Beschäftigtengruppen gibt und wenn ja, welche sind das? (z.B. Sprachprobleme, Zeitpunkt der Maßnahmen etc.)</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351385426"/>
            <w:placeholder>
              <w:docPart w:val="391548C7C2E045E6A200C0BBBACCC585"/>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rsidRPr="00A0066E">
        <w:t>Hält das Unternehmen spezielle Maßnahmen zur Integration von speziellen Beschäftigtengruppen vor? (Integrationsmanagement, Sprachkurse etc.)</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14256871"/>
            <w:placeholder>
              <w:docPart w:val="62CF3F10A6FA45188A131C386B38C4E0"/>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rsidRPr="00A0066E">
        <w:t>Lassen sich Unterschiede in den Krankenständen der verschiedenen Beschäftigtengruppen identifizieren? Wenn ja, welche?</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210098884"/>
            <w:placeholder>
              <w:docPart w:val="AC31C8C3DC384FCAB596453E72C5E22C"/>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rsidRPr="00A0066E">
        <w:t>A) Gibt es im Betrieb Maßnahmen zum Erhalt oder Steigerung der Gesundheit von Beschäftigten und B) wie werden diese von den unterschiedlichen Beschäftigtengruppen frequentiert? C) Welche Hinderungsgründe könnten bestehen?</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199467055"/>
            <w:placeholder>
              <w:docPart w:val="8EB01E591527483AB8A220BF847BB550"/>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rsidRPr="00A0066E">
        <w:t>Gibt es Rückmeldungen zu Konflikten in Kommunikation und Zusammenarbeit in gemischten Teams (ethnisch-, altersgemischt etc.)?</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486058993"/>
            <w:placeholder>
              <w:docPart w:val="6069F2D68DEB4DCAB8589379E750A9E1"/>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rsidRPr="00A0066E">
        <w:t>Findet im Unternehmen regelmäßige Führungskräfteentwicklung statt? Sind „</w:t>
      </w:r>
      <w:proofErr w:type="spellStart"/>
      <w:r w:rsidRPr="00A0066E">
        <w:t>Diversity</w:t>
      </w:r>
      <w:proofErr w:type="spellEnd"/>
      <w:r w:rsidRPr="00A0066E">
        <w:t>“ und „Interkulturelle Zusammenarbeit“ ein Thema in der Qualifizierung</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82670436"/>
            <w:placeholder>
              <w:docPart w:val="290E1B362D934BF0871DDE4589BBDBB0"/>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6C72F8" w:rsidRDefault="008B6BB1" w:rsidP="008B6BB1">
      <w:pPr>
        <w:pStyle w:val="Fragen1"/>
        <w:numPr>
          <w:ilvl w:val="0"/>
          <w:numId w:val="31"/>
        </w:numPr>
        <w:ind w:left="567" w:hanging="567"/>
      </w:pPr>
      <w:r>
        <w:t>Wird bei der Regelung von Arbeitszeiten und/oder der Dienst-/Schichtplanung das Thema Vereinbarkeit von Familie, Pflege und Beruf berücksichtigt? Gibt es spezielle Regelungen für lebensphasenorientierte Personalarbeit?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128867404"/>
            <w:placeholder>
              <w:docPart w:val="ABECDE6880E14F68B15276428D4E655C"/>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F004D3" w:rsidRDefault="008B6BB1" w:rsidP="008B6BB1">
      <w:pPr>
        <w:pStyle w:val="Fragen1"/>
        <w:numPr>
          <w:ilvl w:val="0"/>
          <w:numId w:val="31"/>
        </w:numPr>
        <w:ind w:left="567" w:hanging="567"/>
      </w:pPr>
      <w:r w:rsidRPr="00A0066E">
        <w:t>Ist eine Willkommenskultur in der Unternehmensstrategie verankert und Teil vom Unternehmensleitbild</w:t>
      </w:r>
      <w:r>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336206478"/>
            <w:placeholder>
              <w:docPart w:val="B670F5E30C564235AF91FC219146B217"/>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Default="008B6BB1" w:rsidP="008B6BB1"/>
    <w:p w:rsidR="008B6BB1" w:rsidRDefault="008B6BB1" w:rsidP="008B6BB1">
      <w:pPr>
        <w:sectPr w:rsidR="008B6BB1" w:rsidSect="00DE619F">
          <w:headerReference w:type="default" r:id="rId18"/>
          <w:footerReference w:type="default" r:id="rId19"/>
          <w:type w:val="continuous"/>
          <w:pgSz w:w="11906" w:h="16838" w:code="9"/>
          <w:pgMar w:top="1985" w:right="1418" w:bottom="1701" w:left="1418" w:header="567" w:footer="425" w:gutter="0"/>
          <w:cols w:space="708"/>
          <w:docGrid w:linePitch="360"/>
        </w:sectPr>
      </w:pPr>
    </w:p>
    <w:p w:rsidR="008B6BB1" w:rsidRPr="006C4A43" w:rsidRDefault="008B6BB1" w:rsidP="00274836">
      <w:pPr>
        <w:pStyle w:val="Listenabsatz"/>
      </w:pPr>
      <w:r w:rsidRPr="006C4A43">
        <w:t>Beschreibung und Einschätzung der Verfahrensweisen</w:t>
      </w:r>
    </w:p>
    <w:p w:rsidR="008B6BB1" w:rsidRPr="00A0066E" w:rsidRDefault="008B6BB1" w:rsidP="008B6BB1">
      <w:pPr>
        <w:pStyle w:val="Fragen2"/>
        <w:numPr>
          <w:ilvl w:val="0"/>
          <w:numId w:val="30"/>
        </w:numPr>
        <w:tabs>
          <w:tab w:val="left" w:pos="680"/>
        </w:tabs>
        <w:ind w:left="567" w:hanging="567"/>
      </w:pPr>
      <w:r w:rsidRPr="00A0066E">
        <w:t>Wie wird im Unternehmen v</w:t>
      </w:r>
      <w:r>
        <w:t>orgegangen, um Informationen zu</w:t>
      </w:r>
      <w:r w:rsidRPr="00A0066E">
        <w:t xml:space="preserve"> </w:t>
      </w:r>
      <w:r>
        <w:t xml:space="preserve">Migration und </w:t>
      </w:r>
      <w:proofErr w:type="spellStart"/>
      <w:r>
        <w:t>Diversity</w:t>
      </w:r>
      <w:proofErr w:type="spellEnd"/>
      <w:r w:rsidRPr="00A0066E">
        <w:t xml:space="preserve"> zu erfassen und zu bewerten?</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Tr="00A722EA">
        <w:sdt>
          <w:sdtPr>
            <w:rPr>
              <w:rStyle w:val="InputZchn"/>
            </w:rPr>
            <w:id w:val="801200584"/>
            <w:placeholder>
              <w:docPart w:val="872882B9F0BA442A826D217C922FA305"/>
            </w:placeholder>
            <w:showingPlcHdr/>
          </w:sdtPr>
          <w:sdtEndPr>
            <w:rPr>
              <w:rStyle w:val="Absatz-Standardschriftart"/>
            </w:rPr>
          </w:sdtEndPr>
          <w:sdtContent>
            <w:tc>
              <w:tcPr>
                <w:tcW w:w="9102" w:type="dxa"/>
                <w:shd w:val="clear" w:color="auto" w:fill="F2F2F2" w:themeFill="background1" w:themeFillShade="F2"/>
              </w:tcPr>
              <w:p w:rsidR="008B6BB1" w:rsidRPr="006C72F8" w:rsidRDefault="008B6BB1" w:rsidP="00A722EA">
                <w:pPr>
                  <w:pStyle w:val="Input1"/>
                </w:pPr>
                <w:r w:rsidRPr="006C72F8">
                  <w:rPr>
                    <w:rStyle w:val="Platzhaltertext"/>
                    <w:szCs w:val="20"/>
                  </w:rPr>
                  <w:t>Klicken Sie hier, um Text einzugeben.</w:t>
                </w:r>
              </w:p>
            </w:tc>
          </w:sdtContent>
        </w:sdt>
      </w:tr>
    </w:tbl>
    <w:p w:rsidR="008B6BB1" w:rsidRPr="00DF5ECE" w:rsidRDefault="008B6BB1" w:rsidP="008B6BB1">
      <w:pPr>
        <w:pStyle w:val="Fragen2"/>
        <w:numPr>
          <w:ilvl w:val="0"/>
          <w:numId w:val="30"/>
        </w:numPr>
        <w:tabs>
          <w:tab w:val="left" w:pos="680"/>
        </w:tabs>
        <w:ind w:left="567" w:hanging="567"/>
      </w:pPr>
      <w:r>
        <w:t>Ist j</w:t>
      </w:r>
      <w:r w:rsidRPr="00DF5ECE">
        <w:t>emand dafür zuständig</w:t>
      </w:r>
      <w:r>
        <w:t>?</w:t>
      </w:r>
      <w:r w:rsidRPr="00DF5ECE">
        <w:t xml:space="preserve"> </w:t>
      </w:r>
      <w:r>
        <w:t>Wenn ja, wer</w:t>
      </w:r>
      <w:r w:rsidRPr="00DF5ECE">
        <w:t>?</w:t>
      </w:r>
    </w:p>
    <w:tbl>
      <w:tblPr>
        <w:tblStyle w:val="Tabellenraster"/>
        <w:tblW w:w="0" w:type="auto"/>
        <w:tblInd w:w="108" w:type="dxa"/>
        <w:shd w:val="clear" w:color="auto" w:fill="F2F2F2" w:themeFill="background1" w:themeFillShade="F2"/>
        <w:tblLook w:val="04A0" w:firstRow="1" w:lastRow="0" w:firstColumn="1" w:lastColumn="0" w:noHBand="0" w:noVBand="1"/>
      </w:tblPr>
      <w:tblGrid>
        <w:gridCol w:w="8952"/>
      </w:tblGrid>
      <w:tr w:rsidR="008B6BB1" w:rsidRPr="00DF5ECE" w:rsidTr="00A722EA">
        <w:sdt>
          <w:sdtPr>
            <w:rPr>
              <w:rStyle w:val="InputZchn"/>
              <w:sz w:val="18"/>
              <w:szCs w:val="18"/>
            </w:rPr>
            <w:id w:val="-1643030472"/>
            <w:placeholder>
              <w:docPart w:val="91FB3978A93D4B0984C3CA8720F48D78"/>
            </w:placeholder>
            <w:showingPlcHdr/>
          </w:sdtPr>
          <w:sdtEndPr>
            <w:rPr>
              <w:rStyle w:val="Absatz-Standardschriftart"/>
            </w:rPr>
          </w:sdtEndPr>
          <w:sdtContent>
            <w:tc>
              <w:tcPr>
                <w:tcW w:w="9102" w:type="dxa"/>
                <w:shd w:val="clear" w:color="auto" w:fill="F2F2F2" w:themeFill="background1" w:themeFillShade="F2"/>
              </w:tcPr>
              <w:p w:rsidR="008B6BB1" w:rsidRPr="00DF5ECE" w:rsidRDefault="008B6BB1" w:rsidP="00A722EA">
                <w:pPr>
                  <w:pStyle w:val="Input1"/>
                  <w:rPr>
                    <w:sz w:val="18"/>
                    <w:szCs w:val="18"/>
                  </w:rPr>
                </w:pPr>
                <w:r w:rsidRPr="00DF5ECE">
                  <w:rPr>
                    <w:rStyle w:val="Platzhaltertext"/>
                    <w:sz w:val="18"/>
                    <w:szCs w:val="18"/>
                  </w:rPr>
                  <w:t>Klicken Sie hier, um Text einzugeben.</w:t>
                </w:r>
              </w:p>
            </w:tc>
          </w:sdtContent>
        </w:sdt>
      </w:tr>
    </w:tbl>
    <w:p w:rsidR="008B6BB1" w:rsidRDefault="008B6BB1" w:rsidP="008B6BB1">
      <w:pPr>
        <w:pStyle w:val="Fragen2"/>
        <w:numPr>
          <w:ilvl w:val="0"/>
          <w:numId w:val="30"/>
        </w:numPr>
        <w:tabs>
          <w:tab w:val="left" w:pos="680"/>
        </w:tabs>
        <w:ind w:left="567" w:hanging="567"/>
      </w:pPr>
      <w:r w:rsidRPr="00DF5ECE">
        <w:t>Schätzen Sie bitte ein, welchem Typus Sie Ihr Unternehmen im Umgang mit entsprechenden Informationen</w:t>
      </w:r>
      <w:r>
        <w:t xml:space="preserve"> bislang zuordnen.</w:t>
      </w:r>
    </w:p>
    <w:tbl>
      <w:tblPr>
        <w:tblStyle w:val="MittlereSchattierung1-Akzent11"/>
        <w:tblW w:w="0" w:type="auto"/>
        <w:tblInd w:w="108" w:type="dxa"/>
        <w:tblBorders>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985"/>
        <w:gridCol w:w="2126"/>
        <w:gridCol w:w="2126"/>
        <w:gridCol w:w="2835"/>
      </w:tblGrid>
      <w:tr w:rsidR="008B6BB1" w:rsidTr="00A722EA">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noWrap/>
          </w:tcPr>
          <w:p w:rsidR="008B6BB1" w:rsidRDefault="008B6BB1" w:rsidP="00A722EA">
            <w:pPr>
              <w:spacing w:before="200" w:after="120"/>
            </w:pPr>
            <w:r>
              <w:t>Typ A:</w:t>
            </w:r>
          </w:p>
          <w:p w:rsidR="008B6BB1" w:rsidRPr="00DF5ECE" w:rsidRDefault="008B6BB1" w:rsidP="00A722EA">
            <w:pPr>
              <w:spacing w:before="120" w:after="120"/>
              <w:rPr>
                <w:b w:val="0"/>
                <w:sz w:val="18"/>
                <w:szCs w:val="18"/>
              </w:rPr>
            </w:pPr>
            <w:r w:rsidRPr="00DF5ECE">
              <w:rPr>
                <w:b w:val="0"/>
                <w:sz w:val="18"/>
                <w:szCs w:val="18"/>
              </w:rPr>
              <w:t>Informationen fehlen oder ermöglichen keine Aufschlüsse</w:t>
            </w:r>
          </w:p>
        </w:tc>
        <w:tc>
          <w:tcPr>
            <w:tcW w:w="2126" w:type="dxa"/>
            <w:noWrap/>
          </w:tcPr>
          <w:p w:rsidR="008B6BB1" w:rsidRDefault="008B6BB1" w:rsidP="00A722EA">
            <w:pPr>
              <w:spacing w:before="200" w:after="120"/>
              <w:cnfStyle w:val="100000000000" w:firstRow="1" w:lastRow="0" w:firstColumn="0" w:lastColumn="0" w:oddVBand="0" w:evenVBand="0" w:oddHBand="0" w:evenHBand="0" w:firstRowFirstColumn="0" w:firstRowLastColumn="0" w:lastRowFirstColumn="0" w:lastRowLastColumn="0"/>
            </w:pPr>
            <w:r>
              <w:t>Typ B:</w:t>
            </w:r>
          </w:p>
          <w:p w:rsidR="008B6BB1" w:rsidRPr="00DF5ECE" w:rsidRDefault="008B6BB1" w:rsidP="00A722EA">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DF5ECE">
              <w:rPr>
                <w:b w:val="0"/>
                <w:sz w:val="18"/>
                <w:szCs w:val="18"/>
              </w:rPr>
              <w:t>Informationen wurden zu einzelnen Fällen und Anlässen generiert</w:t>
            </w:r>
          </w:p>
        </w:tc>
        <w:tc>
          <w:tcPr>
            <w:tcW w:w="2126" w:type="dxa"/>
            <w:noWrap/>
          </w:tcPr>
          <w:p w:rsidR="008B6BB1" w:rsidRDefault="008B6BB1" w:rsidP="00A722EA">
            <w:pPr>
              <w:spacing w:before="200" w:after="120"/>
              <w:cnfStyle w:val="100000000000" w:firstRow="1" w:lastRow="0" w:firstColumn="0" w:lastColumn="0" w:oddVBand="0" w:evenVBand="0" w:oddHBand="0" w:evenHBand="0" w:firstRowFirstColumn="0" w:firstRowLastColumn="0" w:lastRowFirstColumn="0" w:lastRowLastColumn="0"/>
            </w:pPr>
            <w:r>
              <w:t>Typ C:</w:t>
            </w:r>
          </w:p>
          <w:p w:rsidR="008B6BB1" w:rsidRPr="00DF5ECE" w:rsidRDefault="008B6BB1" w:rsidP="00A722EA">
            <w:pPr>
              <w:spacing w:before="120" w:after="120"/>
              <w:cnfStyle w:val="100000000000" w:firstRow="1" w:lastRow="0" w:firstColumn="0" w:lastColumn="0" w:oddVBand="0" w:evenVBand="0" w:oddHBand="0" w:evenHBand="0" w:firstRowFirstColumn="0" w:firstRowLastColumn="0" w:lastRowFirstColumn="0" w:lastRowLastColumn="0"/>
              <w:rPr>
                <w:sz w:val="18"/>
                <w:szCs w:val="18"/>
              </w:rPr>
            </w:pPr>
            <w:r w:rsidRPr="00DF5ECE">
              <w:rPr>
                <w:b w:val="0"/>
                <w:sz w:val="18"/>
                <w:szCs w:val="18"/>
              </w:rPr>
              <w:t>Informationen werden systematisch generiert und angewendet</w:t>
            </w:r>
          </w:p>
        </w:tc>
        <w:tc>
          <w:tcPr>
            <w:tcW w:w="2835" w:type="dxa"/>
            <w:shd w:val="clear" w:color="auto" w:fill="C6D9F1" w:themeFill="text2" w:themeFillTint="33"/>
            <w:noWrap/>
          </w:tcPr>
          <w:p w:rsidR="008B6BB1" w:rsidRPr="0010028E" w:rsidRDefault="008B6BB1" w:rsidP="00A722EA">
            <w:pPr>
              <w:spacing w:before="200" w:after="120"/>
              <w:cnfStyle w:val="100000000000" w:firstRow="1" w:lastRow="0" w:firstColumn="0" w:lastColumn="0" w:oddVBand="0" w:evenVBand="0" w:oddHBand="0" w:evenHBand="0" w:firstRowFirstColumn="0" w:firstRowLastColumn="0" w:lastRowFirstColumn="0" w:lastRowLastColumn="0"/>
              <w:rPr>
                <w:color w:val="000000" w:themeColor="text1"/>
              </w:rPr>
            </w:pPr>
            <w:r w:rsidRPr="0010028E">
              <w:rPr>
                <w:color w:val="000000" w:themeColor="text1"/>
              </w:rPr>
              <w:t>Zusatzmerkmal:</w:t>
            </w:r>
          </w:p>
          <w:p w:rsidR="008B6BB1" w:rsidRPr="00DF5ECE" w:rsidRDefault="008B6BB1" w:rsidP="00A722EA">
            <w:pPr>
              <w:spacing w:before="120" w:after="120"/>
              <w:cnfStyle w:val="100000000000" w:firstRow="1" w:lastRow="0" w:firstColumn="0" w:lastColumn="0" w:oddVBand="0" w:evenVBand="0" w:oddHBand="0" w:evenHBand="0" w:firstRowFirstColumn="0" w:firstRowLastColumn="0" w:lastRowFirstColumn="0" w:lastRowLastColumn="0"/>
              <w:rPr>
                <w:b w:val="0"/>
                <w:sz w:val="18"/>
                <w:szCs w:val="18"/>
              </w:rPr>
            </w:pPr>
            <w:r w:rsidRPr="00DF5ECE">
              <w:rPr>
                <w:b w:val="0"/>
                <w:color w:val="000000" w:themeColor="text1"/>
                <w:sz w:val="18"/>
                <w:szCs w:val="18"/>
              </w:rPr>
              <w:t>Mitarbeitende und betriebliche Entscheidungsträger sind beteiligt bzw. informiert</w:t>
            </w:r>
          </w:p>
        </w:tc>
      </w:tr>
      <w:tr w:rsidR="008B6BB1" w:rsidTr="00A722EA">
        <w:trPr>
          <w:cnfStyle w:val="000000100000" w:firstRow="0" w:lastRow="0" w:firstColumn="0" w:lastColumn="0" w:oddVBand="0" w:evenVBand="0" w:oddHBand="1" w:evenHBand="0" w:firstRowFirstColumn="0" w:firstRowLastColumn="0" w:lastRowFirstColumn="0" w:lastRowLastColumn="0"/>
          <w:cantSplit/>
        </w:trPr>
        <w:sdt>
          <w:sdtPr>
            <w:id w:val="-120070419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985" w:type="dxa"/>
                <w:shd w:val="clear" w:color="auto" w:fill="D9D9D9" w:themeFill="background1" w:themeFillShade="D9"/>
                <w:noWrap/>
              </w:tcPr>
              <w:p w:rsidR="008B6BB1" w:rsidRDefault="008B6BB1" w:rsidP="00A722EA">
                <w:pPr>
                  <w:spacing w:before="200" w:after="120"/>
                  <w:jc w:val="center"/>
                </w:pPr>
                <w:r>
                  <w:rPr>
                    <w:rFonts w:ascii="MS Gothic" w:eastAsia="MS Gothic" w:hAnsi="MS Gothic" w:hint="eastAsia"/>
                  </w:rPr>
                  <w:t>☐</w:t>
                </w:r>
              </w:p>
            </w:tc>
          </w:sdtContent>
        </w:sdt>
        <w:sdt>
          <w:sdtPr>
            <w:id w:val="477042382"/>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8B6BB1" w:rsidRDefault="008B6BB1" w:rsidP="00A722EA">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492299147"/>
            <w14:checkbox>
              <w14:checked w14:val="0"/>
              <w14:checkedState w14:val="2612" w14:font="MS Gothic"/>
              <w14:uncheckedState w14:val="2610" w14:font="MS Gothic"/>
            </w14:checkbox>
          </w:sdtPr>
          <w:sdtEndPr/>
          <w:sdtContent>
            <w:tc>
              <w:tcPr>
                <w:tcW w:w="2126" w:type="dxa"/>
                <w:shd w:val="clear" w:color="auto" w:fill="D9D9D9" w:themeFill="background1" w:themeFillShade="D9"/>
                <w:noWrap/>
              </w:tcPr>
              <w:p w:rsidR="008B6BB1" w:rsidRDefault="008B6BB1" w:rsidP="00A722EA">
                <w:pPr>
                  <w:spacing w:before="200" w:after="120"/>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sdt>
          <w:sdtPr>
            <w:id w:val="-1031335879"/>
            <w14:checkbox>
              <w14:checked w14:val="0"/>
              <w14:checkedState w14:val="00C4" w14:font="Symbol"/>
              <w14:uncheckedState w14:val="00A1" w14:font="Wingdings"/>
            </w14:checkbox>
          </w:sdtPr>
          <w:sdtEndPr/>
          <w:sdtContent>
            <w:tc>
              <w:tcPr>
                <w:tcW w:w="2835" w:type="dxa"/>
                <w:shd w:val="clear" w:color="auto" w:fill="C6D9F1" w:themeFill="text2" w:themeFillTint="33"/>
                <w:noWrap/>
              </w:tcPr>
              <w:p w:rsidR="008B6BB1" w:rsidRDefault="008B6BB1" w:rsidP="00A722EA">
                <w:pPr>
                  <w:spacing w:before="200" w:after="120"/>
                  <w:jc w:val="center"/>
                  <w:cnfStyle w:val="000000100000" w:firstRow="0" w:lastRow="0" w:firstColumn="0" w:lastColumn="0" w:oddVBand="0" w:evenVBand="0" w:oddHBand="1" w:evenHBand="0" w:firstRowFirstColumn="0" w:firstRowLastColumn="0" w:lastRowFirstColumn="0" w:lastRowLastColumn="0"/>
                </w:pPr>
                <w:r>
                  <w:sym w:font="Wingdings" w:char="F0A1"/>
                </w:r>
              </w:p>
            </w:tc>
          </w:sdtContent>
        </w:sdt>
      </w:tr>
    </w:tbl>
    <w:p w:rsidR="008B6BB1" w:rsidRDefault="008B6BB1" w:rsidP="008B6BB1">
      <w:pPr>
        <w:pStyle w:val="FrageAudit"/>
        <w:numPr>
          <w:ilvl w:val="0"/>
          <w:numId w:val="0"/>
        </w:numPr>
        <w:ind w:left="426" w:hanging="426"/>
        <w:sectPr w:rsidR="008B6BB1" w:rsidSect="00DE619F">
          <w:type w:val="continuous"/>
          <w:pgSz w:w="11906" w:h="16838" w:code="9"/>
          <w:pgMar w:top="1985" w:right="1418" w:bottom="1701" w:left="1418" w:header="567" w:footer="425" w:gutter="0"/>
          <w:cols w:space="708"/>
          <w:docGrid w:linePitch="360"/>
        </w:sectPr>
      </w:pPr>
    </w:p>
    <w:p w:rsidR="008B6BB1" w:rsidRDefault="008B6BB1" w:rsidP="008B6BB1">
      <w:pPr>
        <w:pStyle w:val="FrageAudit"/>
        <w:numPr>
          <w:ilvl w:val="0"/>
          <w:numId w:val="0"/>
        </w:numPr>
        <w:ind w:left="426" w:hanging="426"/>
      </w:pPr>
    </w:p>
    <w:p w:rsidR="005338A1" w:rsidRPr="009D7205" w:rsidRDefault="00B643F7" w:rsidP="0099253C">
      <w:pPr>
        <w:rPr>
          <w:rFonts w:eastAsiaTheme="majorEastAsia"/>
          <w:b/>
          <w:color w:val="1F497D" w:themeColor="text2"/>
          <w:sz w:val="26"/>
          <w:szCs w:val="26"/>
        </w:rPr>
      </w:pPr>
      <w:r w:rsidRPr="009D7205">
        <w:rPr>
          <w:rFonts w:eastAsiaTheme="majorEastAsia"/>
          <w:b/>
          <w:color w:val="1F497D" w:themeColor="text2"/>
          <w:sz w:val="26"/>
          <w:szCs w:val="26"/>
        </w:rPr>
        <w:t>Prozessbeteiligte</w:t>
      </w:r>
    </w:p>
    <w:p w:rsidR="0016422D" w:rsidRPr="00B010FE" w:rsidRDefault="005338A1" w:rsidP="0016422D">
      <w:pPr>
        <w:spacing w:before="240"/>
        <w:rPr>
          <w:rFonts w:cstheme="minorHAnsi"/>
          <w:szCs w:val="20"/>
        </w:rPr>
      </w:pPr>
      <w:r w:rsidRPr="00B010FE">
        <w:rPr>
          <w:rFonts w:cstheme="minorHAnsi"/>
          <w:szCs w:val="20"/>
        </w:rPr>
        <w:t>Dokumentieren Sie</w:t>
      </w:r>
      <w:r w:rsidR="00C87CC0" w:rsidRPr="00B010FE">
        <w:rPr>
          <w:rFonts w:cstheme="minorHAnsi"/>
          <w:szCs w:val="20"/>
        </w:rPr>
        <w:t>,</w:t>
      </w:r>
      <w:r w:rsidRPr="00B010FE">
        <w:rPr>
          <w:rFonts w:cstheme="minorHAnsi"/>
          <w:szCs w:val="20"/>
        </w:rPr>
        <w:t xml:space="preserve"> welche Personen </w:t>
      </w:r>
      <w:r w:rsidR="00B643F7" w:rsidRPr="00B010FE">
        <w:rPr>
          <w:rFonts w:cstheme="minorHAnsi"/>
          <w:szCs w:val="20"/>
        </w:rPr>
        <w:t xml:space="preserve">an der Ausarbeitung </w:t>
      </w:r>
      <w:r w:rsidRPr="00B010FE">
        <w:rPr>
          <w:rFonts w:cstheme="minorHAnsi"/>
          <w:szCs w:val="20"/>
        </w:rPr>
        <w:t>dieses Arbeitsmaterial</w:t>
      </w:r>
      <w:r w:rsidR="00B643F7" w:rsidRPr="00B010FE">
        <w:rPr>
          <w:rFonts w:cstheme="minorHAnsi"/>
          <w:szCs w:val="20"/>
        </w:rPr>
        <w:t>s beteiligt waren bzw. dieses zur Kenntnis genommen haben</w:t>
      </w:r>
      <w:r w:rsidRPr="00B010FE">
        <w:rPr>
          <w:rFonts w:cstheme="minorHAnsi"/>
          <w:szCs w:val="20"/>
        </w:rPr>
        <w:t xml:space="preserve">. </w:t>
      </w:r>
    </w:p>
    <w:tbl>
      <w:tblPr>
        <w:tblStyle w:val="MittlereSchattierung1-Akzent11"/>
        <w:tblW w:w="0" w:type="auto"/>
        <w:tblInd w:w="108" w:type="dxa"/>
        <w:tblBorders>
          <w:insideV w:val="single" w:sz="8" w:space="0" w:color="7BA0CD" w:themeColor="accent1" w:themeTint="BF"/>
        </w:tblBorders>
        <w:tblLook w:val="04A0" w:firstRow="1" w:lastRow="0" w:firstColumn="1" w:lastColumn="0" w:noHBand="0" w:noVBand="1"/>
      </w:tblPr>
      <w:tblGrid>
        <w:gridCol w:w="2835"/>
        <w:gridCol w:w="3170"/>
        <w:gridCol w:w="1413"/>
        <w:gridCol w:w="1524"/>
      </w:tblGrid>
      <w:tr w:rsidR="0016422D" w:rsidRPr="005A1A0D" w:rsidTr="00790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6" w:type="dxa"/>
            <w:tcBorders>
              <w:top w:val="none" w:sz="0" w:space="0" w:color="auto"/>
              <w:left w:val="none" w:sz="0" w:space="0" w:color="auto"/>
              <w:right w:val="none" w:sz="0" w:space="0" w:color="auto"/>
            </w:tcBorders>
          </w:tcPr>
          <w:p w:rsidR="0016422D" w:rsidRPr="00840FF6" w:rsidRDefault="0016422D" w:rsidP="00790C25">
            <w:pPr>
              <w:rPr>
                <w:b w:val="0"/>
                <w:szCs w:val="20"/>
              </w:rPr>
            </w:pPr>
            <w:r w:rsidRPr="00840FF6">
              <w:rPr>
                <w:b w:val="0"/>
                <w:szCs w:val="20"/>
              </w:rPr>
              <w:t>Name</w:t>
            </w:r>
          </w:p>
        </w:tc>
        <w:tc>
          <w:tcPr>
            <w:tcW w:w="3247" w:type="dxa"/>
            <w:tcBorders>
              <w:top w:val="none" w:sz="0" w:space="0" w:color="auto"/>
              <w:left w:val="none" w:sz="0" w:space="0" w:color="auto"/>
              <w:right w:val="none" w:sz="0" w:space="0" w:color="auto"/>
            </w:tcBorders>
          </w:tcPr>
          <w:p w:rsidR="0016422D" w:rsidRPr="00840FF6" w:rsidRDefault="0016422D" w:rsidP="00790C25">
            <w:pPr>
              <w:cnfStyle w:val="100000000000" w:firstRow="1" w:lastRow="0" w:firstColumn="0" w:lastColumn="0" w:oddVBand="0" w:evenVBand="0" w:oddHBand="0" w:evenHBand="0" w:firstRowFirstColumn="0" w:firstRowLastColumn="0" w:lastRowFirstColumn="0" w:lastRowLastColumn="0"/>
              <w:rPr>
                <w:b w:val="0"/>
                <w:szCs w:val="20"/>
              </w:rPr>
            </w:pPr>
            <w:r w:rsidRPr="00840FF6">
              <w:rPr>
                <w:b w:val="0"/>
                <w:szCs w:val="20"/>
              </w:rPr>
              <w:t>Funktion / Abteilung</w:t>
            </w:r>
          </w:p>
        </w:tc>
        <w:tc>
          <w:tcPr>
            <w:tcW w:w="1416" w:type="dxa"/>
            <w:tcBorders>
              <w:top w:val="none" w:sz="0" w:space="0" w:color="auto"/>
              <w:left w:val="none" w:sz="0" w:space="0" w:color="auto"/>
              <w:right w:val="none" w:sz="0" w:space="0" w:color="auto"/>
            </w:tcBorders>
          </w:tcPr>
          <w:p w:rsidR="0016422D" w:rsidRPr="005A1A0D" w:rsidRDefault="0016422D" w:rsidP="00790C25">
            <w:pPr>
              <w:cnfStyle w:val="100000000000" w:firstRow="1" w:lastRow="0" w:firstColumn="0" w:lastColumn="0" w:oddVBand="0" w:evenVBand="0" w:oddHBand="0" w:evenHBand="0" w:firstRowFirstColumn="0" w:firstRowLastColumn="0" w:lastRowFirstColumn="0" w:lastRowLastColumn="0"/>
              <w:rPr>
                <w:szCs w:val="20"/>
              </w:rPr>
            </w:pPr>
            <w:r w:rsidRPr="005A1A0D">
              <w:rPr>
                <w:szCs w:val="20"/>
              </w:rPr>
              <w:t>Ausarbeitung</w:t>
            </w:r>
          </w:p>
        </w:tc>
        <w:tc>
          <w:tcPr>
            <w:tcW w:w="1524" w:type="dxa"/>
            <w:tcBorders>
              <w:top w:val="none" w:sz="0" w:space="0" w:color="auto"/>
              <w:left w:val="none" w:sz="0" w:space="0" w:color="auto"/>
              <w:right w:val="none" w:sz="0" w:space="0" w:color="auto"/>
            </w:tcBorders>
          </w:tcPr>
          <w:p w:rsidR="0016422D" w:rsidRPr="005A1A0D" w:rsidRDefault="0016422D" w:rsidP="00790C25">
            <w:pPr>
              <w:cnfStyle w:val="100000000000" w:firstRow="1" w:lastRow="0" w:firstColumn="0" w:lastColumn="0" w:oddVBand="0" w:evenVBand="0" w:oddHBand="0" w:evenHBand="0" w:firstRowFirstColumn="0" w:firstRowLastColumn="0" w:lastRowFirstColumn="0" w:lastRowLastColumn="0"/>
              <w:rPr>
                <w:szCs w:val="20"/>
              </w:rPr>
            </w:pPr>
            <w:r w:rsidRPr="005A1A0D">
              <w:rPr>
                <w:szCs w:val="20"/>
              </w:rPr>
              <w:t>Kenntnisnahme</w:t>
            </w:r>
          </w:p>
        </w:tc>
      </w:tr>
      <w:tr w:rsidR="0016422D" w:rsidTr="00790C25">
        <w:trPr>
          <w:cnfStyle w:val="000000100000" w:firstRow="0" w:lastRow="0" w:firstColumn="0" w:lastColumn="0" w:oddVBand="0" w:evenVBand="0" w:oddHBand="1" w:evenHBand="0" w:firstRowFirstColumn="0" w:firstRowLastColumn="0" w:lastRowFirstColumn="0" w:lastRowLastColumn="0"/>
        </w:trPr>
        <w:sdt>
          <w:sdtPr>
            <w:rPr>
              <w:szCs w:val="20"/>
            </w:rPr>
            <w:id w:val="1571611234"/>
            <w:placeholder>
              <w:docPart w:val="B7123C2F9DF045E8BD187DCE507CBB55"/>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B6BB1" w:rsidRDefault="008B6BB1" w:rsidP="008B6BB1">
                <w:pPr>
                  <w:spacing w:before="40" w:after="40"/>
                  <w:rPr>
                    <w:szCs w:val="20"/>
                  </w:rPr>
                </w:pPr>
                <w:r w:rsidRPr="00840FF6">
                  <w:rPr>
                    <w:rStyle w:val="Platzhaltertext"/>
                    <w:b w:val="0"/>
                  </w:rPr>
                  <w:t>Name</w:t>
                </w:r>
              </w:p>
            </w:tc>
          </w:sdtContent>
        </w:sdt>
        <w:sdt>
          <w:sdtPr>
            <w:rPr>
              <w:szCs w:val="20"/>
            </w:rPr>
            <w:id w:val="-1724744351"/>
            <w:placeholder>
              <w:docPart w:val="DFA54095E1644BE5BF8D38C79983F765"/>
            </w:placeholder>
            <w:showingPlcHdr/>
          </w:sdtPr>
          <w:sdtEndPr/>
          <w:sdtConten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sidRPr="00840FF6">
                  <w:rPr>
                    <w:rStyle w:val="Platzhaltertext"/>
                  </w:rPr>
                  <w:t>Funktion/Abt.</w:t>
                </w:r>
              </w:p>
            </w:tc>
          </w:sdtContent>
        </w:sdt>
        <w:sdt>
          <w:sdtPr>
            <w:rPr>
              <w:szCs w:val="20"/>
            </w:rPr>
            <w:id w:val="1139917893"/>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622153021"/>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sdt>
          <w:sdtPr>
            <w:rPr>
              <w:szCs w:val="20"/>
            </w:rPr>
            <w:id w:val="-103963137"/>
            <w:placeholder>
              <w:docPart w:val="570E722A34274F9989EAB49E4B0C714F"/>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CA10E0"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sdt>
              <w:sdtPr>
                <w:rPr>
                  <w:szCs w:val="20"/>
                </w:rPr>
                <w:id w:val="-1431809727"/>
                <w:placeholder>
                  <w:docPart w:val="D529FEB58B3E42849EAA3D84CA10A4EF"/>
                </w:placeholder>
                <w:showingPlcHdr/>
              </w:sdtPr>
              <w:sdtEndPr/>
              <w:sdtContent>
                <w:r w:rsidR="0016422D" w:rsidRPr="00840FF6">
                  <w:rPr>
                    <w:rStyle w:val="Platzhaltertext"/>
                  </w:rPr>
                  <w:t>Funktion/Abt.</w:t>
                </w:r>
              </w:sdtContent>
            </w:sdt>
          </w:p>
        </w:tc>
        <w:sdt>
          <w:sdtPr>
            <w:rPr>
              <w:szCs w:val="20"/>
            </w:rPr>
            <w:id w:val="-291596542"/>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1478339864"/>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sdt>
          <w:sdtPr>
            <w:rPr>
              <w:szCs w:val="20"/>
            </w:rPr>
            <w:id w:val="752173868"/>
            <w:placeholder>
              <w:docPart w:val="70E6F5488F594F7A9EC7BCD472448F6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CA10E0"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sdt>
              <w:sdtPr>
                <w:rPr>
                  <w:szCs w:val="20"/>
                </w:rPr>
                <w:id w:val="-710493803"/>
                <w:placeholder>
                  <w:docPart w:val="CA8C5CD180D34D24AA42ABBF7CC80C84"/>
                </w:placeholder>
                <w:showingPlcHdr/>
              </w:sdtPr>
              <w:sdtEndPr/>
              <w:sdtContent>
                <w:r w:rsidR="0016422D" w:rsidRPr="00840FF6">
                  <w:rPr>
                    <w:rStyle w:val="Platzhaltertext"/>
                  </w:rPr>
                  <w:t>Funktion/Abt.</w:t>
                </w:r>
              </w:sdtContent>
            </w:sdt>
          </w:p>
        </w:tc>
        <w:sdt>
          <w:sdtPr>
            <w:rPr>
              <w:szCs w:val="20"/>
            </w:rPr>
            <w:id w:val="-1914533799"/>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2009406023"/>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sdt>
          <w:sdtPr>
            <w:rPr>
              <w:szCs w:val="20"/>
            </w:rPr>
            <w:id w:val="-1594319927"/>
            <w:placeholder>
              <w:docPart w:val="22273C1626D641C7BCD8DFC046BD6B11"/>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1931232546"/>
            <w:placeholder>
              <w:docPart w:val="FA56A822F5584C50BEE5D26526DE7C32"/>
            </w:placeholder>
            <w:showingPlcHdr/>
          </w:sdtPr>
          <w:sdtEndPr/>
          <w:sdtConten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sidRPr="00840FF6">
                  <w:rPr>
                    <w:rStyle w:val="Platzhaltertext"/>
                  </w:rPr>
                  <w:t>Funktion/Abt.</w:t>
                </w:r>
              </w:p>
            </w:tc>
          </w:sdtContent>
        </w:sdt>
        <w:sdt>
          <w:sdtPr>
            <w:rPr>
              <w:szCs w:val="20"/>
            </w:rPr>
            <w:id w:val="687805448"/>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1435352915"/>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sdt>
          <w:sdtPr>
            <w:rPr>
              <w:szCs w:val="20"/>
            </w:rPr>
            <w:id w:val="160279272"/>
            <w:placeholder>
              <w:docPart w:val="9B19570F190E4F339E7D1B66EFD36359"/>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1233813123"/>
            <w:placeholder>
              <w:docPart w:val="C4C3272BE5E64880893095A0FD4C53AB"/>
            </w:placeholder>
            <w:showingPlcHdr/>
          </w:sdtPr>
          <w:sdtEndPr/>
          <w:sdtConten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sidRPr="00840FF6">
                  <w:rPr>
                    <w:rStyle w:val="Platzhaltertext"/>
                  </w:rPr>
                  <w:t>Funktion/Abt.</w:t>
                </w:r>
              </w:p>
            </w:tc>
          </w:sdtContent>
        </w:sdt>
        <w:sdt>
          <w:sdtPr>
            <w:rPr>
              <w:szCs w:val="20"/>
            </w:rPr>
            <w:id w:val="-1183352680"/>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1055848038"/>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sdt>
          <w:sdtPr>
            <w:rPr>
              <w:szCs w:val="20"/>
            </w:rPr>
            <w:id w:val="549966055"/>
            <w:placeholder>
              <w:docPart w:val="445F5AA24141402FBEADE9AF5AE918F6"/>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1303301677"/>
            <w:placeholder>
              <w:docPart w:val="D5768B8684544ED594207A8930C6E122"/>
            </w:placeholder>
            <w:showingPlcHdr/>
          </w:sdtPr>
          <w:sdtEndPr/>
          <w:sdtConten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sidRPr="00840FF6">
                  <w:rPr>
                    <w:rStyle w:val="Platzhaltertext"/>
                  </w:rPr>
                  <w:t>Funktion/Abt.</w:t>
                </w:r>
              </w:p>
            </w:tc>
          </w:sdtContent>
        </w:sdt>
        <w:sdt>
          <w:sdtPr>
            <w:rPr>
              <w:szCs w:val="20"/>
            </w:rPr>
            <w:id w:val="-1470975366"/>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361555134"/>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sdt>
          <w:sdtPr>
            <w:rPr>
              <w:szCs w:val="20"/>
            </w:rPr>
            <w:id w:val="-749265187"/>
            <w:placeholder>
              <w:docPart w:val="C5BD078A6D30444FB0F7F3E1E7572E76"/>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1785081143"/>
            <w:placeholder>
              <w:docPart w:val="363610B70A2A41AD9049C511C97A4034"/>
            </w:placeholder>
            <w:showingPlcHdr/>
          </w:sdtPr>
          <w:sdtEndPr/>
          <w:sdtConten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sidRPr="00840FF6">
                  <w:rPr>
                    <w:rStyle w:val="Platzhaltertext"/>
                  </w:rPr>
                  <w:t>Funktion/Abt.</w:t>
                </w:r>
              </w:p>
            </w:tc>
          </w:sdtContent>
        </w:sdt>
        <w:sdt>
          <w:sdtPr>
            <w:rPr>
              <w:szCs w:val="20"/>
            </w:rPr>
            <w:id w:val="1687557771"/>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1645967018"/>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sdt>
          <w:sdtPr>
            <w:rPr>
              <w:szCs w:val="20"/>
            </w:rPr>
            <w:id w:val="210009143"/>
            <w:placeholder>
              <w:docPart w:val="9E2B37BE2E6E4BD388C211CDC7FCD315"/>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333192416"/>
            <w:placeholder>
              <w:docPart w:val="B975F015A3A847BF862F34B8CE7CA2DD"/>
            </w:placeholder>
            <w:showingPlcHdr/>
          </w:sdtPr>
          <w:sdtEndPr/>
          <w:sdtContent>
            <w:tc>
              <w:tcPr>
                <w:tcW w:w="3247" w:type="dxa"/>
                <w:tcBorders>
                  <w:left w:val="none" w:sz="0" w:space="0" w:color="auto"/>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sidRPr="00840FF6">
                  <w:rPr>
                    <w:rStyle w:val="Platzhaltertext"/>
                  </w:rPr>
                  <w:t>Funktion/Abt.</w:t>
                </w:r>
              </w:p>
            </w:tc>
          </w:sdtContent>
        </w:sdt>
        <w:sdt>
          <w:sdtPr>
            <w:rPr>
              <w:szCs w:val="20"/>
            </w:rPr>
            <w:id w:val="555051279"/>
            <w14:checkbox>
              <w14:checked w14:val="0"/>
              <w14:checkedState w14:val="2612" w14:font="MS Gothic"/>
              <w14:uncheckedState w14:val="2610" w14:font="MS Gothic"/>
            </w14:checkbox>
          </w:sdtPr>
          <w:sdtEndPr/>
          <w:sdtContent>
            <w:tc>
              <w:tcPr>
                <w:tcW w:w="1416" w:type="dxa"/>
                <w:tcBorders>
                  <w:left w:val="none" w:sz="0" w:space="0" w:color="auto"/>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185751317"/>
            <w14:checkbox>
              <w14:checked w14:val="0"/>
              <w14:checkedState w14:val="2612" w14:font="MS Gothic"/>
              <w14:uncheckedState w14:val="2610" w14:font="MS Gothic"/>
            </w14:checkbox>
          </w:sdtPr>
          <w:sdtEndPr/>
          <w:sdtContent>
            <w:tc>
              <w:tcPr>
                <w:tcW w:w="1524" w:type="dxa"/>
                <w:tcBorders>
                  <w:lef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sdt>
          <w:sdtPr>
            <w:rPr>
              <w:szCs w:val="20"/>
            </w:rPr>
            <w:id w:val="-1105269440"/>
            <w:placeholder>
              <w:docPart w:val="F0D363B0171B4AC08B4B12477C5871DA"/>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bottom w:val="single" w:sz="8" w:space="0" w:color="7BA0CD" w:themeColor="accent1" w:themeTint="BF"/>
                  <w:right w:val="none" w:sz="0" w:space="0" w:color="auto"/>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349719604"/>
            <w:placeholder>
              <w:docPart w:val="A9171D44FFFB4C89A02034762063AE7E"/>
            </w:placeholder>
            <w:showingPlcHdr/>
          </w:sdtPr>
          <w:sdtEndPr/>
          <w:sdtContent>
            <w:tc>
              <w:tcPr>
                <w:tcW w:w="3247" w:type="dxa"/>
                <w:tcBorders>
                  <w:left w:val="none" w:sz="0" w:space="0" w:color="auto"/>
                  <w:bottom w:val="single" w:sz="8" w:space="0" w:color="7BA0CD" w:themeColor="accent1" w:themeTint="BF"/>
                  <w:right w:val="none" w:sz="0" w:space="0" w:color="auto"/>
                </w:tcBorders>
                <w:shd w:val="clear" w:color="auto" w:fill="D9D9D9" w:themeFill="background1" w:themeFillShade="D9"/>
                <w:vAlign w:val="center"/>
              </w:tcPr>
              <w:p w:rsidR="0016422D" w:rsidRPr="00840FF6"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sidRPr="00840FF6">
                  <w:rPr>
                    <w:rStyle w:val="Platzhaltertext"/>
                  </w:rPr>
                  <w:t>Funktion/Abt.</w:t>
                </w:r>
              </w:p>
            </w:tc>
          </w:sdtContent>
        </w:sdt>
        <w:sdt>
          <w:sdtPr>
            <w:rPr>
              <w:szCs w:val="20"/>
            </w:rPr>
            <w:id w:val="-1410912798"/>
            <w14:checkbox>
              <w14:checked w14:val="0"/>
              <w14:checkedState w14:val="2612" w14:font="MS Gothic"/>
              <w14:uncheckedState w14:val="2610" w14:font="MS Gothic"/>
            </w14:checkbox>
          </w:sdtPr>
          <w:sdtEndPr/>
          <w:sdtContent>
            <w:tc>
              <w:tcPr>
                <w:tcW w:w="1416" w:type="dxa"/>
                <w:tcBorders>
                  <w:left w:val="none" w:sz="0" w:space="0" w:color="auto"/>
                  <w:bottom w:val="single" w:sz="8" w:space="0" w:color="7BA0CD" w:themeColor="accent1" w:themeTint="BF"/>
                  <w:right w:val="none" w:sz="0" w:space="0" w:color="auto"/>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1453938764"/>
            <w14:checkbox>
              <w14:checked w14:val="0"/>
              <w14:checkedState w14:val="2612" w14:font="MS Gothic"/>
              <w14:uncheckedState w14:val="2610" w14:font="MS Gothic"/>
            </w14:checkbox>
          </w:sdtPr>
          <w:sdtEndPr/>
          <w:sdtContent>
            <w:tc>
              <w:tcPr>
                <w:tcW w:w="1524" w:type="dxa"/>
                <w:tcBorders>
                  <w:left w:val="none" w:sz="0" w:space="0" w:color="auto"/>
                  <w:bottom w:val="single" w:sz="8" w:space="0" w:color="7BA0CD" w:themeColor="accent1" w:themeTint="BF"/>
                </w:tcBorders>
                <w:shd w:val="clear" w:color="auto" w:fill="D9D9D9" w:themeFill="background1" w:themeFillShade="D9"/>
                <w:vAlign w:val="center"/>
              </w:tcPr>
              <w:p w:rsidR="0016422D" w:rsidRPr="001B7E65" w:rsidRDefault="0016422D" w:rsidP="00790C25">
                <w:pPr>
                  <w:spacing w:before="40" w:after="40"/>
                  <w:jc w:val="center"/>
                  <w:cnfStyle w:val="000000100000" w:firstRow="0" w:lastRow="0" w:firstColumn="0" w:lastColumn="0" w:oddVBand="0" w:evenVBand="0" w:oddHBand="1" w:evenHBand="0" w:firstRowFirstColumn="0" w:firstRowLastColumn="0" w:lastRowFirstColumn="0" w:lastRowLastColumn="0"/>
                  <w:rPr>
                    <w:szCs w:val="20"/>
                  </w:rPr>
                </w:pPr>
                <w:r>
                  <w:rPr>
                    <w:rFonts w:ascii="MS Gothic" w:eastAsia="MS Gothic" w:hAnsi="MS Gothic" w:hint="eastAsia"/>
                    <w:szCs w:val="20"/>
                  </w:rPr>
                  <w:t>☐</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sdt>
          <w:sdtPr>
            <w:rPr>
              <w:szCs w:val="20"/>
            </w:rPr>
            <w:id w:val="-1012072772"/>
            <w:placeholder>
              <w:docPart w:val="2264FE43D01D4405BDA4063F2EC68A54"/>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926"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rStyle w:val="Platzhaltertext"/>
                    <w:b w:val="0"/>
                  </w:rPr>
                  <w:t>Name</w:t>
                </w:r>
              </w:p>
            </w:tc>
          </w:sdtContent>
        </w:sdt>
        <w:sdt>
          <w:sdtPr>
            <w:rPr>
              <w:szCs w:val="20"/>
            </w:rPr>
            <w:id w:val="359552872"/>
            <w:placeholder>
              <w:docPart w:val="BAB962A8BBBD43F58E1902CE2053FADC"/>
            </w:placeholder>
            <w:showingPlcHdr/>
          </w:sdtPr>
          <w:sdtEndPr/>
          <w:sdtContent>
            <w:tc>
              <w:tcPr>
                <w:tcW w:w="3247" w:type="dxa"/>
                <w:tcBorders>
                  <w:left w:val="single" w:sz="8" w:space="0" w:color="7BA0CD" w:themeColor="accent1" w:themeTint="BF"/>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sidRPr="00840FF6">
                  <w:rPr>
                    <w:rStyle w:val="Platzhaltertext"/>
                  </w:rPr>
                  <w:t>Funktion/Abt.</w:t>
                </w:r>
              </w:p>
            </w:tc>
          </w:sdtContent>
        </w:sdt>
        <w:sdt>
          <w:sdtPr>
            <w:rPr>
              <w:szCs w:val="20"/>
            </w:rPr>
            <w:id w:val="-2008357811"/>
            <w14:checkbox>
              <w14:checked w14:val="0"/>
              <w14:checkedState w14:val="2612" w14:font="MS Gothic"/>
              <w14:uncheckedState w14:val="2610" w14:font="MS Gothic"/>
            </w14:checkbox>
          </w:sdtPr>
          <w:sdtEndPr/>
          <w:sdtContent>
            <w:tc>
              <w:tcPr>
                <w:tcW w:w="1416" w:type="dxa"/>
                <w:tcBorders>
                  <w:left w:val="single" w:sz="8" w:space="0" w:color="7BA0CD" w:themeColor="accent1" w:themeTint="BF"/>
                  <w:right w:val="single" w:sz="8" w:space="0" w:color="7BA0CD" w:themeColor="accent1" w:themeTint="BF"/>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sdt>
          <w:sdtPr>
            <w:rPr>
              <w:szCs w:val="20"/>
            </w:rPr>
            <w:id w:val="-336384081"/>
            <w14:checkbox>
              <w14:checked w14:val="0"/>
              <w14:checkedState w14:val="2612" w14:font="MS Gothic"/>
              <w14:uncheckedState w14:val="2610" w14:font="MS Gothic"/>
            </w14:checkbox>
          </w:sdtPr>
          <w:sdtEndPr/>
          <w:sdtContent>
            <w:tc>
              <w:tcPr>
                <w:tcW w:w="1524" w:type="dxa"/>
                <w:tcBorders>
                  <w:left w:val="single" w:sz="8" w:space="0" w:color="7BA0CD" w:themeColor="accent1" w:themeTint="BF"/>
                </w:tcBorders>
                <w:shd w:val="clear" w:color="auto" w:fill="D9D9D9" w:themeFill="background1" w:themeFillShade="D9"/>
                <w:vAlign w:val="center"/>
              </w:tcPr>
              <w:p w:rsidR="0016422D" w:rsidRPr="001B7E65" w:rsidRDefault="0016422D" w:rsidP="00790C25">
                <w:pPr>
                  <w:spacing w:before="40" w:after="40"/>
                  <w:jc w:val="center"/>
                  <w:cnfStyle w:val="000000010000" w:firstRow="0" w:lastRow="0" w:firstColumn="0" w:lastColumn="0" w:oddVBand="0" w:evenVBand="0" w:oddHBand="0" w:evenHBand="1" w:firstRowFirstColumn="0" w:firstRowLastColumn="0" w:lastRowFirstColumn="0" w:lastRowLastColumn="0"/>
                  <w:rPr>
                    <w:szCs w:val="20"/>
                  </w:rPr>
                </w:pPr>
                <w:r>
                  <w:rPr>
                    <w:rFonts w:ascii="MS Gothic" w:eastAsia="MS Gothic" w:hAnsi="MS Gothic" w:hint="eastAsia"/>
                    <w:szCs w:val="20"/>
                  </w:rPr>
                  <w:t>☐</w:t>
                </w:r>
              </w:p>
            </w:tc>
          </w:sdtContent>
        </w:sdt>
      </w:tr>
    </w:tbl>
    <w:p w:rsidR="0016422D" w:rsidRDefault="0016422D" w:rsidP="0016422D"/>
    <w:tbl>
      <w:tblPr>
        <w:tblStyle w:val="MittlereSchattierung1-Akzent11"/>
        <w:tblW w:w="0" w:type="auto"/>
        <w:tblInd w:w="108" w:type="dxa"/>
        <w:tblBorders>
          <w:insideV w:val="single" w:sz="8" w:space="0" w:color="7BA0CD" w:themeColor="accent1" w:themeTint="BF"/>
        </w:tblBorders>
        <w:tblLook w:val="04A0" w:firstRow="1" w:lastRow="0" w:firstColumn="1" w:lastColumn="0" w:noHBand="0" w:noVBand="1"/>
      </w:tblPr>
      <w:tblGrid>
        <w:gridCol w:w="675"/>
        <w:gridCol w:w="5211"/>
      </w:tblGrid>
      <w:tr w:rsidR="0016422D" w:rsidRPr="005A1A0D" w:rsidTr="00790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6" w:type="dxa"/>
            <w:gridSpan w:val="2"/>
          </w:tcPr>
          <w:p w:rsidR="0016422D" w:rsidRDefault="0016422D" w:rsidP="00790C25">
            <w:pPr>
              <w:rPr>
                <w:szCs w:val="20"/>
              </w:rPr>
            </w:pPr>
            <w:r>
              <w:rPr>
                <w:szCs w:val="20"/>
              </w:rPr>
              <w:t>Anlagen</w:t>
            </w:r>
          </w:p>
        </w:tc>
      </w:tr>
      <w:tr w:rsidR="0016422D" w:rsidTr="00790C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1</w:t>
            </w:r>
          </w:p>
        </w:tc>
        <w:sdt>
          <w:sdtPr>
            <w:rPr>
              <w:szCs w:val="20"/>
            </w:rPr>
            <w:id w:val="1762718362"/>
            <w:placeholder>
              <w:docPart w:val="47E903B691E84125B014BB49B90C625F"/>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Pr>
                    <w:rStyle w:val="Platzhaltertext"/>
                  </w:rPr>
                  <w:t>Dokumentenname</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2</w:t>
            </w:r>
          </w:p>
        </w:tc>
        <w:sdt>
          <w:sdtPr>
            <w:rPr>
              <w:szCs w:val="20"/>
            </w:rPr>
            <w:id w:val="-822265845"/>
            <w:placeholder>
              <w:docPart w:val="13544CFED2154E58A9A02E869AEAD9A7"/>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Pr>
                    <w:rStyle w:val="Platzhaltertext"/>
                  </w:rPr>
                  <w:t>Dokumentenname</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3</w:t>
            </w:r>
          </w:p>
        </w:tc>
        <w:sdt>
          <w:sdtPr>
            <w:rPr>
              <w:szCs w:val="20"/>
            </w:rPr>
            <w:id w:val="-1537738230"/>
            <w:placeholder>
              <w:docPart w:val="8B959507FB744A2881DE9CDE5AECB7B6"/>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Pr>
                    <w:rStyle w:val="Platzhaltertext"/>
                  </w:rPr>
                  <w:t>Dokumentenname</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4</w:t>
            </w:r>
          </w:p>
        </w:tc>
        <w:sdt>
          <w:sdtPr>
            <w:rPr>
              <w:szCs w:val="20"/>
            </w:rPr>
            <w:id w:val="-222603002"/>
            <w:placeholder>
              <w:docPart w:val="A84ABF26748C4E7A8F3A8E7F226BDAC9"/>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Pr>
                    <w:rStyle w:val="Platzhaltertext"/>
                  </w:rPr>
                  <w:t>Dokumentenname</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5</w:t>
            </w:r>
          </w:p>
        </w:tc>
        <w:sdt>
          <w:sdtPr>
            <w:rPr>
              <w:szCs w:val="20"/>
            </w:rPr>
            <w:id w:val="126370847"/>
            <w:placeholder>
              <w:docPart w:val="5879137C5CFB4DF0A31D404A56985BEC"/>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Pr>
                    <w:rStyle w:val="Platzhaltertext"/>
                  </w:rPr>
                  <w:t>Dokumentenname</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lastRenderedPageBreak/>
              <w:t>6</w:t>
            </w:r>
          </w:p>
        </w:tc>
        <w:sdt>
          <w:sdtPr>
            <w:rPr>
              <w:szCs w:val="20"/>
            </w:rPr>
            <w:id w:val="-1090538729"/>
            <w:placeholder>
              <w:docPart w:val="52A9CB15F0B546AD94714AEEBED121AF"/>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Pr>
                    <w:rStyle w:val="Platzhaltertext"/>
                  </w:rPr>
                  <w:t>Dokumentenname</w:t>
                </w:r>
              </w:p>
            </w:tc>
          </w:sdtContent>
        </w:sdt>
      </w:tr>
      <w:tr w:rsidR="0016422D" w:rsidTr="00790C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7</w:t>
            </w:r>
          </w:p>
        </w:tc>
        <w:sdt>
          <w:sdtPr>
            <w:rPr>
              <w:szCs w:val="20"/>
            </w:rPr>
            <w:id w:val="225581048"/>
            <w:placeholder>
              <w:docPart w:val="15848708C9E847798D86607F9CECE939"/>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100000" w:firstRow="0" w:lastRow="0" w:firstColumn="0" w:lastColumn="0" w:oddVBand="0" w:evenVBand="0" w:oddHBand="1" w:evenHBand="0" w:firstRowFirstColumn="0" w:firstRowLastColumn="0" w:lastRowFirstColumn="0" w:lastRowLastColumn="0"/>
                  <w:rPr>
                    <w:szCs w:val="20"/>
                  </w:rPr>
                </w:pPr>
                <w:r>
                  <w:rPr>
                    <w:rStyle w:val="Platzhaltertext"/>
                  </w:rPr>
                  <w:t>Dokumentenname</w:t>
                </w:r>
              </w:p>
            </w:tc>
          </w:sdtContent>
        </w:sdt>
      </w:tr>
      <w:tr w:rsidR="0016422D" w:rsidTr="00790C2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right w:val="single" w:sz="8" w:space="0" w:color="7BA0CD" w:themeColor="accent1" w:themeTint="BF"/>
            </w:tcBorders>
            <w:shd w:val="clear" w:color="auto" w:fill="D9D9D9" w:themeFill="background1" w:themeFillShade="D9"/>
            <w:vAlign w:val="center"/>
          </w:tcPr>
          <w:p w:rsidR="0016422D" w:rsidRPr="00840FF6" w:rsidRDefault="0016422D" w:rsidP="00790C25">
            <w:pPr>
              <w:spacing w:before="40" w:after="40"/>
              <w:rPr>
                <w:b w:val="0"/>
                <w:szCs w:val="20"/>
              </w:rPr>
            </w:pPr>
            <w:r w:rsidRPr="00840FF6">
              <w:rPr>
                <w:b w:val="0"/>
                <w:szCs w:val="20"/>
              </w:rPr>
              <w:t>8</w:t>
            </w:r>
          </w:p>
        </w:tc>
        <w:sdt>
          <w:sdtPr>
            <w:rPr>
              <w:szCs w:val="20"/>
            </w:rPr>
            <w:id w:val="-611512228"/>
            <w:placeholder>
              <w:docPart w:val="7AF5DFCCF3114BC4812E00AF0D237B24"/>
            </w:placeholder>
            <w:showingPlcHdr/>
          </w:sdtPr>
          <w:sdtEndPr/>
          <w:sdtContent>
            <w:tc>
              <w:tcPr>
                <w:tcW w:w="5211" w:type="dxa"/>
                <w:tcBorders>
                  <w:left w:val="single" w:sz="8" w:space="0" w:color="7BA0CD" w:themeColor="accent1" w:themeTint="BF"/>
                </w:tcBorders>
                <w:shd w:val="clear" w:color="auto" w:fill="D9D9D9" w:themeFill="background1" w:themeFillShade="D9"/>
              </w:tcPr>
              <w:p w:rsidR="0016422D" w:rsidRPr="001B7E65" w:rsidRDefault="0016422D" w:rsidP="00790C25">
                <w:pPr>
                  <w:spacing w:before="40" w:after="40"/>
                  <w:cnfStyle w:val="000000010000" w:firstRow="0" w:lastRow="0" w:firstColumn="0" w:lastColumn="0" w:oddVBand="0" w:evenVBand="0" w:oddHBand="0" w:evenHBand="1" w:firstRowFirstColumn="0" w:firstRowLastColumn="0" w:lastRowFirstColumn="0" w:lastRowLastColumn="0"/>
                  <w:rPr>
                    <w:szCs w:val="20"/>
                  </w:rPr>
                </w:pPr>
                <w:r>
                  <w:rPr>
                    <w:rStyle w:val="Platzhaltertext"/>
                  </w:rPr>
                  <w:t>Dokumentenname</w:t>
                </w:r>
              </w:p>
            </w:tc>
          </w:sdtContent>
        </w:sdt>
      </w:tr>
    </w:tbl>
    <w:p w:rsidR="0016422D" w:rsidRDefault="0016422D" w:rsidP="0016422D">
      <w:pPr>
        <w:tabs>
          <w:tab w:val="left" w:pos="2268"/>
        </w:tabs>
        <w:rPr>
          <w:szCs w:val="20"/>
        </w:rPr>
      </w:pPr>
    </w:p>
    <w:p w:rsidR="001E185C" w:rsidRDefault="00BC6404" w:rsidP="0016422D">
      <w:pPr>
        <w:spacing w:before="240"/>
      </w:pPr>
      <w:r w:rsidRPr="00641922">
        <w:rPr>
          <w:szCs w:val="20"/>
        </w:rPr>
        <w:t>Letzte Aktualisierung am:</w:t>
      </w:r>
      <w:r w:rsidRPr="00641922">
        <w:rPr>
          <w:szCs w:val="20"/>
        </w:rPr>
        <w:tab/>
      </w:r>
      <w:sdt>
        <w:sdtPr>
          <w:alias w:val="Datum"/>
          <w:tag w:val="Datum"/>
          <w:id w:val="400485692"/>
          <w:showingPlcHdr/>
          <w:date>
            <w:dateFormat w:val="dd.MM.yyyy"/>
            <w:lid w:val="de-DE"/>
            <w:storeMappedDataAs w:val="dateTime"/>
            <w:calendar w:val="gregorian"/>
          </w:date>
        </w:sdtPr>
        <w:sdtEndPr/>
        <w:sdtContent>
          <w:r>
            <w:rPr>
              <w:rStyle w:val="Platzhaltertext"/>
            </w:rPr>
            <w:t>Datum</w:t>
          </w:r>
        </w:sdtContent>
      </w:sdt>
    </w:p>
    <w:sectPr w:rsidR="001E185C" w:rsidSect="00DE619F">
      <w:type w:val="continuous"/>
      <w:pgSz w:w="11906" w:h="16838" w:code="9"/>
      <w:pgMar w:top="1985" w:right="1418" w:bottom="1701" w:left="1418" w:header="567"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0E0" w:rsidRDefault="00CA10E0" w:rsidP="005F2D7F">
      <w:pPr>
        <w:spacing w:after="0" w:line="240" w:lineRule="auto"/>
      </w:pPr>
      <w:r>
        <w:separator/>
      </w:r>
    </w:p>
    <w:p w:rsidR="00CA10E0" w:rsidRDefault="00CA10E0"/>
  </w:endnote>
  <w:endnote w:type="continuationSeparator" w:id="0">
    <w:p w:rsidR="00CA10E0" w:rsidRDefault="00CA10E0" w:rsidP="005F2D7F">
      <w:pPr>
        <w:spacing w:after="0" w:line="240" w:lineRule="auto"/>
      </w:pPr>
      <w:r>
        <w:continuationSeparator/>
      </w:r>
    </w:p>
    <w:p w:rsidR="00CA10E0" w:rsidRDefault="00CA1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F27" w:rsidRDefault="002C3F2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259" w:rsidRDefault="002C3F27" w:rsidP="00B9121C">
    <w:pPr>
      <w:pStyle w:val="Fuzeile"/>
      <w:spacing w:before="480"/>
    </w:pPr>
    <w:r>
      <w:rPr>
        <w:noProof/>
        <w:color w:val="A6A6A6" w:themeColor="background1" w:themeShade="A6"/>
        <w:sz w:val="32"/>
      </w:rPr>
      <w:drawing>
        <wp:anchor distT="0" distB="0" distL="114300" distR="114300" simplePos="0" relativeHeight="251677696" behindDoc="1" locked="0" layoutInCell="1" allowOverlap="1" wp14:anchorId="23004D09" wp14:editId="5D981208">
          <wp:simplePos x="0" y="0"/>
          <wp:positionH relativeFrom="margin">
            <wp:align>left</wp:align>
          </wp:positionH>
          <wp:positionV relativeFrom="paragraph">
            <wp:posOffset>60325</wp:posOffset>
          </wp:positionV>
          <wp:extent cx="1440180" cy="294640"/>
          <wp:effectExtent l="0" t="0" r="7620" b="0"/>
          <wp:wrapTight wrapText="bothSides">
            <wp:wrapPolygon edited="0">
              <wp:start x="0" y="0"/>
              <wp:lineTo x="0" y="19552"/>
              <wp:lineTo x="21429" y="19552"/>
              <wp:lineTo x="21429"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rw_mags_4c-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180" cy="294640"/>
                  </a:xfrm>
                  <a:prstGeom prst="rect">
                    <a:avLst/>
                  </a:prstGeom>
                </pic:spPr>
              </pic:pic>
            </a:graphicData>
          </a:graphic>
          <wp14:sizeRelH relativeFrom="margin">
            <wp14:pctWidth>0</wp14:pctWidth>
          </wp14:sizeRelH>
          <wp14:sizeRelV relativeFrom="margin">
            <wp14:pctHeight>0</wp14:pctHeight>
          </wp14:sizeRelV>
        </wp:anchor>
      </w:drawing>
    </w:r>
    <w:r w:rsidR="0010028E">
      <w:rPr>
        <w:noProof/>
        <w:color w:val="A6A6A6" w:themeColor="background1" w:themeShade="A6"/>
        <w:sz w:val="32"/>
      </w:rPr>
      <mc:AlternateContent>
        <mc:Choice Requires="wps">
          <w:drawing>
            <wp:anchor distT="0" distB="0" distL="114300" distR="114300" simplePos="0" relativeHeight="251665408" behindDoc="0" locked="1" layoutInCell="1" allowOverlap="1" wp14:anchorId="1FC6F808" wp14:editId="2F261E61">
              <wp:simplePos x="0" y="0"/>
              <wp:positionH relativeFrom="column">
                <wp:posOffset>4864735</wp:posOffset>
              </wp:positionH>
              <wp:positionV relativeFrom="page">
                <wp:posOffset>10288905</wp:posOffset>
              </wp:positionV>
              <wp:extent cx="968375" cy="213995"/>
              <wp:effectExtent l="0" t="0" r="3175" b="0"/>
              <wp:wrapNone/>
              <wp:docPr id="6" name="Textfeld 6"/>
              <wp:cNvGraphicFramePr/>
              <a:graphic xmlns:a="http://schemas.openxmlformats.org/drawingml/2006/main">
                <a:graphicData uri="http://schemas.microsoft.com/office/word/2010/wordprocessingShape">
                  <wps:wsp>
                    <wps:cNvSpPr txBox="1"/>
                    <wps:spPr>
                      <a:xfrm>
                        <a:off x="0" y="0"/>
                        <a:ext cx="968375" cy="213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028E" w:rsidRPr="0010028E" w:rsidRDefault="0010028E" w:rsidP="0010028E">
                          <w:pPr>
                            <w:spacing w:after="0"/>
                            <w:rPr>
                              <w:color w:val="548DD4" w:themeColor="text2" w:themeTint="99"/>
                              <w:sz w:val="16"/>
                              <w:szCs w:val="16"/>
                            </w:rPr>
                          </w:pPr>
                          <w:r w:rsidRPr="0010028E">
                            <w:rPr>
                              <w:color w:val="548DD4" w:themeColor="text2" w:themeTint="99"/>
                              <w:sz w:val="16"/>
                              <w:szCs w:val="16"/>
                            </w:rPr>
                            <w:t xml:space="preserve">Stand: </w:t>
                          </w:r>
                          <w:r w:rsidR="002C3F27">
                            <w:rPr>
                              <w:color w:val="548DD4" w:themeColor="text2" w:themeTint="99"/>
                              <w:sz w:val="16"/>
                              <w:szCs w:val="16"/>
                            </w:rPr>
                            <w:t>07.02.2018</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C6F808" id="_x0000_t202" coordsize="21600,21600" o:spt="202" path="m,l,21600r21600,l21600,xe">
              <v:stroke joinstyle="miter"/>
              <v:path gradientshapeok="t" o:connecttype="rect"/>
            </v:shapetype>
            <v:shape id="Textfeld 6" o:spid="_x0000_s1026" type="#_x0000_t202" style="position:absolute;margin-left:383.05pt;margin-top:810.15pt;width:76.2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" fillcolor="white [3201]" stroked="f" strokeweight=".5pt">
              <v:textbox>
                <w:txbxContent>
                  <w:p w:rsidR="0010028E" w:rsidRPr="0010028E" w:rsidRDefault="0010028E" w:rsidP="0010028E">
                    <w:pPr>
                      <w:spacing w:after="0"/>
                      <w:rPr>
                        <w:color w:val="548DD4" w:themeColor="text2" w:themeTint="99"/>
                        <w:sz w:val="16"/>
                        <w:szCs w:val="16"/>
                      </w:rPr>
                    </w:pPr>
                    <w:r w:rsidRPr="0010028E">
                      <w:rPr>
                        <w:color w:val="548DD4" w:themeColor="text2" w:themeTint="99"/>
                        <w:sz w:val="16"/>
                        <w:szCs w:val="16"/>
                      </w:rPr>
                      <w:t xml:space="preserve">Stand: </w:t>
                    </w:r>
                    <w:r w:rsidR="002C3F27">
                      <w:rPr>
                        <w:color w:val="548DD4" w:themeColor="text2" w:themeTint="99"/>
                        <w:sz w:val="16"/>
                        <w:szCs w:val="16"/>
                      </w:rPr>
                      <w:t>07.02.2018</w:t>
                    </w:r>
                    <w:bookmarkStart w:id="1" w:name="_GoBack"/>
                    <w:bookmarkEnd w:id="1"/>
                  </w:p>
                </w:txbxContent>
              </v:textbox>
              <w10:wrap anchory="page"/>
              <w10:anchorlock/>
            </v:shape>
          </w:pict>
        </mc:Fallback>
      </mc:AlternateContent>
    </w:r>
    <w:r w:rsidR="00601259">
      <w:rPr>
        <w:noProof/>
        <w:color w:val="A6A6A6" w:themeColor="background1" w:themeShade="A6"/>
        <w:sz w:val="32"/>
      </w:rPr>
      <w:drawing>
        <wp:anchor distT="0" distB="0" distL="114300" distR="114300" simplePos="0" relativeHeight="251657216" behindDoc="1" locked="0" layoutInCell="1" allowOverlap="1" wp14:anchorId="6468300D" wp14:editId="0C084123">
          <wp:simplePos x="0" y="0"/>
          <wp:positionH relativeFrom="column">
            <wp:posOffset>5172710</wp:posOffset>
          </wp:positionH>
          <wp:positionV relativeFrom="paragraph">
            <wp:posOffset>4445</wp:posOffset>
          </wp:positionV>
          <wp:extent cx="561340" cy="269875"/>
          <wp:effectExtent l="0" t="0" r="0" b="0"/>
          <wp:wrapTight wrapText="bothSides">
            <wp:wrapPolygon edited="0">
              <wp:start x="0" y="0"/>
              <wp:lineTo x="0" y="19821"/>
              <wp:lineTo x="14661" y="19821"/>
              <wp:lineTo x="20525" y="19821"/>
              <wp:lineTo x="20525" y="15247"/>
              <wp:lineTo x="19059" y="0"/>
              <wp:lineTo x="0" y="0"/>
            </wp:wrapPolygon>
          </wp:wrapTight>
          <wp:docPr id="2"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9"/>
                  <pic:cNvPicPr>
                    <a:picLocks noChangeAspect="1" noChangeArrowheads="1"/>
                  </pic:cNvPicPr>
                </pic:nvPicPr>
                <pic:blipFill>
                  <a:blip r:embed="rId2" cstate="print"/>
                  <a:srcRect/>
                  <a:stretch>
                    <a:fillRect/>
                  </a:stretch>
                </pic:blipFill>
                <pic:spPr bwMode="auto">
                  <a:xfrm>
                    <a:off x="0" y="0"/>
                    <a:ext cx="561340" cy="269875"/>
                  </a:xfrm>
                  <a:prstGeom prst="rect">
                    <a:avLst/>
                  </a:prstGeom>
                  <a:noFill/>
                  <a:ln w="9525" algn="ctr">
                    <a:noFill/>
                    <a:miter lim="800000"/>
                    <a:headEnd/>
                    <a:tailEnd/>
                  </a:ln>
                </pic:spPr>
              </pic:pic>
            </a:graphicData>
          </a:graphic>
          <wp14:sizeRelH relativeFrom="margin">
            <wp14:pctWidth>0</wp14:pctWidth>
          </wp14:sizeRelH>
          <wp14:sizeRelV relativeFrom="margin">
            <wp14:pctHeight>0</wp14:pctHeight>
          </wp14:sizeRelV>
        </wp:anchor>
      </w:drawing>
    </w:r>
    <w:r w:rsidR="00601259">
      <w:rPr>
        <w:noProof/>
        <w:color w:val="A6A6A6" w:themeColor="background1" w:themeShade="A6"/>
        <w:sz w:val="32"/>
      </w:rPr>
      <w:drawing>
        <wp:anchor distT="0" distB="0" distL="114300" distR="114300" simplePos="0" relativeHeight="251659264" behindDoc="0" locked="0" layoutInCell="1" allowOverlap="1" wp14:anchorId="33B78A19" wp14:editId="2339A545">
          <wp:simplePos x="0" y="0"/>
          <wp:positionH relativeFrom="column">
            <wp:posOffset>4538649</wp:posOffset>
          </wp:positionH>
          <wp:positionV relativeFrom="paragraph">
            <wp:posOffset>0</wp:posOffset>
          </wp:positionV>
          <wp:extent cx="528955" cy="269875"/>
          <wp:effectExtent l="0" t="0" r="444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M-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28955" cy="269875"/>
                  </a:xfrm>
                  <a:prstGeom prst="rect">
                    <a:avLst/>
                  </a:prstGeom>
                </pic:spPr>
              </pic:pic>
            </a:graphicData>
          </a:graphic>
          <wp14:sizeRelH relativeFrom="margin">
            <wp14:pctWidth>0</wp14:pctWidth>
          </wp14:sizeRelH>
          <wp14:sizeRelV relativeFrom="margin">
            <wp14:pctHeight>0</wp14:pctHeight>
          </wp14:sizeRelV>
        </wp:anchor>
      </w:drawing>
    </w:r>
    <w:r w:rsidR="00601259">
      <w:rPr>
        <w:noProof/>
        <w:color w:val="A6A6A6" w:themeColor="background1" w:themeShade="A6"/>
        <w:sz w:val="32"/>
      </w:rPr>
      <w:drawing>
        <wp:anchor distT="0" distB="0" distL="114300" distR="114300" simplePos="0" relativeHeight="251656192" behindDoc="1" locked="0" layoutInCell="1" allowOverlap="1" wp14:anchorId="758606C7" wp14:editId="31BF01C5">
          <wp:simplePos x="0" y="0"/>
          <wp:positionH relativeFrom="column">
            <wp:posOffset>2398395</wp:posOffset>
          </wp:positionH>
          <wp:positionV relativeFrom="paragraph">
            <wp:posOffset>-10795</wp:posOffset>
          </wp:positionV>
          <wp:extent cx="1692508" cy="234000"/>
          <wp:effectExtent l="0" t="0" r="3175" b="0"/>
          <wp:wrapTight wrapText="bothSides">
            <wp:wrapPolygon edited="0">
              <wp:start x="0" y="0"/>
              <wp:lineTo x="0" y="19370"/>
              <wp:lineTo x="21397" y="19370"/>
              <wp:lineTo x="21397" y="0"/>
              <wp:lineTo x="0" y="0"/>
            </wp:wrapPolygon>
          </wp:wrapTight>
          <wp:docPr id="11" name="Bild 7" descr="unternehmer-nrw-400x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4" descr="unternehmer-nrw-400x55.jpg"/>
                  <pic:cNvPicPr>
                    <a:picLocks noChangeAspect="1"/>
                  </pic:cNvPicPr>
                </pic:nvPicPr>
                <pic:blipFill>
                  <a:blip r:embed="rId4" cstate="print"/>
                  <a:srcRect/>
                  <a:stretch>
                    <a:fillRect/>
                  </a:stretch>
                </pic:blipFill>
                <pic:spPr bwMode="auto">
                  <a:xfrm>
                    <a:off x="0" y="0"/>
                    <a:ext cx="1692508" cy="234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01259">
      <w:rPr>
        <w:noProof/>
        <w:color w:val="A6A6A6" w:themeColor="background1" w:themeShade="A6"/>
        <w:sz w:val="32"/>
      </w:rPr>
      <mc:AlternateContent>
        <mc:Choice Requires="wps">
          <w:drawing>
            <wp:anchor distT="0" distB="0" distL="114300" distR="114300" simplePos="0" relativeHeight="251661312" behindDoc="0" locked="0" layoutInCell="1" allowOverlap="1" wp14:anchorId="07B3B79D" wp14:editId="1497BBBC">
              <wp:simplePos x="0" y="0"/>
              <wp:positionH relativeFrom="column">
                <wp:posOffset>5715</wp:posOffset>
              </wp:positionH>
              <wp:positionV relativeFrom="paragraph">
                <wp:posOffset>-167005</wp:posOffset>
              </wp:positionV>
              <wp:extent cx="5760000" cy="0"/>
              <wp:effectExtent l="0" t="0" r="1270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19050">
                        <a:solidFill>
                          <a:schemeClr val="bg1">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0259B85" id="_x0000_t32" coordsize="21600,21600" o:spt="32" o:oned="t" path="m,l21600,21600e" filled="f">
              <v:path arrowok="t" fillok="f" o:connecttype="none"/>
              <o:lock v:ext="edit" shapetype="t"/>
            </v:shapetype>
            <v:shape id="AutoShape 2" o:spid="_x0000_s1026" type="#_x0000_t32" style="position:absolute;margin-left:.45pt;margin-top:-13.15pt;width:453.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" strokecolor="#bfbfbf [2412]" strokeweight="1.5pt">
              <v:shadow color="#7f7f7f [1601]" opacity=".5" offset="1pt"/>
            </v:shape>
          </w:pict>
        </mc:Fallback>
      </mc:AlternateContent>
    </w:r>
    <w:r w:rsidR="00601259">
      <w:rPr>
        <w:noProof/>
      </w:rPr>
      <w:drawing>
        <wp:anchor distT="0" distB="0" distL="114300" distR="114300" simplePos="0" relativeHeight="251664384" behindDoc="0" locked="0" layoutInCell="1" allowOverlap="1" wp14:anchorId="13A91FFE" wp14:editId="5A3D0746">
          <wp:simplePos x="0" y="0"/>
          <wp:positionH relativeFrom="column">
            <wp:posOffset>1602740</wp:posOffset>
          </wp:positionH>
          <wp:positionV relativeFrom="paragraph">
            <wp:posOffset>-60960</wp:posOffset>
          </wp:positionV>
          <wp:extent cx="633076" cy="374400"/>
          <wp:effectExtent l="0" t="0" r="0" b="698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B-NRW-Logo-192dpi-web-transparent.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3076" cy="374400"/>
                  </a:xfrm>
                  <a:prstGeom prst="rect">
                    <a:avLst/>
                  </a:prstGeom>
                </pic:spPr>
              </pic:pic>
            </a:graphicData>
          </a:graphic>
          <wp14:sizeRelH relativeFrom="page">
            <wp14:pctWidth>0</wp14:pctWidth>
          </wp14:sizeRelH>
          <wp14:sizeRelV relativeFrom="page">
            <wp14:pctHeight>0</wp14:pctHeight>
          </wp14:sizeRelV>
        </wp:anchor>
      </w:drawing>
    </w:r>
    <w:r w:rsidR="00601259">
      <w:tab/>
    </w:r>
    <w:r w:rsidR="00601259" w:rsidRPr="00B9121C">
      <w:rPr>
        <w:color w:val="7F7F7F" w:themeColor="text1" w:themeTint="80"/>
      </w:rPr>
      <w:fldChar w:fldCharType="begin"/>
    </w:r>
    <w:r w:rsidR="00601259" w:rsidRPr="00B9121C">
      <w:rPr>
        <w:color w:val="7F7F7F" w:themeColor="text1" w:themeTint="80"/>
      </w:rPr>
      <w:instrText>PAGE   \* MERGEFORMAT</w:instrText>
    </w:r>
    <w:r w:rsidR="00601259" w:rsidRPr="00B9121C">
      <w:rPr>
        <w:color w:val="7F7F7F" w:themeColor="text1" w:themeTint="80"/>
      </w:rPr>
      <w:fldChar w:fldCharType="separate"/>
    </w:r>
    <w:r>
      <w:rPr>
        <w:noProof/>
        <w:color w:val="7F7F7F" w:themeColor="text1" w:themeTint="80"/>
      </w:rPr>
      <w:t>1</w:t>
    </w:r>
    <w:r w:rsidR="00601259" w:rsidRPr="00B9121C">
      <w:rPr>
        <w:color w:val="7F7F7F" w:themeColor="text1" w:themeTint="8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F27" w:rsidRDefault="002C3F27">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B1" w:rsidRDefault="008B6BB1" w:rsidP="00B9121C">
    <w:pPr>
      <w:pStyle w:val="Fuzeile"/>
      <w:spacing w:before="480"/>
    </w:pPr>
    <w:r>
      <w:rPr>
        <w:noProof/>
        <w:color w:val="A6A6A6" w:themeColor="background1" w:themeShade="A6"/>
        <w:sz w:val="32"/>
      </w:rPr>
      <mc:AlternateContent>
        <mc:Choice Requires="wps">
          <w:drawing>
            <wp:anchor distT="0" distB="0" distL="114300" distR="114300" simplePos="0" relativeHeight="251675648" behindDoc="0" locked="1" layoutInCell="1" allowOverlap="1" wp14:anchorId="7C27A22B" wp14:editId="17853353">
              <wp:simplePos x="0" y="0"/>
              <wp:positionH relativeFrom="column">
                <wp:posOffset>4864735</wp:posOffset>
              </wp:positionH>
              <wp:positionV relativeFrom="page">
                <wp:posOffset>10288905</wp:posOffset>
              </wp:positionV>
              <wp:extent cx="968375" cy="213995"/>
              <wp:effectExtent l="0" t="0" r="3175" b="0"/>
              <wp:wrapNone/>
              <wp:docPr id="8" name="Textfeld 8"/>
              <wp:cNvGraphicFramePr/>
              <a:graphic xmlns:a="http://schemas.openxmlformats.org/drawingml/2006/main">
                <a:graphicData uri="http://schemas.microsoft.com/office/word/2010/wordprocessingShape">
                  <wps:wsp>
                    <wps:cNvSpPr txBox="1"/>
                    <wps:spPr>
                      <a:xfrm>
                        <a:off x="0" y="0"/>
                        <a:ext cx="968375" cy="213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6BB1" w:rsidRPr="0010028E" w:rsidRDefault="008B6BB1" w:rsidP="0010028E">
                          <w:pPr>
                            <w:spacing w:after="0"/>
                            <w:rPr>
                              <w:color w:val="548DD4" w:themeColor="text2" w:themeTint="99"/>
                              <w:sz w:val="16"/>
                              <w:szCs w:val="16"/>
                            </w:rPr>
                          </w:pPr>
                          <w:r w:rsidRPr="0010028E">
                            <w:rPr>
                              <w:color w:val="548DD4" w:themeColor="text2" w:themeTint="99"/>
                              <w:sz w:val="16"/>
                              <w:szCs w:val="16"/>
                            </w:rPr>
                            <w:t xml:space="preserve">Stand: </w:t>
                          </w:r>
                          <w:r>
                            <w:rPr>
                              <w:color w:val="548DD4" w:themeColor="text2" w:themeTint="99"/>
                              <w:sz w:val="16"/>
                              <w:szCs w:val="16"/>
                            </w:rPr>
                            <w:t>28.04</w:t>
                          </w:r>
                          <w:r w:rsidRPr="0010028E">
                            <w:rPr>
                              <w:color w:val="548DD4" w:themeColor="text2" w:themeTint="99"/>
                              <w:sz w:val="16"/>
                              <w:szCs w:val="16"/>
                            </w:rPr>
                            <w:t>.2016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27A22B" id="_x0000_t202" coordsize="21600,21600" o:spt="202" path="m,l,21600r21600,l21600,xe">
              <v:stroke joinstyle="miter"/>
              <v:path gradientshapeok="t" o:connecttype="rect"/>
            </v:shapetype>
            <v:shape id="Textfeld 8" o:spid="_x0000_s1027" type="#_x0000_t202" style="position:absolute;margin-left:383.05pt;margin-top:810.15pt;width:76.25pt;height:1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" fillcolor="white [3201]" stroked="f" strokeweight=".5pt">
              <v:textbox>
                <w:txbxContent>
                  <w:p w:rsidR="008B6BB1" w:rsidRPr="0010028E" w:rsidRDefault="008B6BB1" w:rsidP="0010028E">
                    <w:pPr>
                      <w:spacing w:after="0"/>
                      <w:rPr>
                        <w:color w:val="548DD4" w:themeColor="text2" w:themeTint="99"/>
                        <w:sz w:val="16"/>
                        <w:szCs w:val="16"/>
                      </w:rPr>
                    </w:pPr>
                    <w:r w:rsidRPr="0010028E">
                      <w:rPr>
                        <w:color w:val="548DD4" w:themeColor="text2" w:themeTint="99"/>
                        <w:sz w:val="16"/>
                        <w:szCs w:val="16"/>
                      </w:rPr>
                      <w:t xml:space="preserve">Stand: </w:t>
                    </w:r>
                    <w:r>
                      <w:rPr>
                        <w:color w:val="548DD4" w:themeColor="text2" w:themeTint="99"/>
                        <w:sz w:val="16"/>
                        <w:szCs w:val="16"/>
                      </w:rPr>
                      <w:t>28.04</w:t>
                    </w:r>
                    <w:r w:rsidRPr="0010028E">
                      <w:rPr>
                        <w:color w:val="548DD4" w:themeColor="text2" w:themeTint="99"/>
                        <w:sz w:val="16"/>
                        <w:szCs w:val="16"/>
                      </w:rPr>
                      <w:t>.2016</w:t>
                    </w:r>
                  </w:p>
                </w:txbxContent>
              </v:textbox>
              <w10:wrap anchory="page"/>
              <w10:anchorlock/>
            </v:shape>
          </w:pict>
        </mc:Fallback>
      </mc:AlternateContent>
    </w:r>
    <w:r>
      <w:rPr>
        <w:noProof/>
        <w:color w:val="A6A6A6" w:themeColor="background1" w:themeShade="A6"/>
        <w:sz w:val="32"/>
      </w:rPr>
      <w:drawing>
        <wp:anchor distT="0" distB="0" distL="114300" distR="114300" simplePos="0" relativeHeight="251669504" behindDoc="1" locked="0" layoutInCell="1" allowOverlap="1" wp14:anchorId="6C0EB99D" wp14:editId="0BF39A4C">
          <wp:simplePos x="0" y="0"/>
          <wp:positionH relativeFrom="column">
            <wp:posOffset>5172710</wp:posOffset>
          </wp:positionH>
          <wp:positionV relativeFrom="paragraph">
            <wp:posOffset>4445</wp:posOffset>
          </wp:positionV>
          <wp:extent cx="561340" cy="269875"/>
          <wp:effectExtent l="0" t="0" r="0" b="0"/>
          <wp:wrapTight wrapText="bothSides">
            <wp:wrapPolygon edited="0">
              <wp:start x="0" y="0"/>
              <wp:lineTo x="0" y="19821"/>
              <wp:lineTo x="14661" y="19821"/>
              <wp:lineTo x="20525" y="19821"/>
              <wp:lineTo x="20525" y="15247"/>
              <wp:lineTo x="19059" y="0"/>
              <wp:lineTo x="0" y="0"/>
            </wp:wrapPolygon>
          </wp:wrapTight>
          <wp:docPr id="12"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9"/>
                  <pic:cNvPicPr>
                    <a:picLocks noChangeAspect="1" noChangeArrowheads="1"/>
                  </pic:cNvPicPr>
                </pic:nvPicPr>
                <pic:blipFill>
                  <a:blip r:embed="rId1" cstate="print"/>
                  <a:srcRect/>
                  <a:stretch>
                    <a:fillRect/>
                  </a:stretch>
                </pic:blipFill>
                <pic:spPr bwMode="auto">
                  <a:xfrm>
                    <a:off x="0" y="0"/>
                    <a:ext cx="561340" cy="269875"/>
                  </a:xfrm>
                  <a:prstGeom prst="rect">
                    <a:avLst/>
                  </a:prstGeom>
                  <a:noFill/>
                  <a:ln w="9525" algn="ctr">
                    <a:noFill/>
                    <a:miter lim="800000"/>
                    <a:headEnd/>
                    <a:tailEnd/>
                  </a:ln>
                </pic:spPr>
              </pic:pic>
            </a:graphicData>
          </a:graphic>
          <wp14:sizeRelH relativeFrom="margin">
            <wp14:pctWidth>0</wp14:pctWidth>
          </wp14:sizeRelH>
          <wp14:sizeRelV relativeFrom="margin">
            <wp14:pctHeight>0</wp14:pctHeight>
          </wp14:sizeRelV>
        </wp:anchor>
      </w:drawing>
    </w:r>
    <w:r>
      <w:rPr>
        <w:noProof/>
        <w:color w:val="A6A6A6" w:themeColor="background1" w:themeShade="A6"/>
        <w:sz w:val="32"/>
      </w:rPr>
      <w:drawing>
        <wp:anchor distT="0" distB="0" distL="114300" distR="114300" simplePos="0" relativeHeight="251671552" behindDoc="0" locked="0" layoutInCell="1" allowOverlap="1" wp14:anchorId="1B731C92" wp14:editId="2A1BC10A">
          <wp:simplePos x="0" y="0"/>
          <wp:positionH relativeFrom="column">
            <wp:posOffset>4538649</wp:posOffset>
          </wp:positionH>
          <wp:positionV relativeFrom="paragraph">
            <wp:posOffset>0</wp:posOffset>
          </wp:positionV>
          <wp:extent cx="528955" cy="269875"/>
          <wp:effectExtent l="0" t="0" r="4445"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M-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28955" cy="269875"/>
                  </a:xfrm>
                  <a:prstGeom prst="rect">
                    <a:avLst/>
                  </a:prstGeom>
                </pic:spPr>
              </pic:pic>
            </a:graphicData>
          </a:graphic>
          <wp14:sizeRelH relativeFrom="margin">
            <wp14:pctWidth>0</wp14:pctWidth>
          </wp14:sizeRelH>
          <wp14:sizeRelV relativeFrom="margin">
            <wp14:pctHeight>0</wp14:pctHeight>
          </wp14:sizeRelV>
        </wp:anchor>
      </w:drawing>
    </w:r>
    <w:r>
      <w:rPr>
        <w:noProof/>
        <w:color w:val="A6A6A6" w:themeColor="background1" w:themeShade="A6"/>
        <w:sz w:val="32"/>
      </w:rPr>
      <w:drawing>
        <wp:anchor distT="0" distB="0" distL="114300" distR="114300" simplePos="0" relativeHeight="251668480" behindDoc="1" locked="0" layoutInCell="1" allowOverlap="1" wp14:anchorId="05C978B9" wp14:editId="1D290DC0">
          <wp:simplePos x="0" y="0"/>
          <wp:positionH relativeFrom="column">
            <wp:posOffset>2398395</wp:posOffset>
          </wp:positionH>
          <wp:positionV relativeFrom="paragraph">
            <wp:posOffset>-10795</wp:posOffset>
          </wp:positionV>
          <wp:extent cx="1692508" cy="234000"/>
          <wp:effectExtent l="0" t="0" r="3175" b="0"/>
          <wp:wrapTight wrapText="bothSides">
            <wp:wrapPolygon edited="0">
              <wp:start x="0" y="0"/>
              <wp:lineTo x="0" y="19370"/>
              <wp:lineTo x="21397" y="19370"/>
              <wp:lineTo x="21397" y="0"/>
              <wp:lineTo x="0" y="0"/>
            </wp:wrapPolygon>
          </wp:wrapTight>
          <wp:docPr id="16" name="Bild 7" descr="unternehmer-nrw-400x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4" descr="unternehmer-nrw-400x55.jpg"/>
                  <pic:cNvPicPr>
                    <a:picLocks noChangeAspect="1"/>
                  </pic:cNvPicPr>
                </pic:nvPicPr>
                <pic:blipFill>
                  <a:blip r:embed="rId3" cstate="print"/>
                  <a:srcRect/>
                  <a:stretch>
                    <a:fillRect/>
                  </a:stretch>
                </pic:blipFill>
                <pic:spPr bwMode="auto">
                  <a:xfrm>
                    <a:off x="0" y="0"/>
                    <a:ext cx="1692508" cy="234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color w:val="A6A6A6" w:themeColor="background1" w:themeShade="A6"/>
        <w:sz w:val="32"/>
      </w:rPr>
      <mc:AlternateContent>
        <mc:Choice Requires="wps">
          <w:drawing>
            <wp:anchor distT="0" distB="0" distL="114300" distR="114300" simplePos="0" relativeHeight="251673600" behindDoc="0" locked="0" layoutInCell="1" allowOverlap="1" wp14:anchorId="4B014F99" wp14:editId="0C577A0D">
              <wp:simplePos x="0" y="0"/>
              <wp:positionH relativeFrom="column">
                <wp:posOffset>5715</wp:posOffset>
              </wp:positionH>
              <wp:positionV relativeFrom="paragraph">
                <wp:posOffset>-167005</wp:posOffset>
              </wp:positionV>
              <wp:extent cx="5760000" cy="0"/>
              <wp:effectExtent l="0" t="0" r="1270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19050">
                        <a:solidFill>
                          <a:schemeClr val="bg1">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2C20C73" id="_x0000_t32" coordsize="21600,21600" o:spt="32" o:oned="t" path="m,l21600,21600e" filled="f">
              <v:path arrowok="t" fillok="f" o:connecttype="none"/>
              <o:lock v:ext="edit" shapetype="t"/>
            </v:shapetype>
            <v:shape id="AutoShape 2" o:spid="_x0000_s1026" type="#_x0000_t32" style="position:absolute;margin-left:.45pt;margin-top:-13.15pt;width:453.5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" strokecolor="#bfbfbf [2412]" strokeweight="1.5pt">
              <v:shadow color="#7f7f7f [1601]" opacity=".5" offset="1pt"/>
            </v:shape>
          </w:pict>
        </mc:Fallback>
      </mc:AlternateContent>
    </w:r>
    <w:r w:rsidRPr="00014897">
      <w:rPr>
        <w:noProof/>
      </w:rPr>
      <w:drawing>
        <wp:anchor distT="0" distB="0" distL="114300" distR="114300" simplePos="0" relativeHeight="251667456" behindDoc="1" locked="0" layoutInCell="1" allowOverlap="1" wp14:anchorId="12F1F38E" wp14:editId="67195637">
          <wp:simplePos x="0" y="0"/>
          <wp:positionH relativeFrom="column">
            <wp:posOffset>10795</wp:posOffset>
          </wp:positionH>
          <wp:positionV relativeFrom="paragraph">
            <wp:posOffset>-7620</wp:posOffset>
          </wp:positionV>
          <wp:extent cx="1328400" cy="270000"/>
          <wp:effectExtent l="0" t="0" r="5715" b="0"/>
          <wp:wrapTight wrapText="bothSides">
            <wp:wrapPolygon edited="0">
              <wp:start x="0" y="0"/>
              <wp:lineTo x="0" y="19821"/>
              <wp:lineTo x="21383" y="19821"/>
              <wp:lineTo x="21383" y="0"/>
              <wp:lineTo x="0" y="0"/>
            </wp:wrapPolygon>
          </wp:wrapTight>
          <wp:docPr id="17"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4" cstate="print"/>
                  <a:srcRect/>
                  <a:stretch>
                    <a:fillRect/>
                  </a:stretch>
                </pic:blipFill>
                <pic:spPr bwMode="auto">
                  <a:xfrm>
                    <a:off x="0" y="0"/>
                    <a:ext cx="1328400" cy="27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0D6EB2" wp14:editId="685C8006">
          <wp:simplePos x="0" y="0"/>
          <wp:positionH relativeFrom="column">
            <wp:posOffset>1602740</wp:posOffset>
          </wp:positionH>
          <wp:positionV relativeFrom="paragraph">
            <wp:posOffset>-60960</wp:posOffset>
          </wp:positionV>
          <wp:extent cx="633076" cy="374400"/>
          <wp:effectExtent l="0" t="0" r="0" b="6985"/>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B-NRW-Logo-192dpi-web-transparent.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3076" cy="374400"/>
                  </a:xfrm>
                  <a:prstGeom prst="rect">
                    <a:avLst/>
                  </a:prstGeom>
                </pic:spPr>
              </pic:pic>
            </a:graphicData>
          </a:graphic>
          <wp14:sizeRelH relativeFrom="page">
            <wp14:pctWidth>0</wp14:pctWidth>
          </wp14:sizeRelH>
          <wp14:sizeRelV relativeFrom="page">
            <wp14:pctHeight>0</wp14:pctHeight>
          </wp14:sizeRelV>
        </wp:anchor>
      </w:drawing>
    </w:r>
    <w:r>
      <w:tab/>
    </w:r>
    <w:r w:rsidRPr="00B9121C">
      <w:rPr>
        <w:color w:val="7F7F7F" w:themeColor="text1" w:themeTint="80"/>
      </w:rPr>
      <w:fldChar w:fldCharType="begin"/>
    </w:r>
    <w:r w:rsidRPr="00B9121C">
      <w:rPr>
        <w:color w:val="7F7F7F" w:themeColor="text1" w:themeTint="80"/>
      </w:rPr>
      <w:instrText>PAGE   \* MERGEFORMAT</w:instrText>
    </w:r>
    <w:r w:rsidRPr="00B9121C">
      <w:rPr>
        <w:color w:val="7F7F7F" w:themeColor="text1" w:themeTint="80"/>
      </w:rPr>
      <w:fldChar w:fldCharType="separate"/>
    </w:r>
    <w:r w:rsidR="002C3F27">
      <w:rPr>
        <w:noProof/>
        <w:color w:val="7F7F7F" w:themeColor="text1" w:themeTint="80"/>
      </w:rPr>
      <w:t>10</w:t>
    </w:r>
    <w:r w:rsidRPr="00B9121C">
      <w:rPr>
        <w:color w:val="7F7F7F" w:themeColor="text1" w:themeTint="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0E0" w:rsidRDefault="00CA10E0" w:rsidP="005F2D7F">
      <w:pPr>
        <w:spacing w:after="0" w:line="240" w:lineRule="auto"/>
      </w:pPr>
      <w:r>
        <w:separator/>
      </w:r>
    </w:p>
    <w:p w:rsidR="00CA10E0" w:rsidRDefault="00CA10E0"/>
  </w:footnote>
  <w:footnote w:type="continuationSeparator" w:id="0">
    <w:p w:rsidR="00CA10E0" w:rsidRDefault="00CA10E0" w:rsidP="005F2D7F">
      <w:pPr>
        <w:spacing w:after="0" w:line="240" w:lineRule="auto"/>
      </w:pPr>
      <w:r>
        <w:continuationSeparator/>
      </w:r>
    </w:p>
    <w:p w:rsidR="00CA10E0" w:rsidRDefault="00CA10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F27" w:rsidRDefault="002C3F2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259" w:rsidRDefault="00691CB3" w:rsidP="00B9121C">
    <w:pPr>
      <w:pStyle w:val="Kopfzeile"/>
      <w:tabs>
        <w:tab w:val="left" w:pos="4425"/>
      </w:tabs>
      <w:rPr>
        <w:color w:val="A6A6A6" w:themeColor="background1" w:themeShade="A6"/>
        <w:sz w:val="24"/>
      </w:rPr>
    </w:pPr>
    <w:r>
      <w:rPr>
        <w:noProof/>
        <w:color w:val="A6A6A6" w:themeColor="background1" w:themeShade="A6"/>
        <w:sz w:val="32"/>
      </w:rPr>
      <mc:AlternateContent>
        <mc:Choice Requires="wps">
          <w:drawing>
            <wp:anchor distT="0" distB="0" distL="114300" distR="114300" simplePos="0" relativeHeight="251660288" behindDoc="0" locked="0" layoutInCell="1" allowOverlap="1" wp14:anchorId="177CAE60" wp14:editId="253A5532">
              <wp:simplePos x="0" y="0"/>
              <wp:positionH relativeFrom="column">
                <wp:posOffset>5080</wp:posOffset>
              </wp:positionH>
              <wp:positionV relativeFrom="paragraph">
                <wp:posOffset>559435</wp:posOffset>
              </wp:positionV>
              <wp:extent cx="5759450" cy="0"/>
              <wp:effectExtent l="0" t="0" r="12700" b="1905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noFill/>
                      <a:ln w="19050">
                        <a:solidFill>
                          <a:schemeClr val="bg1">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A6858C4" id="_x0000_t32" coordsize="21600,21600" o:spt="32" o:oned="t" path="m,l21600,21600e" filled="f">
              <v:path arrowok="t" fillok="f" o:connecttype="none"/>
              <o:lock v:ext="edit" shapetype="t"/>
            </v:shapetype>
            <v:shape id="AutoShape 1" o:spid="_x0000_s1026" type="#_x0000_t32" style="position:absolute;margin-left:.4pt;margin-top:44.05pt;width:453.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" strokecolor="#bfbfbf [2412]" strokeweight="1.5pt">
              <v:shadow color="#7f7f7f [1601]" opacity=".5" offset="1pt"/>
            </v:shape>
          </w:pict>
        </mc:Fallback>
      </mc:AlternateContent>
    </w:r>
    <w:r w:rsidRPr="00B9121C">
      <w:rPr>
        <w:noProof/>
        <w:color w:val="7F7F7F" w:themeColor="text1" w:themeTint="80"/>
        <w:sz w:val="24"/>
      </w:rPr>
      <w:drawing>
        <wp:anchor distT="0" distB="0" distL="114300" distR="114300" simplePos="0" relativeHeight="251654144" behindDoc="1" locked="0" layoutInCell="1" allowOverlap="1" wp14:anchorId="49E31B1B" wp14:editId="2893C0A3">
          <wp:simplePos x="0" y="0"/>
          <wp:positionH relativeFrom="column">
            <wp:posOffset>5029200</wp:posOffset>
          </wp:positionH>
          <wp:positionV relativeFrom="paragraph">
            <wp:posOffset>-125730</wp:posOffset>
          </wp:positionV>
          <wp:extent cx="739140" cy="628650"/>
          <wp:effectExtent l="0" t="0" r="3810" b="0"/>
          <wp:wrapTight wrapText="bothSides">
            <wp:wrapPolygon edited="0">
              <wp:start x="14474" y="0"/>
              <wp:lineTo x="0" y="655"/>
              <wp:lineTo x="0" y="18982"/>
              <wp:lineTo x="9464" y="20945"/>
              <wp:lineTo x="21155" y="20945"/>
              <wp:lineTo x="21155" y="0"/>
              <wp:lineTo x="14474" y="0"/>
            </wp:wrapPolygon>
          </wp:wrapTight>
          <wp:docPr id="1" name="Grafik 1" descr="da_logo_solo_23082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_logo_solo_23082010.png"/>
                  <pic:cNvPicPr/>
                </pic:nvPicPr>
                <pic:blipFill>
                  <a:blip r:embed="rId1"/>
                  <a:stretch>
                    <a:fillRect/>
                  </a:stretch>
                </pic:blipFill>
                <pic:spPr>
                  <a:xfrm>
                    <a:off x="0" y="0"/>
                    <a:ext cx="739140" cy="628650"/>
                  </a:xfrm>
                  <a:prstGeom prst="rect">
                    <a:avLst/>
                  </a:prstGeom>
                </pic:spPr>
              </pic:pic>
            </a:graphicData>
          </a:graphic>
        </wp:anchor>
      </w:drawing>
    </w:r>
    <w:r w:rsidR="00601259" w:rsidRPr="00B9121C">
      <w:rPr>
        <w:color w:val="7F7F7F" w:themeColor="text1" w:themeTint="80"/>
        <w:sz w:val="24"/>
      </w:rPr>
      <w:t>Dokumentation (</w:t>
    </w:r>
    <w:r w:rsidR="003E0D21">
      <w:rPr>
        <w:color w:val="7F7F7F" w:themeColor="text1" w:themeTint="80"/>
        <w:sz w:val="24"/>
      </w:rPr>
      <w:t>4</w:t>
    </w:r>
    <w:r w:rsidR="00601259" w:rsidRPr="00B9121C">
      <w:rPr>
        <w:color w:val="7F7F7F" w:themeColor="text1" w:themeTint="80"/>
        <w:sz w:val="24"/>
      </w:rPr>
      <w:t>)</w:t>
    </w:r>
    <w:r w:rsidR="00601259" w:rsidRPr="00DE0528">
      <w:rPr>
        <w:color w:val="A6A6A6" w:themeColor="background1" w:themeShade="A6"/>
        <w:sz w:val="24"/>
      </w:rPr>
      <w:t xml:space="preserve"> </w:t>
    </w:r>
  </w:p>
  <w:p w:rsidR="00691CB3" w:rsidRPr="00691CB3" w:rsidRDefault="00691CB3" w:rsidP="00691CB3">
    <w:pPr>
      <w:pStyle w:val="Kopfzeile"/>
      <w:tabs>
        <w:tab w:val="left" w:pos="4425"/>
      </w:tabs>
      <w:spacing w:before="120"/>
      <w:rPr>
        <w:b/>
        <w:color w:val="548DD4" w:themeColor="text2" w:themeTint="99"/>
        <w:sz w:val="32"/>
        <w:szCs w:val="32"/>
      </w:rPr>
    </w:pPr>
    <w:r w:rsidRPr="00691CB3">
      <w:rPr>
        <w:b/>
        <w:color w:val="548DD4" w:themeColor="text2" w:themeTint="99"/>
        <w:sz w:val="32"/>
        <w:szCs w:val="32"/>
      </w:rPr>
      <w:t xml:space="preserve">Leitfragen </w:t>
    </w:r>
    <w:r w:rsidR="003E0D21">
      <w:rPr>
        <w:b/>
        <w:color w:val="548DD4" w:themeColor="text2" w:themeTint="99"/>
        <w:sz w:val="32"/>
        <w:szCs w:val="32"/>
      </w:rPr>
      <w:t>Demografie-Themen</w:t>
    </w:r>
  </w:p>
  <w:p w:rsidR="008F0581" w:rsidRDefault="008F05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F27" w:rsidRDefault="002C3F27">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BB1" w:rsidRDefault="008B6BB1" w:rsidP="00B9121C">
    <w:pPr>
      <w:pStyle w:val="Kopfzeile"/>
      <w:tabs>
        <w:tab w:val="left" w:pos="4425"/>
      </w:tabs>
      <w:rPr>
        <w:color w:val="A6A6A6" w:themeColor="background1" w:themeShade="A6"/>
        <w:sz w:val="24"/>
      </w:rPr>
    </w:pPr>
    <w:r>
      <w:rPr>
        <w:noProof/>
        <w:color w:val="A6A6A6" w:themeColor="background1" w:themeShade="A6"/>
        <w:sz w:val="32"/>
      </w:rPr>
      <mc:AlternateContent>
        <mc:Choice Requires="wps">
          <w:drawing>
            <wp:anchor distT="0" distB="0" distL="114300" distR="114300" simplePos="0" relativeHeight="251672576" behindDoc="0" locked="0" layoutInCell="1" allowOverlap="1" wp14:anchorId="371136C2" wp14:editId="2A6E8286">
              <wp:simplePos x="0" y="0"/>
              <wp:positionH relativeFrom="column">
                <wp:posOffset>5080</wp:posOffset>
              </wp:positionH>
              <wp:positionV relativeFrom="paragraph">
                <wp:posOffset>559435</wp:posOffset>
              </wp:positionV>
              <wp:extent cx="5759450" cy="0"/>
              <wp:effectExtent l="0" t="0" r="12700"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noFill/>
                      <a:ln w="19050">
                        <a:solidFill>
                          <a:schemeClr val="bg1">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6F050ED" id="_x0000_t32" coordsize="21600,21600" o:spt="32" o:oned="t" path="m,l21600,21600e" filled="f">
              <v:path arrowok="t" fillok="f" o:connecttype="none"/>
              <o:lock v:ext="edit" shapetype="t"/>
            </v:shapetype>
            <v:shape id="AutoShape 1" o:spid="_x0000_s1026" type="#_x0000_t32" style="position:absolute;margin-left:.4pt;margin-top:44.05pt;width:453.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" strokecolor="#bfbfbf [2412]" strokeweight="1.5pt">
              <v:shadow color="#7f7f7f [1601]" opacity=".5" offset="1pt"/>
            </v:shape>
          </w:pict>
        </mc:Fallback>
      </mc:AlternateContent>
    </w:r>
    <w:r w:rsidRPr="00B9121C">
      <w:rPr>
        <w:noProof/>
        <w:color w:val="7F7F7F" w:themeColor="text1" w:themeTint="80"/>
        <w:sz w:val="24"/>
      </w:rPr>
      <w:drawing>
        <wp:anchor distT="0" distB="0" distL="114300" distR="114300" simplePos="0" relativeHeight="251670528" behindDoc="1" locked="0" layoutInCell="1" allowOverlap="1" wp14:anchorId="6C92248C" wp14:editId="3D90EED8">
          <wp:simplePos x="0" y="0"/>
          <wp:positionH relativeFrom="column">
            <wp:posOffset>5029200</wp:posOffset>
          </wp:positionH>
          <wp:positionV relativeFrom="paragraph">
            <wp:posOffset>-125730</wp:posOffset>
          </wp:positionV>
          <wp:extent cx="739140" cy="628650"/>
          <wp:effectExtent l="0" t="0" r="3810" b="0"/>
          <wp:wrapTight wrapText="bothSides">
            <wp:wrapPolygon edited="0">
              <wp:start x="14474" y="0"/>
              <wp:lineTo x="0" y="655"/>
              <wp:lineTo x="0" y="18982"/>
              <wp:lineTo x="9464" y="20945"/>
              <wp:lineTo x="21155" y="20945"/>
              <wp:lineTo x="21155" y="0"/>
              <wp:lineTo x="14474" y="0"/>
            </wp:wrapPolygon>
          </wp:wrapTight>
          <wp:docPr id="10" name="Grafik 10" descr="da_logo_solo_23082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_logo_solo_23082010.png"/>
                  <pic:cNvPicPr/>
                </pic:nvPicPr>
                <pic:blipFill>
                  <a:blip r:embed="rId1"/>
                  <a:stretch>
                    <a:fillRect/>
                  </a:stretch>
                </pic:blipFill>
                <pic:spPr>
                  <a:xfrm>
                    <a:off x="0" y="0"/>
                    <a:ext cx="739140" cy="628650"/>
                  </a:xfrm>
                  <a:prstGeom prst="rect">
                    <a:avLst/>
                  </a:prstGeom>
                </pic:spPr>
              </pic:pic>
            </a:graphicData>
          </a:graphic>
        </wp:anchor>
      </w:drawing>
    </w:r>
    <w:r w:rsidRPr="00B9121C">
      <w:rPr>
        <w:color w:val="7F7F7F" w:themeColor="text1" w:themeTint="80"/>
        <w:sz w:val="24"/>
      </w:rPr>
      <w:t>Dokumentation (</w:t>
    </w:r>
    <w:r>
      <w:rPr>
        <w:color w:val="7F7F7F" w:themeColor="text1" w:themeTint="80"/>
        <w:sz w:val="24"/>
      </w:rPr>
      <w:t>4a</w:t>
    </w:r>
    <w:r w:rsidRPr="00B9121C">
      <w:rPr>
        <w:color w:val="7F7F7F" w:themeColor="text1" w:themeTint="80"/>
        <w:sz w:val="24"/>
      </w:rPr>
      <w:t>)</w:t>
    </w:r>
    <w:r w:rsidRPr="00DE0528">
      <w:rPr>
        <w:color w:val="A6A6A6" w:themeColor="background1" w:themeShade="A6"/>
        <w:sz w:val="24"/>
      </w:rPr>
      <w:t xml:space="preserve"> </w:t>
    </w:r>
  </w:p>
  <w:p w:rsidR="008B6BB1" w:rsidRPr="00691CB3" w:rsidRDefault="008B6BB1" w:rsidP="00691CB3">
    <w:pPr>
      <w:pStyle w:val="Kopfzeile"/>
      <w:tabs>
        <w:tab w:val="left" w:pos="4425"/>
      </w:tabs>
      <w:spacing w:before="120"/>
      <w:rPr>
        <w:b/>
        <w:color w:val="548DD4" w:themeColor="text2" w:themeTint="99"/>
        <w:sz w:val="32"/>
        <w:szCs w:val="32"/>
      </w:rPr>
    </w:pPr>
    <w:r w:rsidRPr="00691CB3">
      <w:rPr>
        <w:b/>
        <w:color w:val="548DD4" w:themeColor="text2" w:themeTint="99"/>
        <w:sz w:val="32"/>
        <w:szCs w:val="32"/>
      </w:rPr>
      <w:t xml:space="preserve">Leitfragen </w:t>
    </w:r>
    <w:r>
      <w:rPr>
        <w:b/>
        <w:color w:val="548DD4" w:themeColor="text2" w:themeTint="99"/>
        <w:sz w:val="32"/>
        <w:szCs w:val="32"/>
      </w:rPr>
      <w:t>Vielfalt</w:t>
    </w:r>
  </w:p>
  <w:p w:rsidR="008B6BB1" w:rsidRDefault="008B6B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C7CB7"/>
    <w:multiLevelType w:val="hybridMultilevel"/>
    <w:tmpl w:val="989AC67C"/>
    <w:lvl w:ilvl="0" w:tplc="085E3CD4">
      <w:start w:val="1"/>
      <w:numFmt w:val="decimal"/>
      <w:pStyle w:val="Listenabsatz6"/>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77779D"/>
    <w:multiLevelType w:val="hybridMultilevel"/>
    <w:tmpl w:val="405EAB42"/>
    <w:lvl w:ilvl="0" w:tplc="08F60B84">
      <w:start w:val="1"/>
      <w:numFmt w:val="decimal"/>
      <w:pStyle w:val="Fragen2"/>
      <w:lvlText w:val="2.%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AB74E9"/>
    <w:multiLevelType w:val="hybridMultilevel"/>
    <w:tmpl w:val="728E3270"/>
    <w:lvl w:ilvl="0" w:tplc="3B5EF486">
      <w:start w:val="1"/>
      <w:numFmt w:val="ordin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504C41"/>
    <w:multiLevelType w:val="hybridMultilevel"/>
    <w:tmpl w:val="E6A8814A"/>
    <w:lvl w:ilvl="0" w:tplc="82600E7E">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FE218A"/>
    <w:multiLevelType w:val="hybridMultilevel"/>
    <w:tmpl w:val="08169C30"/>
    <w:lvl w:ilvl="0" w:tplc="889440B4">
      <w:start w:val="1"/>
      <w:numFmt w:val="decimal"/>
      <w:pStyle w:val="FrageAudit"/>
      <w:lvlText w:val="1.%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E392EB5"/>
    <w:multiLevelType w:val="multilevel"/>
    <w:tmpl w:val="EB56CA4C"/>
    <w:lvl w:ilvl="0">
      <w:numFmt w:val="decimal"/>
      <w:pStyle w:val="MMTopic1"/>
      <w:suff w:val="space"/>
      <w:lvlText w:val="%1"/>
      <w:lvlJc w:val="left"/>
      <w:pPr>
        <w:ind w:left="708" w:firstLine="0"/>
      </w:pPr>
      <w:rPr>
        <w:rFonts w:hint="default"/>
      </w:rPr>
    </w:lvl>
    <w:lvl w:ilvl="1">
      <w:start w:val="1"/>
      <w:numFmt w:val="decimal"/>
      <w:pStyle w:val="MMTopic2"/>
      <w:suff w:val="space"/>
      <w:lvlText w:val="%1.%2"/>
      <w:lvlJc w:val="left"/>
      <w:pPr>
        <w:ind w:left="708" w:firstLine="0"/>
      </w:pPr>
      <w:rPr>
        <w:rFonts w:hint="default"/>
      </w:rPr>
    </w:lvl>
    <w:lvl w:ilvl="2">
      <w:start w:val="1"/>
      <w:numFmt w:val="decimal"/>
      <w:pStyle w:val="MMTopic3"/>
      <w:suff w:val="space"/>
      <w:lvlText w:val="%1.%2.%3"/>
      <w:lvlJc w:val="left"/>
      <w:pPr>
        <w:ind w:left="708" w:firstLine="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6" w15:restartNumberingAfterBreak="0">
    <w:nsid w:val="20B74FF1"/>
    <w:multiLevelType w:val="hybridMultilevel"/>
    <w:tmpl w:val="12326020"/>
    <w:lvl w:ilvl="0" w:tplc="82600E7E">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EA223C"/>
    <w:multiLevelType w:val="hybridMultilevel"/>
    <w:tmpl w:val="1FF4473A"/>
    <w:lvl w:ilvl="0" w:tplc="F8FCA638">
      <w:start w:val="1"/>
      <w:numFmt w:val="decimal"/>
      <w:pStyle w:val="Listenabsatz5"/>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EDF51A2"/>
    <w:multiLevelType w:val="multilevel"/>
    <w:tmpl w:val="20D6238C"/>
    <w:lvl w:ilvl="0">
      <w:start w:val="1"/>
      <w:numFmt w:val="decimal"/>
      <w:pStyle w:val="Listenabsatz"/>
      <w:lvlText w:val="%1."/>
      <w:lvlJc w:val="left"/>
      <w:pPr>
        <w:ind w:left="360" w:hanging="360"/>
      </w:pPr>
      <w:rPr>
        <w:rFonts w:hint="default"/>
      </w:rPr>
    </w:lvl>
    <w:lvl w:ilvl="1">
      <w:start w:val="1"/>
      <w:numFmt w:val="lowerLetter"/>
      <w:lvlText w:val="%2."/>
      <w:lvlJc w:val="left"/>
      <w:pPr>
        <w:ind w:left="3100" w:hanging="360"/>
      </w:pPr>
      <w:rPr>
        <w:rFonts w:hint="default"/>
      </w:rPr>
    </w:lvl>
    <w:lvl w:ilvl="2">
      <w:start w:val="1"/>
      <w:numFmt w:val="lowerRoman"/>
      <w:lvlText w:val="%3."/>
      <w:lvlJc w:val="right"/>
      <w:pPr>
        <w:ind w:left="3820" w:hanging="180"/>
      </w:pPr>
      <w:rPr>
        <w:rFonts w:hint="default"/>
      </w:rPr>
    </w:lvl>
    <w:lvl w:ilvl="3">
      <w:start w:val="1"/>
      <w:numFmt w:val="decimal"/>
      <w:lvlText w:val="%4."/>
      <w:lvlJc w:val="left"/>
      <w:pPr>
        <w:ind w:left="4540" w:hanging="360"/>
      </w:pPr>
      <w:rPr>
        <w:rFonts w:hint="default"/>
      </w:rPr>
    </w:lvl>
    <w:lvl w:ilvl="4">
      <w:start w:val="1"/>
      <w:numFmt w:val="lowerLetter"/>
      <w:lvlText w:val="%5."/>
      <w:lvlJc w:val="left"/>
      <w:pPr>
        <w:ind w:left="5260" w:hanging="360"/>
      </w:pPr>
      <w:rPr>
        <w:rFonts w:hint="default"/>
      </w:rPr>
    </w:lvl>
    <w:lvl w:ilvl="5">
      <w:start w:val="1"/>
      <w:numFmt w:val="lowerRoman"/>
      <w:lvlText w:val="%6."/>
      <w:lvlJc w:val="right"/>
      <w:pPr>
        <w:ind w:left="5980" w:hanging="180"/>
      </w:pPr>
      <w:rPr>
        <w:rFonts w:hint="default"/>
      </w:rPr>
    </w:lvl>
    <w:lvl w:ilvl="6">
      <w:start w:val="1"/>
      <w:numFmt w:val="decimal"/>
      <w:lvlText w:val="%7."/>
      <w:lvlJc w:val="left"/>
      <w:pPr>
        <w:ind w:left="6700" w:hanging="360"/>
      </w:pPr>
      <w:rPr>
        <w:rFonts w:hint="default"/>
      </w:rPr>
    </w:lvl>
    <w:lvl w:ilvl="7">
      <w:start w:val="1"/>
      <w:numFmt w:val="lowerLetter"/>
      <w:lvlText w:val="%8."/>
      <w:lvlJc w:val="left"/>
      <w:pPr>
        <w:ind w:left="7420" w:hanging="360"/>
      </w:pPr>
      <w:rPr>
        <w:rFonts w:hint="default"/>
      </w:rPr>
    </w:lvl>
    <w:lvl w:ilvl="8">
      <w:start w:val="1"/>
      <w:numFmt w:val="lowerRoman"/>
      <w:lvlText w:val="%9."/>
      <w:lvlJc w:val="right"/>
      <w:pPr>
        <w:ind w:left="8140" w:hanging="180"/>
      </w:pPr>
      <w:rPr>
        <w:rFonts w:hint="default"/>
      </w:rPr>
    </w:lvl>
  </w:abstractNum>
  <w:abstractNum w:abstractNumId="9" w15:restartNumberingAfterBreak="0">
    <w:nsid w:val="3538750A"/>
    <w:multiLevelType w:val="hybridMultilevel"/>
    <w:tmpl w:val="F2707BF8"/>
    <w:lvl w:ilvl="0" w:tplc="7D6646CA">
      <w:start w:val="1"/>
      <w:numFmt w:val="decimal"/>
      <w:lvlText w:val="2.%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53541D"/>
    <w:multiLevelType w:val="hybridMultilevel"/>
    <w:tmpl w:val="70FE1A82"/>
    <w:lvl w:ilvl="0" w:tplc="82600E7E">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17085B"/>
    <w:multiLevelType w:val="hybridMultilevel"/>
    <w:tmpl w:val="D2A49278"/>
    <w:lvl w:ilvl="0" w:tplc="B0DC6E82">
      <w:start w:val="1"/>
      <w:numFmt w:val="lowerLetter"/>
      <w:pStyle w:val="Fragen3"/>
      <w:lvlText w:val="3%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6086A0B"/>
    <w:multiLevelType w:val="hybridMultilevel"/>
    <w:tmpl w:val="E2102934"/>
    <w:lvl w:ilvl="0" w:tplc="96DC0B24">
      <w:start w:val="1"/>
      <w:numFmt w:val="decimal"/>
      <w:pStyle w:val="Fragen1"/>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EE3EEC"/>
    <w:multiLevelType w:val="hybridMultilevel"/>
    <w:tmpl w:val="0448A356"/>
    <w:lvl w:ilvl="0" w:tplc="B09CC7F0">
      <w:start w:val="1"/>
      <w:numFmt w:val="decimal"/>
      <w:pStyle w:val="Listenabsatz4"/>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7FE74B3"/>
    <w:multiLevelType w:val="hybridMultilevel"/>
    <w:tmpl w:val="870EB9D2"/>
    <w:lvl w:ilvl="0" w:tplc="F34439E0">
      <w:start w:val="1"/>
      <w:numFmt w:val="lowerLetter"/>
      <w:pStyle w:val="Fragen4"/>
      <w:lvlText w:val="4%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98E6AA6"/>
    <w:multiLevelType w:val="hybridMultilevel"/>
    <w:tmpl w:val="9348A924"/>
    <w:lvl w:ilvl="0" w:tplc="FA8427CE">
      <w:start w:val="1"/>
      <w:numFmt w:val="ordinal"/>
      <w:pStyle w:val="Fragen5"/>
      <w:lvlText w:val="1.%1"/>
      <w:lvlJc w:val="left"/>
      <w:pPr>
        <w:ind w:left="36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5C3C2CFB"/>
    <w:multiLevelType w:val="multilevel"/>
    <w:tmpl w:val="649C13D2"/>
    <w:lvl w:ilvl="0">
      <w:start w:val="1"/>
      <w:numFmt w:val="decimal"/>
      <w:lvlText w:val="%1."/>
      <w:lvlJc w:val="left"/>
      <w:pPr>
        <w:ind w:left="360" w:hanging="360"/>
      </w:pPr>
    </w:lvl>
    <w:lvl w:ilvl="1">
      <w:start w:val="1"/>
      <w:numFmt w:val="decimal"/>
      <w:pStyle w:val="Fragen6"/>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FA369E"/>
    <w:multiLevelType w:val="hybridMultilevel"/>
    <w:tmpl w:val="9EE68A62"/>
    <w:lvl w:ilvl="0" w:tplc="7AD6EC14">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69B2675"/>
    <w:multiLevelType w:val="hybridMultilevel"/>
    <w:tmpl w:val="1E7CED62"/>
    <w:lvl w:ilvl="0" w:tplc="448E603A">
      <w:start w:val="1"/>
      <w:numFmt w:val="decimal"/>
      <w:pStyle w:val="Listenabsatz3"/>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3735792"/>
    <w:multiLevelType w:val="hybridMultilevel"/>
    <w:tmpl w:val="7F8CBCA2"/>
    <w:lvl w:ilvl="0" w:tplc="14C05F7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3FD0E1C"/>
    <w:multiLevelType w:val="multilevel"/>
    <w:tmpl w:val="D8B051C0"/>
    <w:lvl w:ilvl="0">
      <w:start w:val="1"/>
      <w:numFmt w:val="upperRoman"/>
      <w:pStyle w:val="berschrift2"/>
      <w:lvlText w:val="%1."/>
      <w:lvlJc w:val="left"/>
      <w:pPr>
        <w:ind w:left="360" w:hanging="360"/>
      </w:pPr>
      <w:rPr>
        <w:rFonts w:hint="default"/>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48A1038"/>
    <w:multiLevelType w:val="hybridMultilevel"/>
    <w:tmpl w:val="AD04150C"/>
    <w:lvl w:ilvl="0" w:tplc="E33890E2">
      <w:start w:val="1"/>
      <w:numFmt w:val="decimal"/>
      <w:pStyle w:val="Listenabsatz2"/>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5E2975"/>
    <w:multiLevelType w:val="hybridMultilevel"/>
    <w:tmpl w:val="9C9EED8C"/>
    <w:lvl w:ilvl="0" w:tplc="1D00D9D4">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0"/>
  </w:num>
  <w:num w:numId="3">
    <w:abstractNumId w:val="4"/>
  </w:num>
  <w:num w:numId="4">
    <w:abstractNumId w:val="8"/>
  </w:num>
  <w:num w:numId="5">
    <w:abstractNumId w:val="1"/>
  </w:num>
  <w:num w:numId="6">
    <w:abstractNumId w:val="11"/>
  </w:num>
  <w:num w:numId="7">
    <w:abstractNumId w:val="14"/>
  </w:num>
  <w:num w:numId="8">
    <w:abstractNumId w:val="15"/>
  </w:num>
  <w:num w:numId="9">
    <w:abstractNumId w:val="2"/>
  </w:num>
  <w:num w:numId="10">
    <w:abstractNumId w:val="21"/>
  </w:num>
  <w:num w:numId="11">
    <w:abstractNumId w:val="18"/>
  </w:num>
  <w:num w:numId="12">
    <w:abstractNumId w:val="13"/>
  </w:num>
  <w:num w:numId="13">
    <w:abstractNumId w:val="7"/>
  </w:num>
  <w:num w:numId="14">
    <w:abstractNumId w:val="0"/>
  </w:num>
  <w:num w:numId="15">
    <w:abstractNumId w:val="16"/>
  </w:num>
  <w:num w:numId="16">
    <w:abstractNumId w:val="19"/>
  </w:num>
  <w:num w:numId="17">
    <w:abstractNumId w:val="19"/>
  </w:num>
  <w:num w:numId="18">
    <w:abstractNumId w:val="1"/>
    <w:lvlOverride w:ilvl="0">
      <w:startOverride w:val="1"/>
    </w:lvlOverride>
  </w:num>
  <w:num w:numId="19">
    <w:abstractNumId w:val="22"/>
  </w:num>
  <w:num w:numId="20">
    <w:abstractNumId w:val="12"/>
  </w:num>
  <w:num w:numId="21">
    <w:abstractNumId w:val="12"/>
    <w:lvlOverride w:ilvl="0">
      <w:startOverride w:val="1"/>
    </w:lvlOverride>
  </w:num>
  <w:num w:numId="22">
    <w:abstractNumId w:val="1"/>
    <w:lvlOverride w:ilvl="0">
      <w:startOverride w:val="1"/>
    </w:lvlOverride>
  </w:num>
  <w:num w:numId="23">
    <w:abstractNumId w:val="10"/>
  </w:num>
  <w:num w:numId="24">
    <w:abstractNumId w:val="1"/>
    <w:lvlOverride w:ilvl="0">
      <w:startOverride w:val="1"/>
    </w:lvlOverride>
  </w:num>
  <w:num w:numId="25">
    <w:abstractNumId w:val="3"/>
  </w:num>
  <w:num w:numId="26">
    <w:abstractNumId w:val="1"/>
    <w:lvlOverride w:ilvl="0">
      <w:startOverride w:val="1"/>
    </w:lvlOverride>
  </w:num>
  <w:num w:numId="27">
    <w:abstractNumId w:val="6"/>
  </w:num>
  <w:num w:numId="28">
    <w:abstractNumId w:val="1"/>
    <w:lvlOverride w:ilvl="0">
      <w:startOverride w:val="1"/>
    </w:lvlOverride>
  </w:num>
  <w:num w:numId="29">
    <w:abstractNumId w:val="12"/>
    <w:lvlOverride w:ilvl="0">
      <w:startOverride w:val="1"/>
    </w:lvlOverride>
  </w:num>
  <w:num w:numId="30">
    <w:abstractNumId w:val="9"/>
  </w:num>
  <w:num w:numId="31">
    <w:abstractNumId w:val="17"/>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doNotTrackFormatting/>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33F"/>
    <w:rsid w:val="00000168"/>
    <w:rsid w:val="00001BEB"/>
    <w:rsid w:val="00014897"/>
    <w:rsid w:val="00027E3F"/>
    <w:rsid w:val="00034615"/>
    <w:rsid w:val="00036FCD"/>
    <w:rsid w:val="00050238"/>
    <w:rsid w:val="000506E2"/>
    <w:rsid w:val="0005158B"/>
    <w:rsid w:val="000541EB"/>
    <w:rsid w:val="0005769A"/>
    <w:rsid w:val="00077738"/>
    <w:rsid w:val="00085CB4"/>
    <w:rsid w:val="00091574"/>
    <w:rsid w:val="0009282F"/>
    <w:rsid w:val="000957BC"/>
    <w:rsid w:val="00095810"/>
    <w:rsid w:val="000A0F23"/>
    <w:rsid w:val="000C18A5"/>
    <w:rsid w:val="000C3578"/>
    <w:rsid w:val="000D437E"/>
    <w:rsid w:val="000D6ECC"/>
    <w:rsid w:val="000F2565"/>
    <w:rsid w:val="000F5082"/>
    <w:rsid w:val="0010028E"/>
    <w:rsid w:val="0010438E"/>
    <w:rsid w:val="00105B45"/>
    <w:rsid w:val="00143A26"/>
    <w:rsid w:val="00161315"/>
    <w:rsid w:val="00163BC6"/>
    <w:rsid w:val="0016422D"/>
    <w:rsid w:val="00171C96"/>
    <w:rsid w:val="00183A52"/>
    <w:rsid w:val="00183E86"/>
    <w:rsid w:val="001A4BAA"/>
    <w:rsid w:val="001B7E65"/>
    <w:rsid w:val="001C10BF"/>
    <w:rsid w:val="001D2BB9"/>
    <w:rsid w:val="001E185C"/>
    <w:rsid w:val="001E7C0C"/>
    <w:rsid w:val="001F6847"/>
    <w:rsid w:val="00212A11"/>
    <w:rsid w:val="00222999"/>
    <w:rsid w:val="002337FD"/>
    <w:rsid w:val="00236DB4"/>
    <w:rsid w:val="00255C94"/>
    <w:rsid w:val="002621DA"/>
    <w:rsid w:val="0026349D"/>
    <w:rsid w:val="0026440A"/>
    <w:rsid w:val="00266FFE"/>
    <w:rsid w:val="00274836"/>
    <w:rsid w:val="002864A2"/>
    <w:rsid w:val="002A08AE"/>
    <w:rsid w:val="002A2B45"/>
    <w:rsid w:val="002B12C5"/>
    <w:rsid w:val="002C3F27"/>
    <w:rsid w:val="002D4281"/>
    <w:rsid w:val="002D465F"/>
    <w:rsid w:val="002E525B"/>
    <w:rsid w:val="002E5646"/>
    <w:rsid w:val="002F78A5"/>
    <w:rsid w:val="003124FF"/>
    <w:rsid w:val="00316CD8"/>
    <w:rsid w:val="00324638"/>
    <w:rsid w:val="00344864"/>
    <w:rsid w:val="003753B4"/>
    <w:rsid w:val="00386103"/>
    <w:rsid w:val="00394FC6"/>
    <w:rsid w:val="00397DBD"/>
    <w:rsid w:val="003A6724"/>
    <w:rsid w:val="003A7AC3"/>
    <w:rsid w:val="003B0BE3"/>
    <w:rsid w:val="003B75C4"/>
    <w:rsid w:val="003C36E3"/>
    <w:rsid w:val="003D5533"/>
    <w:rsid w:val="003E0D21"/>
    <w:rsid w:val="003E102C"/>
    <w:rsid w:val="003E1B0D"/>
    <w:rsid w:val="0040325E"/>
    <w:rsid w:val="00405972"/>
    <w:rsid w:val="00406559"/>
    <w:rsid w:val="0041077F"/>
    <w:rsid w:val="00435149"/>
    <w:rsid w:val="00446CA6"/>
    <w:rsid w:val="004662E8"/>
    <w:rsid w:val="00487F11"/>
    <w:rsid w:val="004B3D66"/>
    <w:rsid w:val="004B4004"/>
    <w:rsid w:val="004B5B41"/>
    <w:rsid w:val="004D3AC7"/>
    <w:rsid w:val="004E7B2D"/>
    <w:rsid w:val="004F4725"/>
    <w:rsid w:val="005079D2"/>
    <w:rsid w:val="00517DCC"/>
    <w:rsid w:val="00522418"/>
    <w:rsid w:val="005338A1"/>
    <w:rsid w:val="00540AEA"/>
    <w:rsid w:val="00566990"/>
    <w:rsid w:val="00586AC6"/>
    <w:rsid w:val="00593842"/>
    <w:rsid w:val="005940B9"/>
    <w:rsid w:val="0059753C"/>
    <w:rsid w:val="005A1A0D"/>
    <w:rsid w:val="005A209D"/>
    <w:rsid w:val="005A4D5B"/>
    <w:rsid w:val="005A6ED6"/>
    <w:rsid w:val="005B07A1"/>
    <w:rsid w:val="005C0BAA"/>
    <w:rsid w:val="005E5AD1"/>
    <w:rsid w:val="005F22D1"/>
    <w:rsid w:val="005F2D7F"/>
    <w:rsid w:val="005F4FC5"/>
    <w:rsid w:val="006002A9"/>
    <w:rsid w:val="00601259"/>
    <w:rsid w:val="00614EB4"/>
    <w:rsid w:val="00624552"/>
    <w:rsid w:val="0063349A"/>
    <w:rsid w:val="00641922"/>
    <w:rsid w:val="006637B3"/>
    <w:rsid w:val="00665F99"/>
    <w:rsid w:val="00677F8B"/>
    <w:rsid w:val="00681D76"/>
    <w:rsid w:val="00691CB3"/>
    <w:rsid w:val="00695B34"/>
    <w:rsid w:val="006A19DF"/>
    <w:rsid w:val="006A656F"/>
    <w:rsid w:val="006C01F5"/>
    <w:rsid w:val="006C4A43"/>
    <w:rsid w:val="006C527D"/>
    <w:rsid w:val="006C5D9F"/>
    <w:rsid w:val="006C72F8"/>
    <w:rsid w:val="006D164D"/>
    <w:rsid w:val="006D77B8"/>
    <w:rsid w:val="006E665D"/>
    <w:rsid w:val="006F05B1"/>
    <w:rsid w:val="006F3A7E"/>
    <w:rsid w:val="006F40D6"/>
    <w:rsid w:val="00722EBD"/>
    <w:rsid w:val="0073474A"/>
    <w:rsid w:val="0075630B"/>
    <w:rsid w:val="00765B3B"/>
    <w:rsid w:val="00791C3F"/>
    <w:rsid w:val="007A7756"/>
    <w:rsid w:val="007E41A7"/>
    <w:rsid w:val="007F7577"/>
    <w:rsid w:val="00801E5D"/>
    <w:rsid w:val="00803B9B"/>
    <w:rsid w:val="00815B93"/>
    <w:rsid w:val="00824F74"/>
    <w:rsid w:val="00825063"/>
    <w:rsid w:val="00831F12"/>
    <w:rsid w:val="008338C9"/>
    <w:rsid w:val="008369F4"/>
    <w:rsid w:val="008723F3"/>
    <w:rsid w:val="008772A2"/>
    <w:rsid w:val="008800E1"/>
    <w:rsid w:val="0088488E"/>
    <w:rsid w:val="00890A4C"/>
    <w:rsid w:val="00895257"/>
    <w:rsid w:val="008A3414"/>
    <w:rsid w:val="008B5C8D"/>
    <w:rsid w:val="008B6BB1"/>
    <w:rsid w:val="008C5084"/>
    <w:rsid w:val="008C5925"/>
    <w:rsid w:val="008E2AC4"/>
    <w:rsid w:val="008F0581"/>
    <w:rsid w:val="00903F89"/>
    <w:rsid w:val="00904598"/>
    <w:rsid w:val="009136FE"/>
    <w:rsid w:val="00926A1C"/>
    <w:rsid w:val="0093419E"/>
    <w:rsid w:val="0093588A"/>
    <w:rsid w:val="009415FF"/>
    <w:rsid w:val="00943146"/>
    <w:rsid w:val="00954072"/>
    <w:rsid w:val="0096674B"/>
    <w:rsid w:val="0099253C"/>
    <w:rsid w:val="009944A8"/>
    <w:rsid w:val="009A4C63"/>
    <w:rsid w:val="009B45F8"/>
    <w:rsid w:val="009D533E"/>
    <w:rsid w:val="009D6FD7"/>
    <w:rsid w:val="009D7205"/>
    <w:rsid w:val="009F695F"/>
    <w:rsid w:val="00A05718"/>
    <w:rsid w:val="00A06CFA"/>
    <w:rsid w:val="00A07DDF"/>
    <w:rsid w:val="00A21A1C"/>
    <w:rsid w:val="00A252E8"/>
    <w:rsid w:val="00A32A42"/>
    <w:rsid w:val="00A32D86"/>
    <w:rsid w:val="00A40021"/>
    <w:rsid w:val="00A414AC"/>
    <w:rsid w:val="00A433FC"/>
    <w:rsid w:val="00A613B9"/>
    <w:rsid w:val="00A7245E"/>
    <w:rsid w:val="00A765F7"/>
    <w:rsid w:val="00A928CD"/>
    <w:rsid w:val="00A9741F"/>
    <w:rsid w:val="00AA2043"/>
    <w:rsid w:val="00AA6CF6"/>
    <w:rsid w:val="00AD0821"/>
    <w:rsid w:val="00AE35A1"/>
    <w:rsid w:val="00AF6BB9"/>
    <w:rsid w:val="00B010FE"/>
    <w:rsid w:val="00B053B4"/>
    <w:rsid w:val="00B17628"/>
    <w:rsid w:val="00B30420"/>
    <w:rsid w:val="00B30C89"/>
    <w:rsid w:val="00B35664"/>
    <w:rsid w:val="00B43BC8"/>
    <w:rsid w:val="00B524E6"/>
    <w:rsid w:val="00B643F7"/>
    <w:rsid w:val="00B65366"/>
    <w:rsid w:val="00B8568E"/>
    <w:rsid w:val="00B8671D"/>
    <w:rsid w:val="00B87C02"/>
    <w:rsid w:val="00B9121C"/>
    <w:rsid w:val="00B926D7"/>
    <w:rsid w:val="00BC6404"/>
    <w:rsid w:val="00BE129E"/>
    <w:rsid w:val="00BE3F11"/>
    <w:rsid w:val="00BF1CB3"/>
    <w:rsid w:val="00BF29B1"/>
    <w:rsid w:val="00BF613E"/>
    <w:rsid w:val="00BF633F"/>
    <w:rsid w:val="00C242CB"/>
    <w:rsid w:val="00C25AD9"/>
    <w:rsid w:val="00C33F77"/>
    <w:rsid w:val="00C60DB4"/>
    <w:rsid w:val="00C702F8"/>
    <w:rsid w:val="00C87CC0"/>
    <w:rsid w:val="00CA10E0"/>
    <w:rsid w:val="00CB53FF"/>
    <w:rsid w:val="00CD5C3C"/>
    <w:rsid w:val="00CD6DF5"/>
    <w:rsid w:val="00CF1FF0"/>
    <w:rsid w:val="00CF2C36"/>
    <w:rsid w:val="00D06E14"/>
    <w:rsid w:val="00D12B10"/>
    <w:rsid w:val="00D31C7A"/>
    <w:rsid w:val="00D320A6"/>
    <w:rsid w:val="00D420A9"/>
    <w:rsid w:val="00D7035D"/>
    <w:rsid w:val="00D74225"/>
    <w:rsid w:val="00D7668C"/>
    <w:rsid w:val="00D838C1"/>
    <w:rsid w:val="00D90E49"/>
    <w:rsid w:val="00DB03CD"/>
    <w:rsid w:val="00DB3957"/>
    <w:rsid w:val="00DD7EE9"/>
    <w:rsid w:val="00DE0528"/>
    <w:rsid w:val="00DE247C"/>
    <w:rsid w:val="00DE619F"/>
    <w:rsid w:val="00DF5ECE"/>
    <w:rsid w:val="00DF6599"/>
    <w:rsid w:val="00DF78BD"/>
    <w:rsid w:val="00E00A31"/>
    <w:rsid w:val="00E01800"/>
    <w:rsid w:val="00E276BF"/>
    <w:rsid w:val="00E400BD"/>
    <w:rsid w:val="00E51C72"/>
    <w:rsid w:val="00E52DF1"/>
    <w:rsid w:val="00E546D6"/>
    <w:rsid w:val="00E55B1B"/>
    <w:rsid w:val="00E576FE"/>
    <w:rsid w:val="00E87D98"/>
    <w:rsid w:val="00E95376"/>
    <w:rsid w:val="00EA01D2"/>
    <w:rsid w:val="00EA1E15"/>
    <w:rsid w:val="00EA4A60"/>
    <w:rsid w:val="00EB1D01"/>
    <w:rsid w:val="00EC3E72"/>
    <w:rsid w:val="00ED3AFB"/>
    <w:rsid w:val="00EE4E69"/>
    <w:rsid w:val="00EE625F"/>
    <w:rsid w:val="00EF0683"/>
    <w:rsid w:val="00EF46CE"/>
    <w:rsid w:val="00F07AE9"/>
    <w:rsid w:val="00F22803"/>
    <w:rsid w:val="00F24D4D"/>
    <w:rsid w:val="00F26128"/>
    <w:rsid w:val="00F43F1F"/>
    <w:rsid w:val="00F514CE"/>
    <w:rsid w:val="00F55369"/>
    <w:rsid w:val="00F75CC4"/>
    <w:rsid w:val="00F97D92"/>
    <w:rsid w:val="00FB1C22"/>
    <w:rsid w:val="00FC00BC"/>
    <w:rsid w:val="00FD71E7"/>
    <w:rsid w:val="00FF6D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118BFB-4E05-4997-BD2A-ACB39958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656F"/>
    <w:rPr>
      <w:sz w:val="20"/>
    </w:rPr>
  </w:style>
  <w:style w:type="paragraph" w:styleId="berschrift1">
    <w:name w:val="heading 1"/>
    <w:basedOn w:val="Standard"/>
    <w:next w:val="Standard"/>
    <w:link w:val="berschrift1Zchn"/>
    <w:uiPriority w:val="9"/>
    <w:qFormat/>
    <w:rsid w:val="001F68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EE625F"/>
    <w:pPr>
      <w:keepNext/>
      <w:keepLines/>
      <w:numPr>
        <w:numId w:val="2"/>
      </w:numPr>
      <w:shd w:val="clear" w:color="auto" w:fill="C6D9F1" w:themeFill="text2" w:themeFillTint="33"/>
      <w:spacing w:before="120" w:after="120"/>
      <w:ind w:left="425" w:hanging="425"/>
      <w:jc w:val="center"/>
      <w:outlineLvl w:val="1"/>
    </w:pPr>
    <w:rPr>
      <w:rFonts w:eastAsiaTheme="majorEastAsia" w:cstheme="majorBidi"/>
      <w:b/>
      <w:bCs/>
      <w:color w:val="1F497D" w:themeColor="text2"/>
      <w:sz w:val="30"/>
      <w:szCs w:val="26"/>
    </w:rPr>
  </w:style>
  <w:style w:type="paragraph" w:styleId="berschrift3">
    <w:name w:val="heading 3"/>
    <w:basedOn w:val="Standard"/>
    <w:next w:val="Standard"/>
    <w:link w:val="berschrift3Zchn"/>
    <w:uiPriority w:val="9"/>
    <w:semiHidden/>
    <w:unhideWhenUsed/>
    <w:qFormat/>
    <w:rsid w:val="00AD08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F6847"/>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EE625F"/>
    <w:rPr>
      <w:rFonts w:eastAsiaTheme="majorEastAsia" w:cstheme="majorBidi"/>
      <w:b/>
      <w:bCs/>
      <w:color w:val="1F497D" w:themeColor="text2"/>
      <w:sz w:val="30"/>
      <w:szCs w:val="26"/>
      <w:shd w:val="clear" w:color="auto" w:fill="C6D9F1" w:themeFill="text2" w:themeFillTint="33"/>
    </w:rPr>
  </w:style>
  <w:style w:type="paragraph" w:styleId="Listenabsatz">
    <w:name w:val="List Paragraph"/>
    <w:basedOn w:val="Standard"/>
    <w:link w:val="ListenabsatzZchn"/>
    <w:autoRedefine/>
    <w:uiPriority w:val="34"/>
    <w:qFormat/>
    <w:rsid w:val="00274836"/>
    <w:pPr>
      <w:numPr>
        <w:numId w:val="4"/>
      </w:numPr>
    </w:pPr>
    <w:rPr>
      <w:b/>
      <w:color w:val="17365D" w:themeColor="text2" w:themeShade="BF"/>
      <w:sz w:val="22"/>
    </w:rPr>
  </w:style>
  <w:style w:type="paragraph" w:styleId="Kopfzeile">
    <w:name w:val="header"/>
    <w:basedOn w:val="Standard"/>
    <w:link w:val="KopfzeileZchn"/>
    <w:uiPriority w:val="99"/>
    <w:unhideWhenUsed/>
    <w:rsid w:val="005F2D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2D7F"/>
  </w:style>
  <w:style w:type="paragraph" w:styleId="Fuzeile">
    <w:name w:val="footer"/>
    <w:basedOn w:val="Standard"/>
    <w:link w:val="FuzeileZchn"/>
    <w:uiPriority w:val="99"/>
    <w:unhideWhenUsed/>
    <w:rsid w:val="005F2D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2D7F"/>
  </w:style>
  <w:style w:type="table" w:styleId="Tabellenraster">
    <w:name w:val="Table Grid"/>
    <w:basedOn w:val="NormaleTabelle"/>
    <w:uiPriority w:val="59"/>
    <w:rsid w:val="005F2D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HelleSchattierung-Akzent11">
    <w:name w:val="Helle Schattierung - Akzent 11"/>
    <w:basedOn w:val="NormaleTabelle"/>
    <w:uiPriority w:val="60"/>
    <w:rsid w:val="0052241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MittlereSchattierung1-Akzent11">
    <w:name w:val="Mittlere Schattierung 1 - Akzent 11"/>
    <w:basedOn w:val="NormaleTabelle"/>
    <w:uiPriority w:val="63"/>
    <w:rsid w:val="0052241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F261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6128"/>
    <w:rPr>
      <w:rFonts w:ascii="Tahoma" w:hAnsi="Tahoma" w:cs="Tahoma"/>
      <w:sz w:val="16"/>
      <w:szCs w:val="16"/>
    </w:rPr>
  </w:style>
  <w:style w:type="character" w:styleId="Kommentarzeichen">
    <w:name w:val="annotation reference"/>
    <w:basedOn w:val="Absatz-Standardschriftart"/>
    <w:uiPriority w:val="99"/>
    <w:semiHidden/>
    <w:unhideWhenUsed/>
    <w:rsid w:val="00D320A6"/>
    <w:rPr>
      <w:sz w:val="16"/>
      <w:szCs w:val="16"/>
    </w:rPr>
  </w:style>
  <w:style w:type="paragraph" w:styleId="Kommentartext">
    <w:name w:val="annotation text"/>
    <w:basedOn w:val="Standard"/>
    <w:link w:val="KommentartextZchn"/>
    <w:uiPriority w:val="99"/>
    <w:semiHidden/>
    <w:unhideWhenUsed/>
    <w:rsid w:val="00D320A6"/>
    <w:pPr>
      <w:spacing w:line="240" w:lineRule="auto"/>
    </w:pPr>
    <w:rPr>
      <w:szCs w:val="20"/>
    </w:rPr>
  </w:style>
  <w:style w:type="character" w:customStyle="1" w:styleId="KommentartextZchn">
    <w:name w:val="Kommentartext Zchn"/>
    <w:basedOn w:val="Absatz-Standardschriftart"/>
    <w:link w:val="Kommentartext"/>
    <w:uiPriority w:val="99"/>
    <w:semiHidden/>
    <w:rsid w:val="00D320A6"/>
    <w:rPr>
      <w:sz w:val="20"/>
      <w:szCs w:val="20"/>
    </w:rPr>
  </w:style>
  <w:style w:type="paragraph" w:styleId="Kommentarthema">
    <w:name w:val="annotation subject"/>
    <w:basedOn w:val="Kommentartext"/>
    <w:next w:val="Kommentartext"/>
    <w:link w:val="KommentarthemaZchn"/>
    <w:uiPriority w:val="99"/>
    <w:semiHidden/>
    <w:unhideWhenUsed/>
    <w:rsid w:val="00D320A6"/>
    <w:rPr>
      <w:b/>
      <w:bCs/>
    </w:rPr>
  </w:style>
  <w:style w:type="character" w:customStyle="1" w:styleId="KommentarthemaZchn">
    <w:name w:val="Kommentarthema Zchn"/>
    <w:basedOn w:val="KommentartextZchn"/>
    <w:link w:val="Kommentarthema"/>
    <w:uiPriority w:val="99"/>
    <w:semiHidden/>
    <w:rsid w:val="00D320A6"/>
    <w:rPr>
      <w:b/>
      <w:bCs/>
      <w:sz w:val="20"/>
      <w:szCs w:val="20"/>
    </w:rPr>
  </w:style>
  <w:style w:type="table" w:styleId="MittlereListe2-Akzent3">
    <w:name w:val="Medium List 2 Accent 3"/>
    <w:basedOn w:val="NormaleTabelle"/>
    <w:uiPriority w:val="66"/>
    <w:rsid w:val="005B07A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MMTopic1">
    <w:name w:val="MM Topic 1"/>
    <w:basedOn w:val="berschrift1"/>
    <w:rsid w:val="00AD0821"/>
    <w:pPr>
      <w:numPr>
        <w:numId w:val="1"/>
      </w:numPr>
    </w:pPr>
    <w:rPr>
      <w:rFonts w:ascii="Cambria" w:eastAsia="Times New Roman" w:hAnsi="Cambria" w:cs="Times New Roman"/>
      <w:color w:val="365F91"/>
    </w:rPr>
  </w:style>
  <w:style w:type="paragraph" w:customStyle="1" w:styleId="MMTopic2">
    <w:name w:val="MM Topic 2"/>
    <w:basedOn w:val="berschrift2"/>
    <w:rsid w:val="00AD0821"/>
    <w:pPr>
      <w:numPr>
        <w:ilvl w:val="1"/>
        <w:numId w:val="1"/>
      </w:numPr>
    </w:pPr>
    <w:rPr>
      <w:rFonts w:ascii="Cambria" w:eastAsia="Times New Roman" w:hAnsi="Cambria" w:cs="Times New Roman"/>
      <w:color w:val="4F81BD"/>
    </w:rPr>
  </w:style>
  <w:style w:type="paragraph" w:customStyle="1" w:styleId="MMTopic3">
    <w:name w:val="MM Topic 3"/>
    <w:basedOn w:val="berschrift3"/>
    <w:rsid w:val="00AD0821"/>
    <w:pPr>
      <w:numPr>
        <w:ilvl w:val="2"/>
        <w:numId w:val="1"/>
      </w:numPr>
      <w:ind w:left="2160" w:hanging="180"/>
    </w:pPr>
    <w:rPr>
      <w:rFonts w:ascii="Cambria" w:eastAsia="Times New Roman" w:hAnsi="Cambria" w:cs="Times New Roman"/>
      <w:color w:val="4F81BD"/>
    </w:rPr>
  </w:style>
  <w:style w:type="paragraph" w:customStyle="1" w:styleId="HB-berschrift1">
    <w:name w:val="HB-Überschrift1"/>
    <w:basedOn w:val="MMTopic1"/>
    <w:link w:val="HB-berschrift1Zchn"/>
    <w:qFormat/>
    <w:rsid w:val="00AD0821"/>
  </w:style>
  <w:style w:type="character" w:customStyle="1" w:styleId="HB-berschrift1Zchn">
    <w:name w:val="HB-Überschrift1 Zchn"/>
    <w:basedOn w:val="Absatz-Standardschriftart"/>
    <w:link w:val="HB-berschrift1"/>
    <w:rsid w:val="00AD0821"/>
    <w:rPr>
      <w:rFonts w:ascii="Cambria" w:eastAsia="Times New Roman" w:hAnsi="Cambria" w:cs="Times New Roman"/>
      <w:b/>
      <w:bCs/>
      <w:color w:val="365F91"/>
      <w:sz w:val="28"/>
      <w:szCs w:val="28"/>
    </w:rPr>
  </w:style>
  <w:style w:type="table" w:styleId="MittlereListe1-Akzent3">
    <w:name w:val="Medium List 1 Accent 3"/>
    <w:basedOn w:val="NormaleTabelle"/>
    <w:uiPriority w:val="65"/>
    <w:rsid w:val="00AD0821"/>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character" w:customStyle="1" w:styleId="berschrift3Zchn">
    <w:name w:val="Überschrift 3 Zchn"/>
    <w:basedOn w:val="Absatz-Standardschriftart"/>
    <w:link w:val="berschrift3"/>
    <w:uiPriority w:val="9"/>
    <w:semiHidden/>
    <w:rsid w:val="00AD0821"/>
    <w:rPr>
      <w:rFonts w:asciiTheme="majorHAnsi" w:eastAsiaTheme="majorEastAsia" w:hAnsiTheme="majorHAnsi" w:cstheme="majorBidi"/>
      <w:b/>
      <w:bCs/>
      <w:color w:val="4F81BD" w:themeColor="accent1"/>
    </w:rPr>
  </w:style>
  <w:style w:type="character" w:styleId="Platzhaltertext">
    <w:name w:val="Placeholder Text"/>
    <w:basedOn w:val="Absatz-Standardschriftart"/>
    <w:uiPriority w:val="99"/>
    <w:semiHidden/>
    <w:rsid w:val="008338C9"/>
    <w:rPr>
      <w:color w:val="808080"/>
    </w:rPr>
  </w:style>
  <w:style w:type="table" w:styleId="HelleSchattierung-Akzent1">
    <w:name w:val="Light Shading Accent 1"/>
    <w:basedOn w:val="NormaleTabelle"/>
    <w:uiPriority w:val="60"/>
    <w:rsid w:val="0034486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
    <w:name w:val="Light Shading"/>
    <w:basedOn w:val="NormaleTabelle"/>
    <w:uiPriority w:val="60"/>
    <w:rsid w:val="0034486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3448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sRaster-Akzent3">
    <w:name w:val="Light Grid Accent 3"/>
    <w:basedOn w:val="NormaleTabelle"/>
    <w:uiPriority w:val="62"/>
    <w:rsid w:val="003448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FrageAudit">
    <w:name w:val="Frage Audit"/>
    <w:basedOn w:val="Standard"/>
    <w:link w:val="FrageAuditZchn"/>
    <w:qFormat/>
    <w:rsid w:val="00DF5ECE"/>
    <w:pPr>
      <w:numPr>
        <w:numId w:val="3"/>
      </w:numPr>
      <w:spacing w:before="120" w:after="120"/>
      <w:ind w:left="425" w:hanging="425"/>
      <w:outlineLvl w:val="3"/>
    </w:pPr>
    <w:rPr>
      <w:rFonts w:eastAsia="Times New Roman" w:cstheme="minorHAnsi"/>
      <w:bCs/>
      <w:iCs/>
      <w:szCs w:val="20"/>
    </w:rPr>
  </w:style>
  <w:style w:type="character" w:customStyle="1" w:styleId="FrageAuditZchn">
    <w:name w:val="Frage Audit Zchn"/>
    <w:basedOn w:val="Absatz-Standardschriftart"/>
    <w:link w:val="FrageAudit"/>
    <w:rsid w:val="00DF5ECE"/>
    <w:rPr>
      <w:rFonts w:eastAsia="Times New Roman" w:cstheme="minorHAnsi"/>
      <w:bCs/>
      <w:iCs/>
      <w:sz w:val="20"/>
      <w:szCs w:val="20"/>
    </w:rPr>
  </w:style>
  <w:style w:type="paragraph" w:customStyle="1" w:styleId="Fragen2">
    <w:name w:val="Fragen2"/>
    <w:next w:val="Standard"/>
    <w:link w:val="Fragen2Zchn"/>
    <w:qFormat/>
    <w:rsid w:val="00266FFE"/>
    <w:pPr>
      <w:numPr>
        <w:numId w:val="5"/>
      </w:numPr>
      <w:spacing w:before="200" w:after="240"/>
      <w:ind w:left="425" w:hanging="425"/>
    </w:pPr>
    <w:rPr>
      <w:rFonts w:eastAsia="Times New Roman" w:cstheme="minorHAnsi"/>
      <w:b/>
      <w:bCs/>
      <w:iCs/>
      <w:sz w:val="20"/>
      <w:szCs w:val="20"/>
    </w:rPr>
  </w:style>
  <w:style w:type="paragraph" w:customStyle="1" w:styleId="Fragen3">
    <w:name w:val="Fragen 3"/>
    <w:basedOn w:val="Fragen2"/>
    <w:next w:val="Standard"/>
    <w:link w:val="Fragen3Zchn"/>
    <w:autoRedefine/>
    <w:qFormat/>
    <w:rsid w:val="00316CD8"/>
    <w:pPr>
      <w:numPr>
        <w:numId w:val="6"/>
      </w:numPr>
      <w:ind w:left="426" w:hanging="426"/>
    </w:pPr>
  </w:style>
  <w:style w:type="character" w:customStyle="1" w:styleId="ListenabsatzZchn">
    <w:name w:val="Listenabsatz Zchn"/>
    <w:basedOn w:val="Absatz-Standardschriftart"/>
    <w:link w:val="Listenabsatz"/>
    <w:uiPriority w:val="34"/>
    <w:rsid w:val="00274836"/>
    <w:rPr>
      <w:b/>
      <w:color w:val="17365D" w:themeColor="text2" w:themeShade="BF"/>
    </w:rPr>
  </w:style>
  <w:style w:type="character" w:customStyle="1" w:styleId="Fragen2Zchn">
    <w:name w:val="Fragen2 Zchn"/>
    <w:basedOn w:val="ListenabsatzZchn"/>
    <w:link w:val="Fragen2"/>
    <w:rsid w:val="00266FFE"/>
    <w:rPr>
      <w:rFonts w:eastAsia="Times New Roman" w:cstheme="minorHAnsi"/>
      <w:b/>
      <w:bCs/>
      <w:iCs/>
      <w:color w:val="17365D" w:themeColor="text2" w:themeShade="BF"/>
      <w:sz w:val="20"/>
      <w:szCs w:val="20"/>
    </w:rPr>
  </w:style>
  <w:style w:type="paragraph" w:customStyle="1" w:styleId="Fragen4">
    <w:name w:val="Fragen 4"/>
    <w:basedOn w:val="Fragen3"/>
    <w:next w:val="Standard"/>
    <w:link w:val="Fragen4Zchn"/>
    <w:autoRedefine/>
    <w:qFormat/>
    <w:rsid w:val="00316CD8"/>
    <w:pPr>
      <w:numPr>
        <w:numId w:val="7"/>
      </w:numPr>
      <w:ind w:left="357" w:hanging="357"/>
    </w:pPr>
    <w:rPr>
      <w:color w:val="000000"/>
      <w14:textFill>
        <w14:solidFill>
          <w14:srgbClr w14:val="000000">
            <w14:lumMod w14:val="75000"/>
          </w14:srgbClr>
        </w14:solidFill>
      </w14:textFill>
    </w:rPr>
  </w:style>
  <w:style w:type="character" w:customStyle="1" w:styleId="Fragen3Zchn">
    <w:name w:val="Fragen 3 Zchn"/>
    <w:basedOn w:val="Fragen2Zchn"/>
    <w:link w:val="Fragen3"/>
    <w:rsid w:val="00316CD8"/>
    <w:rPr>
      <w:rFonts w:eastAsia="Times New Roman" w:cstheme="minorHAnsi"/>
      <w:b/>
      <w:bCs/>
      <w:iCs/>
      <w:color w:val="17365D" w:themeColor="text2" w:themeShade="BF"/>
      <w:sz w:val="20"/>
      <w:szCs w:val="20"/>
    </w:rPr>
  </w:style>
  <w:style w:type="paragraph" w:customStyle="1" w:styleId="Fragen5">
    <w:name w:val="Fragen 5"/>
    <w:basedOn w:val="Fragen4"/>
    <w:link w:val="Fragen5Zchn"/>
    <w:autoRedefine/>
    <w:qFormat/>
    <w:rsid w:val="009136FE"/>
    <w:pPr>
      <w:numPr>
        <w:numId w:val="8"/>
      </w:numPr>
    </w:pPr>
    <w:rPr>
      <w:b w:val="0"/>
    </w:rPr>
  </w:style>
  <w:style w:type="character" w:customStyle="1" w:styleId="Fragen4Zchn">
    <w:name w:val="Fragen 4 Zchn"/>
    <w:basedOn w:val="Absatz-Standardschriftart"/>
    <w:link w:val="Fragen4"/>
    <w:rsid w:val="00316CD8"/>
    <w:rPr>
      <w:rFonts w:eastAsia="Times New Roman" w:cstheme="minorHAnsi"/>
      <w:bCs/>
      <w:iCs/>
      <w:color w:val="000000"/>
      <w:sz w:val="20"/>
      <w:szCs w:val="20"/>
      <w14:textFill>
        <w14:solidFill>
          <w14:srgbClr w14:val="000000">
            <w14:lumMod w14:val="75000"/>
          </w14:srgbClr>
        </w14:solidFill>
      </w14:textFill>
    </w:rPr>
  </w:style>
  <w:style w:type="paragraph" w:customStyle="1" w:styleId="Fragen6">
    <w:name w:val="Fragen 6"/>
    <w:basedOn w:val="Fragen5"/>
    <w:link w:val="Fragen6Zchn"/>
    <w:autoRedefine/>
    <w:qFormat/>
    <w:rsid w:val="002621DA"/>
    <w:pPr>
      <w:numPr>
        <w:ilvl w:val="1"/>
        <w:numId w:val="15"/>
      </w:numPr>
      <w:ind w:left="426"/>
    </w:pPr>
  </w:style>
  <w:style w:type="character" w:customStyle="1" w:styleId="Fragen5Zchn">
    <w:name w:val="Fragen 5 Zchn"/>
    <w:basedOn w:val="Fragen4Zchn"/>
    <w:link w:val="Fragen5"/>
    <w:rsid w:val="009136FE"/>
    <w:rPr>
      <w:rFonts w:eastAsia="Times New Roman" w:cstheme="minorHAnsi"/>
      <w:b/>
      <w:bCs/>
      <w:iCs/>
      <w:color w:val="000000"/>
      <w:sz w:val="20"/>
      <w:szCs w:val="20"/>
      <w14:textFill>
        <w14:solidFill>
          <w14:srgbClr w14:val="000000">
            <w14:lumMod w14:val="75000"/>
          </w14:srgbClr>
        </w14:solidFill>
      </w14:textFill>
    </w:rPr>
  </w:style>
  <w:style w:type="character" w:customStyle="1" w:styleId="Fragen6Zchn">
    <w:name w:val="Fragen 6 Zchn"/>
    <w:basedOn w:val="Fragen5Zchn"/>
    <w:link w:val="Fragen6"/>
    <w:rsid w:val="002621DA"/>
    <w:rPr>
      <w:rFonts w:eastAsia="Times New Roman" w:cstheme="minorHAnsi"/>
      <w:b/>
      <w:bCs/>
      <w:iCs/>
      <w:color w:val="000000"/>
      <w:sz w:val="20"/>
      <w:szCs w:val="20"/>
      <w14:textFill>
        <w14:solidFill>
          <w14:srgbClr w14:val="000000">
            <w14:lumMod w14:val="75000"/>
          </w14:srgbClr>
        </w14:solidFill>
      </w14:textFill>
    </w:rPr>
  </w:style>
  <w:style w:type="paragraph" w:customStyle="1" w:styleId="Listenabsatz2">
    <w:name w:val="Listenabsatz2"/>
    <w:basedOn w:val="Listenabsatz"/>
    <w:next w:val="Standard"/>
    <w:link w:val="Listenabsatz2Zchn"/>
    <w:qFormat/>
    <w:rsid w:val="001E7C0C"/>
    <w:pPr>
      <w:numPr>
        <w:numId w:val="10"/>
      </w:numPr>
      <w:ind w:left="425" w:hanging="425"/>
    </w:pPr>
  </w:style>
  <w:style w:type="paragraph" w:customStyle="1" w:styleId="Listenabsatz3">
    <w:name w:val="Listenabsatz3"/>
    <w:basedOn w:val="Listenabsatz"/>
    <w:next w:val="Standard"/>
    <w:link w:val="Listenabsatz3Zchn"/>
    <w:autoRedefine/>
    <w:qFormat/>
    <w:rsid w:val="001E7C0C"/>
    <w:pPr>
      <w:numPr>
        <w:numId w:val="11"/>
      </w:numPr>
      <w:ind w:left="425" w:hanging="425"/>
    </w:pPr>
  </w:style>
  <w:style w:type="character" w:customStyle="1" w:styleId="Listenabsatz2Zchn">
    <w:name w:val="Listenabsatz2 Zchn"/>
    <w:basedOn w:val="ListenabsatzZchn"/>
    <w:link w:val="Listenabsatz2"/>
    <w:rsid w:val="001E7C0C"/>
    <w:rPr>
      <w:b/>
      <w:color w:val="17365D" w:themeColor="text2" w:themeShade="BF"/>
    </w:rPr>
  </w:style>
  <w:style w:type="paragraph" w:customStyle="1" w:styleId="Listenabsatz4">
    <w:name w:val="Listenabsatz4"/>
    <w:basedOn w:val="Listenabsatz"/>
    <w:next w:val="Standard"/>
    <w:link w:val="Listenabsatz4Zchn"/>
    <w:autoRedefine/>
    <w:qFormat/>
    <w:rsid w:val="00266FFE"/>
    <w:pPr>
      <w:numPr>
        <w:numId w:val="12"/>
      </w:numPr>
      <w:ind w:left="426" w:hanging="426"/>
    </w:pPr>
  </w:style>
  <w:style w:type="character" w:customStyle="1" w:styleId="Listenabsatz3Zchn">
    <w:name w:val="Listenabsatz3 Zchn"/>
    <w:basedOn w:val="ListenabsatzZchn"/>
    <w:link w:val="Listenabsatz3"/>
    <w:rsid w:val="001E7C0C"/>
    <w:rPr>
      <w:b/>
      <w:color w:val="17365D" w:themeColor="text2" w:themeShade="BF"/>
    </w:rPr>
  </w:style>
  <w:style w:type="paragraph" w:customStyle="1" w:styleId="Listenabsatz5">
    <w:name w:val="Listenabsatz5"/>
    <w:basedOn w:val="Listenabsatz"/>
    <w:next w:val="Standard"/>
    <w:link w:val="Listenabsatz5Zchn"/>
    <w:autoRedefine/>
    <w:qFormat/>
    <w:rsid w:val="00EF0683"/>
    <w:pPr>
      <w:numPr>
        <w:numId w:val="13"/>
      </w:numPr>
      <w:ind w:left="426" w:hanging="426"/>
    </w:pPr>
  </w:style>
  <w:style w:type="character" w:customStyle="1" w:styleId="Listenabsatz4Zchn">
    <w:name w:val="Listenabsatz4 Zchn"/>
    <w:basedOn w:val="ListenabsatzZchn"/>
    <w:link w:val="Listenabsatz4"/>
    <w:rsid w:val="00266FFE"/>
    <w:rPr>
      <w:b/>
      <w:color w:val="17365D" w:themeColor="text2" w:themeShade="BF"/>
    </w:rPr>
  </w:style>
  <w:style w:type="paragraph" w:customStyle="1" w:styleId="Listenabsatz6">
    <w:name w:val="Listenabsatz6"/>
    <w:basedOn w:val="Listenabsatz"/>
    <w:next w:val="Standard"/>
    <w:link w:val="Listenabsatz6Zchn"/>
    <w:autoRedefine/>
    <w:qFormat/>
    <w:rsid w:val="000957BC"/>
    <w:pPr>
      <w:numPr>
        <w:numId w:val="14"/>
      </w:numPr>
      <w:ind w:left="426" w:hanging="426"/>
    </w:pPr>
  </w:style>
  <w:style w:type="character" w:customStyle="1" w:styleId="Listenabsatz5Zchn">
    <w:name w:val="Listenabsatz5 Zchn"/>
    <w:basedOn w:val="ListenabsatzZchn"/>
    <w:link w:val="Listenabsatz5"/>
    <w:rsid w:val="00EF0683"/>
    <w:rPr>
      <w:b/>
      <w:color w:val="17365D" w:themeColor="text2" w:themeShade="BF"/>
    </w:rPr>
  </w:style>
  <w:style w:type="paragraph" w:customStyle="1" w:styleId="Input">
    <w:name w:val="Input"/>
    <w:basedOn w:val="Standard"/>
    <w:next w:val="Standard"/>
    <w:link w:val="InputZchn"/>
    <w:autoRedefine/>
    <w:rsid w:val="002F78A5"/>
  </w:style>
  <w:style w:type="character" w:customStyle="1" w:styleId="Listenabsatz6Zchn">
    <w:name w:val="Listenabsatz6 Zchn"/>
    <w:basedOn w:val="ListenabsatzZchn"/>
    <w:link w:val="Listenabsatz6"/>
    <w:rsid w:val="000957BC"/>
    <w:rPr>
      <w:b/>
      <w:color w:val="17365D" w:themeColor="text2" w:themeShade="BF"/>
    </w:rPr>
  </w:style>
  <w:style w:type="paragraph" w:customStyle="1" w:styleId="Input1">
    <w:name w:val="Input1"/>
    <w:basedOn w:val="Standard"/>
    <w:link w:val="Input1Zchn"/>
    <w:autoRedefine/>
    <w:qFormat/>
    <w:rsid w:val="00EA1E15"/>
    <w:pPr>
      <w:spacing w:before="60" w:after="0" w:line="240" w:lineRule="auto"/>
      <w:ind w:left="57" w:right="57"/>
      <w:contextualSpacing/>
    </w:pPr>
  </w:style>
  <w:style w:type="character" w:customStyle="1" w:styleId="InputZchn">
    <w:name w:val="Input Zchn"/>
    <w:basedOn w:val="Absatz-Standardschriftart"/>
    <w:link w:val="Input"/>
    <w:rsid w:val="002F78A5"/>
    <w:rPr>
      <w:sz w:val="20"/>
    </w:rPr>
  </w:style>
  <w:style w:type="character" w:customStyle="1" w:styleId="Input1Zchn">
    <w:name w:val="Input1 Zchn"/>
    <w:basedOn w:val="Absatz-Standardschriftart"/>
    <w:link w:val="Input1"/>
    <w:rsid w:val="00EA1E15"/>
    <w:rPr>
      <w:sz w:val="20"/>
    </w:rPr>
  </w:style>
  <w:style w:type="paragraph" w:customStyle="1" w:styleId="Fragen1">
    <w:name w:val="Fragen1"/>
    <w:next w:val="Standard"/>
    <w:link w:val="Fragen1Zchn"/>
    <w:qFormat/>
    <w:rsid w:val="00266FFE"/>
    <w:pPr>
      <w:numPr>
        <w:numId w:val="20"/>
      </w:numPr>
      <w:spacing w:before="200" w:after="240"/>
    </w:pPr>
    <w:rPr>
      <w:b/>
      <w:sz w:val="20"/>
    </w:rPr>
  </w:style>
  <w:style w:type="character" w:customStyle="1" w:styleId="Fragen1Zchn">
    <w:name w:val="Fragen1 Zchn"/>
    <w:basedOn w:val="FrageAuditZchn"/>
    <w:link w:val="Fragen1"/>
    <w:rsid w:val="00266FFE"/>
    <w:rPr>
      <w:rFonts w:eastAsia="Times New Roman" w:cstheme="minorHAnsi"/>
      <w:b/>
      <w:bCs w:val="0"/>
      <w:i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88041">
      <w:bodyDiv w:val="1"/>
      <w:marLeft w:val="0"/>
      <w:marRight w:val="0"/>
      <w:marTop w:val="0"/>
      <w:marBottom w:val="0"/>
      <w:divBdr>
        <w:top w:val="none" w:sz="0" w:space="0" w:color="auto"/>
        <w:left w:val="none" w:sz="0" w:space="0" w:color="auto"/>
        <w:bottom w:val="none" w:sz="0" w:space="0" w:color="auto"/>
        <w:right w:val="none" w:sz="0" w:space="0" w:color="auto"/>
      </w:divBdr>
      <w:divsChild>
        <w:div w:id="518398742">
          <w:marLeft w:val="547"/>
          <w:marRight w:val="0"/>
          <w:marTop w:val="96"/>
          <w:marBottom w:val="0"/>
          <w:divBdr>
            <w:top w:val="none" w:sz="0" w:space="0" w:color="auto"/>
            <w:left w:val="none" w:sz="0" w:space="0" w:color="auto"/>
            <w:bottom w:val="none" w:sz="0" w:space="0" w:color="auto"/>
            <w:right w:val="none" w:sz="0" w:space="0" w:color="auto"/>
          </w:divBdr>
        </w:div>
        <w:div w:id="386101752">
          <w:marLeft w:val="547"/>
          <w:marRight w:val="0"/>
          <w:marTop w:val="96"/>
          <w:marBottom w:val="0"/>
          <w:divBdr>
            <w:top w:val="none" w:sz="0" w:space="0" w:color="auto"/>
            <w:left w:val="none" w:sz="0" w:space="0" w:color="auto"/>
            <w:bottom w:val="none" w:sz="0" w:space="0" w:color="auto"/>
            <w:right w:val="none" w:sz="0" w:space="0" w:color="auto"/>
          </w:divBdr>
        </w:div>
        <w:div w:id="1463227902">
          <w:marLeft w:val="547"/>
          <w:marRight w:val="0"/>
          <w:marTop w:val="96"/>
          <w:marBottom w:val="0"/>
          <w:divBdr>
            <w:top w:val="none" w:sz="0" w:space="0" w:color="auto"/>
            <w:left w:val="none" w:sz="0" w:space="0" w:color="auto"/>
            <w:bottom w:val="none" w:sz="0" w:space="0" w:color="auto"/>
            <w:right w:val="none" w:sz="0" w:space="0" w:color="auto"/>
          </w:divBdr>
        </w:div>
        <w:div w:id="1034624133">
          <w:marLeft w:val="547"/>
          <w:marRight w:val="0"/>
          <w:marTop w:val="96"/>
          <w:marBottom w:val="0"/>
          <w:divBdr>
            <w:top w:val="none" w:sz="0" w:space="0" w:color="auto"/>
            <w:left w:val="none" w:sz="0" w:space="0" w:color="auto"/>
            <w:bottom w:val="none" w:sz="0" w:space="0" w:color="auto"/>
            <w:right w:val="none" w:sz="0" w:space="0" w:color="auto"/>
          </w:divBdr>
        </w:div>
        <w:div w:id="661853507">
          <w:marLeft w:val="547"/>
          <w:marRight w:val="0"/>
          <w:marTop w:val="96"/>
          <w:marBottom w:val="0"/>
          <w:divBdr>
            <w:top w:val="none" w:sz="0" w:space="0" w:color="auto"/>
            <w:left w:val="none" w:sz="0" w:space="0" w:color="auto"/>
            <w:bottom w:val="none" w:sz="0" w:space="0" w:color="auto"/>
            <w:right w:val="none" w:sz="0" w:space="0" w:color="auto"/>
          </w:divBdr>
        </w:div>
        <w:div w:id="1074661901">
          <w:marLeft w:val="547"/>
          <w:marRight w:val="0"/>
          <w:marTop w:val="96"/>
          <w:marBottom w:val="0"/>
          <w:divBdr>
            <w:top w:val="none" w:sz="0" w:space="0" w:color="auto"/>
            <w:left w:val="none" w:sz="0" w:space="0" w:color="auto"/>
            <w:bottom w:val="none" w:sz="0" w:space="0" w:color="auto"/>
            <w:right w:val="none" w:sz="0" w:space="0" w:color="auto"/>
          </w:divBdr>
        </w:div>
      </w:divsChild>
    </w:div>
    <w:div w:id="1200585055">
      <w:bodyDiv w:val="1"/>
      <w:marLeft w:val="0"/>
      <w:marRight w:val="0"/>
      <w:marTop w:val="0"/>
      <w:marBottom w:val="0"/>
      <w:divBdr>
        <w:top w:val="none" w:sz="0" w:space="0" w:color="auto"/>
        <w:left w:val="none" w:sz="0" w:space="0" w:color="auto"/>
        <w:bottom w:val="none" w:sz="0" w:space="0" w:color="auto"/>
        <w:right w:val="none" w:sz="0" w:space="0" w:color="auto"/>
      </w:divBdr>
      <w:divsChild>
        <w:div w:id="1182932782">
          <w:marLeft w:val="547"/>
          <w:marRight w:val="0"/>
          <w:marTop w:val="96"/>
          <w:marBottom w:val="0"/>
          <w:divBdr>
            <w:top w:val="none" w:sz="0" w:space="0" w:color="auto"/>
            <w:left w:val="none" w:sz="0" w:space="0" w:color="auto"/>
            <w:bottom w:val="none" w:sz="0" w:space="0" w:color="auto"/>
            <w:right w:val="none" w:sz="0" w:space="0" w:color="auto"/>
          </w:divBdr>
        </w:div>
        <w:div w:id="820730331">
          <w:marLeft w:val="547"/>
          <w:marRight w:val="0"/>
          <w:marTop w:val="96"/>
          <w:marBottom w:val="0"/>
          <w:divBdr>
            <w:top w:val="none" w:sz="0" w:space="0" w:color="auto"/>
            <w:left w:val="none" w:sz="0" w:space="0" w:color="auto"/>
            <w:bottom w:val="none" w:sz="0" w:space="0" w:color="auto"/>
            <w:right w:val="none" w:sz="0" w:space="0" w:color="auto"/>
          </w:divBdr>
        </w:div>
      </w:divsChild>
    </w:div>
    <w:div w:id="1454598746">
      <w:bodyDiv w:val="1"/>
      <w:marLeft w:val="0"/>
      <w:marRight w:val="0"/>
      <w:marTop w:val="0"/>
      <w:marBottom w:val="0"/>
      <w:divBdr>
        <w:top w:val="none" w:sz="0" w:space="0" w:color="auto"/>
        <w:left w:val="none" w:sz="0" w:space="0" w:color="auto"/>
        <w:bottom w:val="none" w:sz="0" w:space="0" w:color="auto"/>
        <w:right w:val="none" w:sz="0" w:space="0" w:color="auto"/>
      </w:divBdr>
      <w:divsChild>
        <w:div w:id="11689376">
          <w:marLeft w:val="547"/>
          <w:marRight w:val="0"/>
          <w:marTop w:val="96"/>
          <w:marBottom w:val="0"/>
          <w:divBdr>
            <w:top w:val="none" w:sz="0" w:space="0" w:color="auto"/>
            <w:left w:val="none" w:sz="0" w:space="0" w:color="auto"/>
            <w:bottom w:val="none" w:sz="0" w:space="0" w:color="auto"/>
            <w:right w:val="none" w:sz="0" w:space="0" w:color="auto"/>
          </w:divBdr>
        </w:div>
        <w:div w:id="1693189240">
          <w:marLeft w:val="547"/>
          <w:marRight w:val="0"/>
          <w:marTop w:val="96"/>
          <w:marBottom w:val="0"/>
          <w:divBdr>
            <w:top w:val="none" w:sz="0" w:space="0" w:color="auto"/>
            <w:left w:val="none" w:sz="0" w:space="0" w:color="auto"/>
            <w:bottom w:val="none" w:sz="0" w:space="0" w:color="auto"/>
            <w:right w:val="none" w:sz="0" w:space="0" w:color="auto"/>
          </w:divBdr>
        </w:div>
        <w:div w:id="183272121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wmf"/><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footer4.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wmf"/><Relationship Id="rId5" Type="http://schemas.openxmlformats.org/officeDocument/2006/relationships/image" Target="media/image6.pn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ervicestelle\Arbeitsmaterialien\4_Leitfragen%20Demografie-Them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FBBD59D90A4A51B96D6C5BF5B26622"/>
        <w:category>
          <w:name w:val="Allgemein"/>
          <w:gallery w:val="placeholder"/>
        </w:category>
        <w:types>
          <w:type w:val="bbPlcHdr"/>
        </w:types>
        <w:behaviors>
          <w:behavior w:val="content"/>
        </w:behaviors>
        <w:guid w:val="{CA23C30C-5535-4547-B6CA-405BA40B01A6}"/>
      </w:docPartPr>
      <w:docPartBody>
        <w:p w:rsidR="00A3798E" w:rsidRDefault="00B21D5B">
          <w:pPr>
            <w:pStyle w:val="80FBBD59D90A4A51B96D6C5BF5B26622"/>
          </w:pPr>
          <w:r w:rsidRPr="006C72F8">
            <w:rPr>
              <w:rStyle w:val="Platzhaltertext"/>
              <w:szCs w:val="20"/>
            </w:rPr>
            <w:t>Klicken Sie hier, um Text einzugeben.</w:t>
          </w:r>
        </w:p>
      </w:docPartBody>
    </w:docPart>
    <w:docPart>
      <w:docPartPr>
        <w:name w:val="206C64CDC861433A90774840050DE866"/>
        <w:category>
          <w:name w:val="Allgemein"/>
          <w:gallery w:val="placeholder"/>
        </w:category>
        <w:types>
          <w:type w:val="bbPlcHdr"/>
        </w:types>
        <w:behaviors>
          <w:behavior w:val="content"/>
        </w:behaviors>
        <w:guid w:val="{01B2F2F7-1F93-41F2-BA4B-1BA99ADF1C67}"/>
      </w:docPartPr>
      <w:docPartBody>
        <w:p w:rsidR="00A3798E" w:rsidRDefault="00B21D5B">
          <w:pPr>
            <w:pStyle w:val="206C64CDC861433A90774840050DE866"/>
          </w:pPr>
          <w:r w:rsidRPr="006C72F8">
            <w:rPr>
              <w:rStyle w:val="Platzhaltertext"/>
              <w:szCs w:val="20"/>
            </w:rPr>
            <w:t>Klicken Sie hier, um Text einzugeben.</w:t>
          </w:r>
        </w:p>
      </w:docPartBody>
    </w:docPart>
    <w:docPart>
      <w:docPartPr>
        <w:name w:val="3C661E49849A481DBD3EC0DF2E1FAD13"/>
        <w:category>
          <w:name w:val="Allgemein"/>
          <w:gallery w:val="placeholder"/>
        </w:category>
        <w:types>
          <w:type w:val="bbPlcHdr"/>
        </w:types>
        <w:behaviors>
          <w:behavior w:val="content"/>
        </w:behaviors>
        <w:guid w:val="{1AB129E1-6093-4886-9D93-2A786BE8C898}"/>
      </w:docPartPr>
      <w:docPartBody>
        <w:p w:rsidR="00A3798E" w:rsidRDefault="00B21D5B">
          <w:pPr>
            <w:pStyle w:val="3C661E49849A481DBD3EC0DF2E1FAD13"/>
          </w:pPr>
          <w:r w:rsidRPr="006C72F8">
            <w:rPr>
              <w:rStyle w:val="Platzhaltertext"/>
              <w:szCs w:val="20"/>
            </w:rPr>
            <w:t>Klicken Sie hier, um Text einzugeben.</w:t>
          </w:r>
        </w:p>
      </w:docPartBody>
    </w:docPart>
    <w:docPart>
      <w:docPartPr>
        <w:name w:val="AC11891291334610AFE9F5139E807F05"/>
        <w:category>
          <w:name w:val="Allgemein"/>
          <w:gallery w:val="placeholder"/>
        </w:category>
        <w:types>
          <w:type w:val="bbPlcHdr"/>
        </w:types>
        <w:behaviors>
          <w:behavior w:val="content"/>
        </w:behaviors>
        <w:guid w:val="{E21D9A0A-C199-4523-B492-3A8078CC894C}"/>
      </w:docPartPr>
      <w:docPartBody>
        <w:p w:rsidR="00A3798E" w:rsidRDefault="00B21D5B">
          <w:pPr>
            <w:pStyle w:val="AC11891291334610AFE9F5139E807F05"/>
          </w:pPr>
          <w:r w:rsidRPr="006C72F8">
            <w:rPr>
              <w:rStyle w:val="Platzhaltertext"/>
              <w:szCs w:val="20"/>
            </w:rPr>
            <w:t>Klicken Sie hier, um Text einzugeben.</w:t>
          </w:r>
        </w:p>
      </w:docPartBody>
    </w:docPart>
    <w:docPart>
      <w:docPartPr>
        <w:name w:val="0E536124C1BB4119800A1C7E72173B05"/>
        <w:category>
          <w:name w:val="Allgemein"/>
          <w:gallery w:val="placeholder"/>
        </w:category>
        <w:types>
          <w:type w:val="bbPlcHdr"/>
        </w:types>
        <w:behaviors>
          <w:behavior w:val="content"/>
        </w:behaviors>
        <w:guid w:val="{9085984F-4827-46CB-A175-8E69ED69EBA5}"/>
      </w:docPartPr>
      <w:docPartBody>
        <w:p w:rsidR="00A3798E" w:rsidRDefault="00B21D5B">
          <w:pPr>
            <w:pStyle w:val="0E536124C1BB4119800A1C7E72173B05"/>
          </w:pPr>
          <w:r w:rsidRPr="00DF5ECE">
            <w:rPr>
              <w:rStyle w:val="Platzhaltertext"/>
              <w:sz w:val="18"/>
              <w:szCs w:val="18"/>
            </w:rPr>
            <w:t>Klicken Sie hier, um Text einzugeben.</w:t>
          </w:r>
        </w:p>
      </w:docPartBody>
    </w:docPart>
    <w:docPart>
      <w:docPartPr>
        <w:name w:val="380A1DC8A49C4933B40FAB3887518DF2"/>
        <w:category>
          <w:name w:val="Allgemein"/>
          <w:gallery w:val="placeholder"/>
        </w:category>
        <w:types>
          <w:type w:val="bbPlcHdr"/>
        </w:types>
        <w:behaviors>
          <w:behavior w:val="content"/>
        </w:behaviors>
        <w:guid w:val="{700F2D89-AD00-4052-A691-A7C55EAC8B5D}"/>
      </w:docPartPr>
      <w:docPartBody>
        <w:p w:rsidR="00A3798E" w:rsidRDefault="00B21D5B">
          <w:pPr>
            <w:pStyle w:val="380A1DC8A49C4933B40FAB3887518DF2"/>
          </w:pPr>
          <w:r w:rsidRPr="006C72F8">
            <w:rPr>
              <w:rStyle w:val="Platzhaltertext"/>
              <w:rFonts w:eastAsiaTheme="majorEastAsia"/>
              <w:szCs w:val="20"/>
            </w:rPr>
            <w:t>Klicken Sie hier, um Text einzugeben.</w:t>
          </w:r>
        </w:p>
      </w:docPartBody>
    </w:docPart>
    <w:docPart>
      <w:docPartPr>
        <w:name w:val="57FE5AE541114DB283ECBA9C2144D7CD"/>
        <w:category>
          <w:name w:val="Allgemein"/>
          <w:gallery w:val="placeholder"/>
        </w:category>
        <w:types>
          <w:type w:val="bbPlcHdr"/>
        </w:types>
        <w:behaviors>
          <w:behavior w:val="content"/>
        </w:behaviors>
        <w:guid w:val="{B0E79D7F-BB00-4922-95BD-8D0311311A2F}"/>
      </w:docPartPr>
      <w:docPartBody>
        <w:p w:rsidR="00A3798E" w:rsidRDefault="00B21D5B">
          <w:pPr>
            <w:pStyle w:val="57FE5AE541114DB283ECBA9C2144D7CD"/>
          </w:pPr>
          <w:r w:rsidRPr="006C72F8">
            <w:rPr>
              <w:rStyle w:val="Platzhaltertext"/>
              <w:rFonts w:eastAsiaTheme="majorEastAsia"/>
              <w:szCs w:val="20"/>
            </w:rPr>
            <w:t>Klicken Sie hier, um Text einzugeben.</w:t>
          </w:r>
        </w:p>
      </w:docPartBody>
    </w:docPart>
    <w:docPart>
      <w:docPartPr>
        <w:name w:val="5EC8E181252340CCBE24DC7DBDFC786E"/>
        <w:category>
          <w:name w:val="Allgemein"/>
          <w:gallery w:val="placeholder"/>
        </w:category>
        <w:types>
          <w:type w:val="bbPlcHdr"/>
        </w:types>
        <w:behaviors>
          <w:behavior w:val="content"/>
        </w:behaviors>
        <w:guid w:val="{4A3D6614-50DE-4068-A803-FFE98905D73A}"/>
      </w:docPartPr>
      <w:docPartBody>
        <w:p w:rsidR="00A3798E" w:rsidRDefault="00B21D5B">
          <w:pPr>
            <w:pStyle w:val="5EC8E181252340CCBE24DC7DBDFC786E"/>
          </w:pPr>
          <w:r w:rsidRPr="006C72F8">
            <w:rPr>
              <w:rStyle w:val="Platzhaltertext"/>
              <w:rFonts w:eastAsiaTheme="majorEastAsia"/>
              <w:szCs w:val="20"/>
            </w:rPr>
            <w:t>Klicken Sie hier, um Text einzugeben.</w:t>
          </w:r>
        </w:p>
      </w:docPartBody>
    </w:docPart>
    <w:docPart>
      <w:docPartPr>
        <w:name w:val="FDD624645D7F4A70BD10F29E41B16BD7"/>
        <w:category>
          <w:name w:val="Allgemein"/>
          <w:gallery w:val="placeholder"/>
        </w:category>
        <w:types>
          <w:type w:val="bbPlcHdr"/>
        </w:types>
        <w:behaviors>
          <w:behavior w:val="content"/>
        </w:behaviors>
        <w:guid w:val="{31D23773-7C0B-4447-8D60-337CF707056A}"/>
      </w:docPartPr>
      <w:docPartBody>
        <w:p w:rsidR="00A3798E" w:rsidRDefault="00B21D5B">
          <w:pPr>
            <w:pStyle w:val="FDD624645D7F4A70BD10F29E41B16BD7"/>
          </w:pPr>
          <w:r w:rsidRPr="00601259">
            <w:rPr>
              <w:rStyle w:val="Platzhaltertext"/>
              <w:rFonts w:eastAsiaTheme="majorEastAsia"/>
              <w:szCs w:val="20"/>
            </w:rPr>
            <w:t>Klicken Sie hier, um Text einzugeben.</w:t>
          </w:r>
        </w:p>
      </w:docPartBody>
    </w:docPart>
    <w:docPart>
      <w:docPartPr>
        <w:name w:val="7920B7773F964EFE996BE35E7B195EE1"/>
        <w:category>
          <w:name w:val="Allgemein"/>
          <w:gallery w:val="placeholder"/>
        </w:category>
        <w:types>
          <w:type w:val="bbPlcHdr"/>
        </w:types>
        <w:behaviors>
          <w:behavior w:val="content"/>
        </w:behaviors>
        <w:guid w:val="{C40BC987-B5C7-4300-8BF0-1FCB5E473372}"/>
      </w:docPartPr>
      <w:docPartBody>
        <w:p w:rsidR="00A3798E" w:rsidRDefault="00B21D5B">
          <w:pPr>
            <w:pStyle w:val="7920B7773F964EFE996BE35E7B195EE1"/>
          </w:pPr>
          <w:r w:rsidRPr="00601259">
            <w:rPr>
              <w:rStyle w:val="Platzhaltertext"/>
              <w:rFonts w:eastAsiaTheme="majorEastAsia"/>
              <w:szCs w:val="20"/>
            </w:rPr>
            <w:t>Klicken Sie hier, um Text einzugeben.</w:t>
          </w:r>
        </w:p>
      </w:docPartBody>
    </w:docPart>
    <w:docPart>
      <w:docPartPr>
        <w:name w:val="0A5E6FA42CDE484C905F2C6AC8FFA998"/>
        <w:category>
          <w:name w:val="Allgemein"/>
          <w:gallery w:val="placeholder"/>
        </w:category>
        <w:types>
          <w:type w:val="bbPlcHdr"/>
        </w:types>
        <w:behaviors>
          <w:behavior w:val="content"/>
        </w:behaviors>
        <w:guid w:val="{9A6D8F16-695C-4C61-8718-8F52EBE48D96}"/>
      </w:docPartPr>
      <w:docPartBody>
        <w:p w:rsidR="00A3798E" w:rsidRDefault="00B21D5B">
          <w:pPr>
            <w:pStyle w:val="0A5E6FA42CDE484C905F2C6AC8FFA998"/>
          </w:pPr>
          <w:r w:rsidRPr="00601259">
            <w:rPr>
              <w:rStyle w:val="Platzhaltertext"/>
              <w:rFonts w:eastAsiaTheme="majorEastAsia"/>
              <w:szCs w:val="20"/>
            </w:rPr>
            <w:t>Klicken Sie hier, um Text einzugeben.</w:t>
          </w:r>
        </w:p>
      </w:docPartBody>
    </w:docPart>
    <w:docPart>
      <w:docPartPr>
        <w:name w:val="267403AFB067417B987A370DC2604652"/>
        <w:category>
          <w:name w:val="Allgemein"/>
          <w:gallery w:val="placeholder"/>
        </w:category>
        <w:types>
          <w:type w:val="bbPlcHdr"/>
        </w:types>
        <w:behaviors>
          <w:behavior w:val="content"/>
        </w:behaviors>
        <w:guid w:val="{5A541A9B-B5FB-470D-B68E-33F739ED5B73}"/>
      </w:docPartPr>
      <w:docPartBody>
        <w:p w:rsidR="00A3798E" w:rsidRDefault="00B21D5B">
          <w:pPr>
            <w:pStyle w:val="267403AFB067417B987A370DC2604652"/>
          </w:pPr>
          <w:r w:rsidRPr="00601259">
            <w:rPr>
              <w:rStyle w:val="Platzhaltertext"/>
              <w:szCs w:val="20"/>
            </w:rPr>
            <w:t>Klicken Sie hier, um Text einzugeben.</w:t>
          </w:r>
        </w:p>
      </w:docPartBody>
    </w:docPart>
    <w:docPart>
      <w:docPartPr>
        <w:name w:val="6C314049F8E74727969980375F5DDBF5"/>
        <w:category>
          <w:name w:val="Allgemein"/>
          <w:gallery w:val="placeholder"/>
        </w:category>
        <w:types>
          <w:type w:val="bbPlcHdr"/>
        </w:types>
        <w:behaviors>
          <w:behavior w:val="content"/>
        </w:behaviors>
        <w:guid w:val="{E1FF85ED-8136-4A50-8491-F2DB09AF7F8F}"/>
      </w:docPartPr>
      <w:docPartBody>
        <w:p w:rsidR="00A3798E" w:rsidRDefault="00B21D5B">
          <w:pPr>
            <w:pStyle w:val="6C314049F8E74727969980375F5DDBF5"/>
          </w:pPr>
          <w:r w:rsidRPr="00601259">
            <w:rPr>
              <w:rStyle w:val="Platzhaltertext"/>
              <w:szCs w:val="20"/>
            </w:rPr>
            <w:t>Klicken Sie hier, um Text einzugeben.</w:t>
          </w:r>
        </w:p>
      </w:docPartBody>
    </w:docPart>
    <w:docPart>
      <w:docPartPr>
        <w:name w:val="4057DA3B6CFC4C47B31A5D53469C33F9"/>
        <w:category>
          <w:name w:val="Allgemein"/>
          <w:gallery w:val="placeholder"/>
        </w:category>
        <w:types>
          <w:type w:val="bbPlcHdr"/>
        </w:types>
        <w:behaviors>
          <w:behavior w:val="content"/>
        </w:behaviors>
        <w:guid w:val="{5A6CACCC-8F63-4C53-A8CC-4ADF72EFF639}"/>
      </w:docPartPr>
      <w:docPartBody>
        <w:p w:rsidR="00A3798E" w:rsidRDefault="00B21D5B">
          <w:pPr>
            <w:pStyle w:val="4057DA3B6CFC4C47B31A5D53469C33F9"/>
          </w:pPr>
          <w:r w:rsidRPr="00601259">
            <w:rPr>
              <w:rStyle w:val="Platzhaltertext"/>
              <w:szCs w:val="20"/>
            </w:rPr>
            <w:t>Klicken Sie hier, um Text einzugeben.</w:t>
          </w:r>
        </w:p>
      </w:docPartBody>
    </w:docPart>
    <w:docPart>
      <w:docPartPr>
        <w:name w:val="B7123C2F9DF045E8BD187DCE507CBB55"/>
        <w:category>
          <w:name w:val="Allgemein"/>
          <w:gallery w:val="placeholder"/>
        </w:category>
        <w:types>
          <w:type w:val="bbPlcHdr"/>
        </w:types>
        <w:behaviors>
          <w:behavior w:val="content"/>
        </w:behaviors>
        <w:guid w:val="{E2381C91-5B98-4578-B31D-24BC40BA096E}"/>
      </w:docPartPr>
      <w:docPartBody>
        <w:p w:rsidR="00A3798E" w:rsidRDefault="00B21D5B">
          <w:pPr>
            <w:pStyle w:val="B7123C2F9DF045E8BD187DCE507CBB55"/>
          </w:pPr>
          <w:r w:rsidRPr="00840FF6">
            <w:rPr>
              <w:rStyle w:val="Platzhaltertext"/>
              <w:b/>
            </w:rPr>
            <w:t>Name</w:t>
          </w:r>
        </w:p>
      </w:docPartBody>
    </w:docPart>
    <w:docPart>
      <w:docPartPr>
        <w:name w:val="DFA54095E1644BE5BF8D38C79983F765"/>
        <w:category>
          <w:name w:val="Allgemein"/>
          <w:gallery w:val="placeholder"/>
        </w:category>
        <w:types>
          <w:type w:val="bbPlcHdr"/>
        </w:types>
        <w:behaviors>
          <w:behavior w:val="content"/>
        </w:behaviors>
        <w:guid w:val="{41EBFB9C-0874-4CA0-A04B-AAC9F392683C}"/>
      </w:docPartPr>
      <w:docPartBody>
        <w:p w:rsidR="00A3798E" w:rsidRDefault="00B21D5B">
          <w:pPr>
            <w:pStyle w:val="DFA54095E1644BE5BF8D38C79983F765"/>
          </w:pPr>
          <w:r w:rsidRPr="00840FF6">
            <w:rPr>
              <w:rStyle w:val="Platzhaltertext"/>
            </w:rPr>
            <w:t>Funktion/Abt.</w:t>
          </w:r>
        </w:p>
      </w:docPartBody>
    </w:docPart>
    <w:docPart>
      <w:docPartPr>
        <w:name w:val="570E722A34274F9989EAB49E4B0C714F"/>
        <w:category>
          <w:name w:val="Allgemein"/>
          <w:gallery w:val="placeholder"/>
        </w:category>
        <w:types>
          <w:type w:val="bbPlcHdr"/>
        </w:types>
        <w:behaviors>
          <w:behavior w:val="content"/>
        </w:behaviors>
        <w:guid w:val="{F61F3FAD-CB86-4EE4-AC56-3BDCF0C8674C}"/>
      </w:docPartPr>
      <w:docPartBody>
        <w:p w:rsidR="00A3798E" w:rsidRDefault="00B21D5B">
          <w:pPr>
            <w:pStyle w:val="570E722A34274F9989EAB49E4B0C714F"/>
          </w:pPr>
          <w:r w:rsidRPr="00840FF6">
            <w:rPr>
              <w:rStyle w:val="Platzhaltertext"/>
              <w:b/>
            </w:rPr>
            <w:t>Name</w:t>
          </w:r>
        </w:p>
      </w:docPartBody>
    </w:docPart>
    <w:docPart>
      <w:docPartPr>
        <w:name w:val="D529FEB58B3E42849EAA3D84CA10A4EF"/>
        <w:category>
          <w:name w:val="Allgemein"/>
          <w:gallery w:val="placeholder"/>
        </w:category>
        <w:types>
          <w:type w:val="bbPlcHdr"/>
        </w:types>
        <w:behaviors>
          <w:behavior w:val="content"/>
        </w:behaviors>
        <w:guid w:val="{CF2EBE17-0924-4F7A-968A-15B618A3D463}"/>
      </w:docPartPr>
      <w:docPartBody>
        <w:p w:rsidR="00A3798E" w:rsidRDefault="00B21D5B">
          <w:pPr>
            <w:pStyle w:val="D529FEB58B3E42849EAA3D84CA10A4EF"/>
          </w:pPr>
          <w:r w:rsidRPr="00840FF6">
            <w:rPr>
              <w:rStyle w:val="Platzhaltertext"/>
            </w:rPr>
            <w:t>Funktion/Abt.</w:t>
          </w:r>
        </w:p>
      </w:docPartBody>
    </w:docPart>
    <w:docPart>
      <w:docPartPr>
        <w:name w:val="70E6F5488F594F7A9EC7BCD472448F60"/>
        <w:category>
          <w:name w:val="Allgemein"/>
          <w:gallery w:val="placeholder"/>
        </w:category>
        <w:types>
          <w:type w:val="bbPlcHdr"/>
        </w:types>
        <w:behaviors>
          <w:behavior w:val="content"/>
        </w:behaviors>
        <w:guid w:val="{69EE5A47-A6B3-4BED-8326-A84156025A4F}"/>
      </w:docPartPr>
      <w:docPartBody>
        <w:p w:rsidR="00A3798E" w:rsidRDefault="00B21D5B">
          <w:pPr>
            <w:pStyle w:val="70E6F5488F594F7A9EC7BCD472448F60"/>
          </w:pPr>
          <w:r w:rsidRPr="00840FF6">
            <w:rPr>
              <w:rStyle w:val="Platzhaltertext"/>
              <w:b/>
            </w:rPr>
            <w:t>Name</w:t>
          </w:r>
        </w:p>
      </w:docPartBody>
    </w:docPart>
    <w:docPart>
      <w:docPartPr>
        <w:name w:val="CA8C5CD180D34D24AA42ABBF7CC80C84"/>
        <w:category>
          <w:name w:val="Allgemein"/>
          <w:gallery w:val="placeholder"/>
        </w:category>
        <w:types>
          <w:type w:val="bbPlcHdr"/>
        </w:types>
        <w:behaviors>
          <w:behavior w:val="content"/>
        </w:behaviors>
        <w:guid w:val="{9C631953-A7B8-4776-A1C9-58BCE279D7A7}"/>
      </w:docPartPr>
      <w:docPartBody>
        <w:p w:rsidR="00A3798E" w:rsidRDefault="00B21D5B">
          <w:pPr>
            <w:pStyle w:val="CA8C5CD180D34D24AA42ABBF7CC80C84"/>
          </w:pPr>
          <w:r w:rsidRPr="00840FF6">
            <w:rPr>
              <w:rStyle w:val="Platzhaltertext"/>
            </w:rPr>
            <w:t>Funktion/Abt.</w:t>
          </w:r>
        </w:p>
      </w:docPartBody>
    </w:docPart>
    <w:docPart>
      <w:docPartPr>
        <w:name w:val="22273C1626D641C7BCD8DFC046BD6B11"/>
        <w:category>
          <w:name w:val="Allgemein"/>
          <w:gallery w:val="placeholder"/>
        </w:category>
        <w:types>
          <w:type w:val="bbPlcHdr"/>
        </w:types>
        <w:behaviors>
          <w:behavior w:val="content"/>
        </w:behaviors>
        <w:guid w:val="{D6011E12-CC13-43B5-970F-D2B5922612DB}"/>
      </w:docPartPr>
      <w:docPartBody>
        <w:p w:rsidR="00A3798E" w:rsidRDefault="00B21D5B">
          <w:pPr>
            <w:pStyle w:val="22273C1626D641C7BCD8DFC046BD6B11"/>
          </w:pPr>
          <w:r w:rsidRPr="00840FF6">
            <w:rPr>
              <w:rStyle w:val="Platzhaltertext"/>
              <w:b/>
            </w:rPr>
            <w:t>Name</w:t>
          </w:r>
        </w:p>
      </w:docPartBody>
    </w:docPart>
    <w:docPart>
      <w:docPartPr>
        <w:name w:val="FA56A822F5584C50BEE5D26526DE7C32"/>
        <w:category>
          <w:name w:val="Allgemein"/>
          <w:gallery w:val="placeholder"/>
        </w:category>
        <w:types>
          <w:type w:val="bbPlcHdr"/>
        </w:types>
        <w:behaviors>
          <w:behavior w:val="content"/>
        </w:behaviors>
        <w:guid w:val="{57E3D51A-60F1-42A8-97AA-492F917044ED}"/>
      </w:docPartPr>
      <w:docPartBody>
        <w:p w:rsidR="00A3798E" w:rsidRDefault="00B21D5B">
          <w:pPr>
            <w:pStyle w:val="FA56A822F5584C50BEE5D26526DE7C32"/>
          </w:pPr>
          <w:r w:rsidRPr="00840FF6">
            <w:rPr>
              <w:rStyle w:val="Platzhaltertext"/>
            </w:rPr>
            <w:t>Funktion/Abt.</w:t>
          </w:r>
        </w:p>
      </w:docPartBody>
    </w:docPart>
    <w:docPart>
      <w:docPartPr>
        <w:name w:val="9B19570F190E4F339E7D1B66EFD36359"/>
        <w:category>
          <w:name w:val="Allgemein"/>
          <w:gallery w:val="placeholder"/>
        </w:category>
        <w:types>
          <w:type w:val="bbPlcHdr"/>
        </w:types>
        <w:behaviors>
          <w:behavior w:val="content"/>
        </w:behaviors>
        <w:guid w:val="{3CF36C4A-E872-4317-BA7B-3D005E793468}"/>
      </w:docPartPr>
      <w:docPartBody>
        <w:p w:rsidR="00A3798E" w:rsidRDefault="00B21D5B">
          <w:pPr>
            <w:pStyle w:val="9B19570F190E4F339E7D1B66EFD36359"/>
          </w:pPr>
          <w:r w:rsidRPr="00840FF6">
            <w:rPr>
              <w:rStyle w:val="Platzhaltertext"/>
              <w:b/>
            </w:rPr>
            <w:t>Name</w:t>
          </w:r>
        </w:p>
      </w:docPartBody>
    </w:docPart>
    <w:docPart>
      <w:docPartPr>
        <w:name w:val="C4C3272BE5E64880893095A0FD4C53AB"/>
        <w:category>
          <w:name w:val="Allgemein"/>
          <w:gallery w:val="placeholder"/>
        </w:category>
        <w:types>
          <w:type w:val="bbPlcHdr"/>
        </w:types>
        <w:behaviors>
          <w:behavior w:val="content"/>
        </w:behaviors>
        <w:guid w:val="{F1BB7A19-488D-4B4E-A5EE-52F175539DBD}"/>
      </w:docPartPr>
      <w:docPartBody>
        <w:p w:rsidR="00A3798E" w:rsidRDefault="00B21D5B">
          <w:pPr>
            <w:pStyle w:val="C4C3272BE5E64880893095A0FD4C53AB"/>
          </w:pPr>
          <w:r w:rsidRPr="00840FF6">
            <w:rPr>
              <w:rStyle w:val="Platzhaltertext"/>
            </w:rPr>
            <w:t>Funktion/Abt.</w:t>
          </w:r>
        </w:p>
      </w:docPartBody>
    </w:docPart>
    <w:docPart>
      <w:docPartPr>
        <w:name w:val="445F5AA24141402FBEADE9AF5AE918F6"/>
        <w:category>
          <w:name w:val="Allgemein"/>
          <w:gallery w:val="placeholder"/>
        </w:category>
        <w:types>
          <w:type w:val="bbPlcHdr"/>
        </w:types>
        <w:behaviors>
          <w:behavior w:val="content"/>
        </w:behaviors>
        <w:guid w:val="{94614582-A23D-4917-B99A-B18F9B84B0DF}"/>
      </w:docPartPr>
      <w:docPartBody>
        <w:p w:rsidR="00A3798E" w:rsidRDefault="00B21D5B">
          <w:pPr>
            <w:pStyle w:val="445F5AA24141402FBEADE9AF5AE918F6"/>
          </w:pPr>
          <w:r w:rsidRPr="00840FF6">
            <w:rPr>
              <w:rStyle w:val="Platzhaltertext"/>
              <w:b/>
            </w:rPr>
            <w:t>Name</w:t>
          </w:r>
        </w:p>
      </w:docPartBody>
    </w:docPart>
    <w:docPart>
      <w:docPartPr>
        <w:name w:val="D5768B8684544ED594207A8930C6E122"/>
        <w:category>
          <w:name w:val="Allgemein"/>
          <w:gallery w:val="placeholder"/>
        </w:category>
        <w:types>
          <w:type w:val="bbPlcHdr"/>
        </w:types>
        <w:behaviors>
          <w:behavior w:val="content"/>
        </w:behaviors>
        <w:guid w:val="{E320A281-1B9B-4006-8236-BCB82FE45F5A}"/>
      </w:docPartPr>
      <w:docPartBody>
        <w:p w:rsidR="00A3798E" w:rsidRDefault="00B21D5B">
          <w:pPr>
            <w:pStyle w:val="D5768B8684544ED594207A8930C6E122"/>
          </w:pPr>
          <w:r w:rsidRPr="00840FF6">
            <w:rPr>
              <w:rStyle w:val="Platzhaltertext"/>
            </w:rPr>
            <w:t>Funktion/Abt.</w:t>
          </w:r>
        </w:p>
      </w:docPartBody>
    </w:docPart>
    <w:docPart>
      <w:docPartPr>
        <w:name w:val="C5BD078A6D30444FB0F7F3E1E7572E76"/>
        <w:category>
          <w:name w:val="Allgemein"/>
          <w:gallery w:val="placeholder"/>
        </w:category>
        <w:types>
          <w:type w:val="bbPlcHdr"/>
        </w:types>
        <w:behaviors>
          <w:behavior w:val="content"/>
        </w:behaviors>
        <w:guid w:val="{E9237988-3A47-4B0B-B431-D4F30FC8FF01}"/>
      </w:docPartPr>
      <w:docPartBody>
        <w:p w:rsidR="00A3798E" w:rsidRDefault="00B21D5B">
          <w:pPr>
            <w:pStyle w:val="C5BD078A6D30444FB0F7F3E1E7572E76"/>
          </w:pPr>
          <w:r w:rsidRPr="00840FF6">
            <w:rPr>
              <w:rStyle w:val="Platzhaltertext"/>
              <w:b/>
            </w:rPr>
            <w:t>Name</w:t>
          </w:r>
        </w:p>
      </w:docPartBody>
    </w:docPart>
    <w:docPart>
      <w:docPartPr>
        <w:name w:val="363610B70A2A41AD9049C511C97A4034"/>
        <w:category>
          <w:name w:val="Allgemein"/>
          <w:gallery w:val="placeholder"/>
        </w:category>
        <w:types>
          <w:type w:val="bbPlcHdr"/>
        </w:types>
        <w:behaviors>
          <w:behavior w:val="content"/>
        </w:behaviors>
        <w:guid w:val="{9F511941-3297-465B-88B5-D1E8A6CD8EE9}"/>
      </w:docPartPr>
      <w:docPartBody>
        <w:p w:rsidR="00A3798E" w:rsidRDefault="00B21D5B">
          <w:pPr>
            <w:pStyle w:val="363610B70A2A41AD9049C511C97A4034"/>
          </w:pPr>
          <w:r w:rsidRPr="00840FF6">
            <w:rPr>
              <w:rStyle w:val="Platzhaltertext"/>
            </w:rPr>
            <w:t>Funktion/Abt.</w:t>
          </w:r>
        </w:p>
      </w:docPartBody>
    </w:docPart>
    <w:docPart>
      <w:docPartPr>
        <w:name w:val="9E2B37BE2E6E4BD388C211CDC7FCD315"/>
        <w:category>
          <w:name w:val="Allgemein"/>
          <w:gallery w:val="placeholder"/>
        </w:category>
        <w:types>
          <w:type w:val="bbPlcHdr"/>
        </w:types>
        <w:behaviors>
          <w:behavior w:val="content"/>
        </w:behaviors>
        <w:guid w:val="{3EE9E647-9534-44E5-B0F1-BAA0840BD281}"/>
      </w:docPartPr>
      <w:docPartBody>
        <w:p w:rsidR="00A3798E" w:rsidRDefault="00B21D5B">
          <w:pPr>
            <w:pStyle w:val="9E2B37BE2E6E4BD388C211CDC7FCD315"/>
          </w:pPr>
          <w:r w:rsidRPr="00840FF6">
            <w:rPr>
              <w:rStyle w:val="Platzhaltertext"/>
              <w:b/>
            </w:rPr>
            <w:t>Name</w:t>
          </w:r>
        </w:p>
      </w:docPartBody>
    </w:docPart>
    <w:docPart>
      <w:docPartPr>
        <w:name w:val="B975F015A3A847BF862F34B8CE7CA2DD"/>
        <w:category>
          <w:name w:val="Allgemein"/>
          <w:gallery w:val="placeholder"/>
        </w:category>
        <w:types>
          <w:type w:val="bbPlcHdr"/>
        </w:types>
        <w:behaviors>
          <w:behavior w:val="content"/>
        </w:behaviors>
        <w:guid w:val="{A0F79264-4EF0-4092-B14B-F7197DACCC74}"/>
      </w:docPartPr>
      <w:docPartBody>
        <w:p w:rsidR="00A3798E" w:rsidRDefault="00B21D5B">
          <w:pPr>
            <w:pStyle w:val="B975F015A3A847BF862F34B8CE7CA2DD"/>
          </w:pPr>
          <w:r w:rsidRPr="00840FF6">
            <w:rPr>
              <w:rStyle w:val="Platzhaltertext"/>
            </w:rPr>
            <w:t>Funktion/Abt.</w:t>
          </w:r>
        </w:p>
      </w:docPartBody>
    </w:docPart>
    <w:docPart>
      <w:docPartPr>
        <w:name w:val="F0D363B0171B4AC08B4B12477C5871DA"/>
        <w:category>
          <w:name w:val="Allgemein"/>
          <w:gallery w:val="placeholder"/>
        </w:category>
        <w:types>
          <w:type w:val="bbPlcHdr"/>
        </w:types>
        <w:behaviors>
          <w:behavior w:val="content"/>
        </w:behaviors>
        <w:guid w:val="{37F05F9A-6635-4C9F-880E-FD86F1B78755}"/>
      </w:docPartPr>
      <w:docPartBody>
        <w:p w:rsidR="00A3798E" w:rsidRDefault="00B21D5B">
          <w:pPr>
            <w:pStyle w:val="F0D363B0171B4AC08B4B12477C5871DA"/>
          </w:pPr>
          <w:r w:rsidRPr="00840FF6">
            <w:rPr>
              <w:rStyle w:val="Platzhaltertext"/>
              <w:b/>
            </w:rPr>
            <w:t>Name</w:t>
          </w:r>
        </w:p>
      </w:docPartBody>
    </w:docPart>
    <w:docPart>
      <w:docPartPr>
        <w:name w:val="A9171D44FFFB4C89A02034762063AE7E"/>
        <w:category>
          <w:name w:val="Allgemein"/>
          <w:gallery w:val="placeholder"/>
        </w:category>
        <w:types>
          <w:type w:val="bbPlcHdr"/>
        </w:types>
        <w:behaviors>
          <w:behavior w:val="content"/>
        </w:behaviors>
        <w:guid w:val="{41DAE83D-AE4B-4B8E-A3F0-5483EFA0BEDF}"/>
      </w:docPartPr>
      <w:docPartBody>
        <w:p w:rsidR="00A3798E" w:rsidRDefault="00B21D5B">
          <w:pPr>
            <w:pStyle w:val="A9171D44FFFB4C89A02034762063AE7E"/>
          </w:pPr>
          <w:r w:rsidRPr="00840FF6">
            <w:rPr>
              <w:rStyle w:val="Platzhaltertext"/>
            </w:rPr>
            <w:t>Funktion/Abt.</w:t>
          </w:r>
        </w:p>
      </w:docPartBody>
    </w:docPart>
    <w:docPart>
      <w:docPartPr>
        <w:name w:val="2264FE43D01D4405BDA4063F2EC68A54"/>
        <w:category>
          <w:name w:val="Allgemein"/>
          <w:gallery w:val="placeholder"/>
        </w:category>
        <w:types>
          <w:type w:val="bbPlcHdr"/>
        </w:types>
        <w:behaviors>
          <w:behavior w:val="content"/>
        </w:behaviors>
        <w:guid w:val="{19BA0E1C-5064-429F-87A1-EFFF8386E1AD}"/>
      </w:docPartPr>
      <w:docPartBody>
        <w:p w:rsidR="00A3798E" w:rsidRDefault="00B21D5B">
          <w:pPr>
            <w:pStyle w:val="2264FE43D01D4405BDA4063F2EC68A54"/>
          </w:pPr>
          <w:r w:rsidRPr="00840FF6">
            <w:rPr>
              <w:rStyle w:val="Platzhaltertext"/>
              <w:b/>
            </w:rPr>
            <w:t>Name</w:t>
          </w:r>
        </w:p>
      </w:docPartBody>
    </w:docPart>
    <w:docPart>
      <w:docPartPr>
        <w:name w:val="BAB962A8BBBD43F58E1902CE2053FADC"/>
        <w:category>
          <w:name w:val="Allgemein"/>
          <w:gallery w:val="placeholder"/>
        </w:category>
        <w:types>
          <w:type w:val="bbPlcHdr"/>
        </w:types>
        <w:behaviors>
          <w:behavior w:val="content"/>
        </w:behaviors>
        <w:guid w:val="{C652A66F-87BC-474C-B1F3-B4C530B8EA33}"/>
      </w:docPartPr>
      <w:docPartBody>
        <w:p w:rsidR="00A3798E" w:rsidRDefault="00B21D5B">
          <w:pPr>
            <w:pStyle w:val="BAB962A8BBBD43F58E1902CE2053FADC"/>
          </w:pPr>
          <w:r w:rsidRPr="00840FF6">
            <w:rPr>
              <w:rStyle w:val="Platzhaltertext"/>
            </w:rPr>
            <w:t>Funktion/Abt.</w:t>
          </w:r>
        </w:p>
      </w:docPartBody>
    </w:docPart>
    <w:docPart>
      <w:docPartPr>
        <w:name w:val="47E903B691E84125B014BB49B90C625F"/>
        <w:category>
          <w:name w:val="Allgemein"/>
          <w:gallery w:val="placeholder"/>
        </w:category>
        <w:types>
          <w:type w:val="bbPlcHdr"/>
        </w:types>
        <w:behaviors>
          <w:behavior w:val="content"/>
        </w:behaviors>
        <w:guid w:val="{082350A6-E65B-4E53-984B-71846B90A7D4}"/>
      </w:docPartPr>
      <w:docPartBody>
        <w:p w:rsidR="00A3798E" w:rsidRDefault="00B21D5B">
          <w:pPr>
            <w:pStyle w:val="47E903B691E84125B014BB49B90C625F"/>
          </w:pPr>
          <w:r>
            <w:rPr>
              <w:rStyle w:val="Platzhaltertext"/>
            </w:rPr>
            <w:t>Dokumentenname</w:t>
          </w:r>
        </w:p>
      </w:docPartBody>
    </w:docPart>
    <w:docPart>
      <w:docPartPr>
        <w:name w:val="13544CFED2154E58A9A02E869AEAD9A7"/>
        <w:category>
          <w:name w:val="Allgemein"/>
          <w:gallery w:val="placeholder"/>
        </w:category>
        <w:types>
          <w:type w:val="bbPlcHdr"/>
        </w:types>
        <w:behaviors>
          <w:behavior w:val="content"/>
        </w:behaviors>
        <w:guid w:val="{A8B38013-69E5-4193-AA15-2609DAC7F556}"/>
      </w:docPartPr>
      <w:docPartBody>
        <w:p w:rsidR="00A3798E" w:rsidRDefault="00B21D5B">
          <w:pPr>
            <w:pStyle w:val="13544CFED2154E58A9A02E869AEAD9A7"/>
          </w:pPr>
          <w:r>
            <w:rPr>
              <w:rStyle w:val="Platzhaltertext"/>
            </w:rPr>
            <w:t>Dokumentenname</w:t>
          </w:r>
        </w:p>
      </w:docPartBody>
    </w:docPart>
    <w:docPart>
      <w:docPartPr>
        <w:name w:val="8B959507FB744A2881DE9CDE5AECB7B6"/>
        <w:category>
          <w:name w:val="Allgemein"/>
          <w:gallery w:val="placeholder"/>
        </w:category>
        <w:types>
          <w:type w:val="bbPlcHdr"/>
        </w:types>
        <w:behaviors>
          <w:behavior w:val="content"/>
        </w:behaviors>
        <w:guid w:val="{CD0B3786-59EF-4222-A1DF-77365A71D29E}"/>
      </w:docPartPr>
      <w:docPartBody>
        <w:p w:rsidR="00A3798E" w:rsidRDefault="00B21D5B">
          <w:pPr>
            <w:pStyle w:val="8B959507FB744A2881DE9CDE5AECB7B6"/>
          </w:pPr>
          <w:r>
            <w:rPr>
              <w:rStyle w:val="Platzhaltertext"/>
            </w:rPr>
            <w:t>Dokumentenname</w:t>
          </w:r>
        </w:p>
      </w:docPartBody>
    </w:docPart>
    <w:docPart>
      <w:docPartPr>
        <w:name w:val="A84ABF26748C4E7A8F3A8E7F226BDAC9"/>
        <w:category>
          <w:name w:val="Allgemein"/>
          <w:gallery w:val="placeholder"/>
        </w:category>
        <w:types>
          <w:type w:val="bbPlcHdr"/>
        </w:types>
        <w:behaviors>
          <w:behavior w:val="content"/>
        </w:behaviors>
        <w:guid w:val="{96BD417D-5C1A-4832-9582-CF608F8EE251}"/>
      </w:docPartPr>
      <w:docPartBody>
        <w:p w:rsidR="00A3798E" w:rsidRDefault="00B21D5B">
          <w:pPr>
            <w:pStyle w:val="A84ABF26748C4E7A8F3A8E7F226BDAC9"/>
          </w:pPr>
          <w:r>
            <w:rPr>
              <w:rStyle w:val="Platzhaltertext"/>
            </w:rPr>
            <w:t>Dokumentenname</w:t>
          </w:r>
        </w:p>
      </w:docPartBody>
    </w:docPart>
    <w:docPart>
      <w:docPartPr>
        <w:name w:val="5879137C5CFB4DF0A31D404A56985BEC"/>
        <w:category>
          <w:name w:val="Allgemein"/>
          <w:gallery w:val="placeholder"/>
        </w:category>
        <w:types>
          <w:type w:val="bbPlcHdr"/>
        </w:types>
        <w:behaviors>
          <w:behavior w:val="content"/>
        </w:behaviors>
        <w:guid w:val="{829F628F-FACF-4007-8844-B677EEB844D6}"/>
      </w:docPartPr>
      <w:docPartBody>
        <w:p w:rsidR="00A3798E" w:rsidRDefault="00B21D5B">
          <w:pPr>
            <w:pStyle w:val="5879137C5CFB4DF0A31D404A56985BEC"/>
          </w:pPr>
          <w:r>
            <w:rPr>
              <w:rStyle w:val="Platzhaltertext"/>
            </w:rPr>
            <w:t>Dokumentenname</w:t>
          </w:r>
        </w:p>
      </w:docPartBody>
    </w:docPart>
    <w:docPart>
      <w:docPartPr>
        <w:name w:val="52A9CB15F0B546AD94714AEEBED121AF"/>
        <w:category>
          <w:name w:val="Allgemein"/>
          <w:gallery w:val="placeholder"/>
        </w:category>
        <w:types>
          <w:type w:val="bbPlcHdr"/>
        </w:types>
        <w:behaviors>
          <w:behavior w:val="content"/>
        </w:behaviors>
        <w:guid w:val="{44C96BD3-45AA-459E-9CA7-6AE717441CA0}"/>
      </w:docPartPr>
      <w:docPartBody>
        <w:p w:rsidR="00A3798E" w:rsidRDefault="00B21D5B">
          <w:pPr>
            <w:pStyle w:val="52A9CB15F0B546AD94714AEEBED121AF"/>
          </w:pPr>
          <w:r>
            <w:rPr>
              <w:rStyle w:val="Platzhaltertext"/>
            </w:rPr>
            <w:t>Dokumentenname</w:t>
          </w:r>
        </w:p>
      </w:docPartBody>
    </w:docPart>
    <w:docPart>
      <w:docPartPr>
        <w:name w:val="15848708C9E847798D86607F9CECE939"/>
        <w:category>
          <w:name w:val="Allgemein"/>
          <w:gallery w:val="placeholder"/>
        </w:category>
        <w:types>
          <w:type w:val="bbPlcHdr"/>
        </w:types>
        <w:behaviors>
          <w:behavior w:val="content"/>
        </w:behaviors>
        <w:guid w:val="{5BF030D6-E023-4FCF-99A8-DA24733191E4}"/>
      </w:docPartPr>
      <w:docPartBody>
        <w:p w:rsidR="00A3798E" w:rsidRDefault="00B21D5B">
          <w:pPr>
            <w:pStyle w:val="15848708C9E847798D86607F9CECE939"/>
          </w:pPr>
          <w:r>
            <w:rPr>
              <w:rStyle w:val="Platzhaltertext"/>
            </w:rPr>
            <w:t>Dokumentenname</w:t>
          </w:r>
        </w:p>
      </w:docPartBody>
    </w:docPart>
    <w:docPart>
      <w:docPartPr>
        <w:name w:val="7AF5DFCCF3114BC4812E00AF0D237B24"/>
        <w:category>
          <w:name w:val="Allgemein"/>
          <w:gallery w:val="placeholder"/>
        </w:category>
        <w:types>
          <w:type w:val="bbPlcHdr"/>
        </w:types>
        <w:behaviors>
          <w:behavior w:val="content"/>
        </w:behaviors>
        <w:guid w:val="{9F05B625-D21C-48F8-9E94-F890D22D9D8F}"/>
      </w:docPartPr>
      <w:docPartBody>
        <w:p w:rsidR="00A3798E" w:rsidRDefault="00B21D5B">
          <w:pPr>
            <w:pStyle w:val="7AF5DFCCF3114BC4812E00AF0D237B24"/>
          </w:pPr>
          <w:r>
            <w:rPr>
              <w:rStyle w:val="Platzhaltertext"/>
            </w:rPr>
            <w:t>Dokumentenname</w:t>
          </w:r>
        </w:p>
      </w:docPartBody>
    </w:docPart>
    <w:docPart>
      <w:docPartPr>
        <w:name w:val="1A908E419DAE45278E1AE5867902B4E8"/>
        <w:category>
          <w:name w:val="Allgemein"/>
          <w:gallery w:val="placeholder"/>
        </w:category>
        <w:types>
          <w:type w:val="bbPlcHdr"/>
        </w:types>
        <w:behaviors>
          <w:behavior w:val="content"/>
        </w:behaviors>
        <w:guid w:val="{49E333C0-CAFC-4B49-8085-B339BFF52F33}"/>
      </w:docPartPr>
      <w:docPartBody>
        <w:p w:rsidR="0011017D" w:rsidRDefault="00A3798E" w:rsidP="00A3798E">
          <w:pPr>
            <w:pStyle w:val="1A908E419DAE45278E1AE5867902B4E8"/>
          </w:pPr>
          <w:r w:rsidRPr="006C72F8">
            <w:rPr>
              <w:rStyle w:val="Platzhaltertext"/>
              <w:szCs w:val="20"/>
            </w:rPr>
            <w:t>Klicken Sie hier, um Text einzugeben.</w:t>
          </w:r>
        </w:p>
      </w:docPartBody>
    </w:docPart>
    <w:docPart>
      <w:docPartPr>
        <w:name w:val="E91804AF52B04102A9B018CF4F9AD9F4"/>
        <w:category>
          <w:name w:val="Allgemein"/>
          <w:gallery w:val="placeholder"/>
        </w:category>
        <w:types>
          <w:type w:val="bbPlcHdr"/>
        </w:types>
        <w:behaviors>
          <w:behavior w:val="content"/>
        </w:behaviors>
        <w:guid w:val="{DADA9B17-AD46-4450-BB0B-EA348F08CEC7}"/>
      </w:docPartPr>
      <w:docPartBody>
        <w:p w:rsidR="0011017D" w:rsidRDefault="00A3798E" w:rsidP="00A3798E">
          <w:pPr>
            <w:pStyle w:val="E91804AF52B04102A9B018CF4F9AD9F4"/>
          </w:pPr>
          <w:r w:rsidRPr="006C72F8">
            <w:rPr>
              <w:rStyle w:val="Platzhaltertext"/>
              <w:szCs w:val="20"/>
            </w:rPr>
            <w:t>Klicken Sie hier, um Text einzugeben.</w:t>
          </w:r>
        </w:p>
      </w:docPartBody>
    </w:docPart>
    <w:docPart>
      <w:docPartPr>
        <w:name w:val="391548C7C2E045E6A200C0BBBACCC585"/>
        <w:category>
          <w:name w:val="Allgemein"/>
          <w:gallery w:val="placeholder"/>
        </w:category>
        <w:types>
          <w:type w:val="bbPlcHdr"/>
        </w:types>
        <w:behaviors>
          <w:behavior w:val="content"/>
        </w:behaviors>
        <w:guid w:val="{3F5B74F1-0EF9-4879-A940-19E734FA36C4}"/>
      </w:docPartPr>
      <w:docPartBody>
        <w:p w:rsidR="0011017D" w:rsidRDefault="00A3798E" w:rsidP="00A3798E">
          <w:pPr>
            <w:pStyle w:val="391548C7C2E045E6A200C0BBBACCC585"/>
          </w:pPr>
          <w:r w:rsidRPr="006C72F8">
            <w:rPr>
              <w:rStyle w:val="Platzhaltertext"/>
              <w:szCs w:val="20"/>
            </w:rPr>
            <w:t>Klicken Sie hier, um Text einzugeben.</w:t>
          </w:r>
        </w:p>
      </w:docPartBody>
    </w:docPart>
    <w:docPart>
      <w:docPartPr>
        <w:name w:val="62CF3F10A6FA45188A131C386B38C4E0"/>
        <w:category>
          <w:name w:val="Allgemein"/>
          <w:gallery w:val="placeholder"/>
        </w:category>
        <w:types>
          <w:type w:val="bbPlcHdr"/>
        </w:types>
        <w:behaviors>
          <w:behavior w:val="content"/>
        </w:behaviors>
        <w:guid w:val="{648869E9-3416-4719-A280-D704D689A1A3}"/>
      </w:docPartPr>
      <w:docPartBody>
        <w:p w:rsidR="0011017D" w:rsidRDefault="00A3798E" w:rsidP="00A3798E">
          <w:pPr>
            <w:pStyle w:val="62CF3F10A6FA45188A131C386B38C4E0"/>
          </w:pPr>
          <w:r w:rsidRPr="006C72F8">
            <w:rPr>
              <w:rStyle w:val="Platzhaltertext"/>
              <w:szCs w:val="20"/>
            </w:rPr>
            <w:t>Klicken Sie hier, um Text einzugeben.</w:t>
          </w:r>
        </w:p>
      </w:docPartBody>
    </w:docPart>
    <w:docPart>
      <w:docPartPr>
        <w:name w:val="AC31C8C3DC384FCAB596453E72C5E22C"/>
        <w:category>
          <w:name w:val="Allgemein"/>
          <w:gallery w:val="placeholder"/>
        </w:category>
        <w:types>
          <w:type w:val="bbPlcHdr"/>
        </w:types>
        <w:behaviors>
          <w:behavior w:val="content"/>
        </w:behaviors>
        <w:guid w:val="{9A27209D-9DFC-4F5C-8ACA-AB886207F1FB}"/>
      </w:docPartPr>
      <w:docPartBody>
        <w:p w:rsidR="0011017D" w:rsidRDefault="00A3798E" w:rsidP="00A3798E">
          <w:pPr>
            <w:pStyle w:val="AC31C8C3DC384FCAB596453E72C5E22C"/>
          </w:pPr>
          <w:r w:rsidRPr="006C72F8">
            <w:rPr>
              <w:rStyle w:val="Platzhaltertext"/>
              <w:szCs w:val="20"/>
            </w:rPr>
            <w:t>Klicken Sie hier, um Text einzugeben.</w:t>
          </w:r>
        </w:p>
      </w:docPartBody>
    </w:docPart>
    <w:docPart>
      <w:docPartPr>
        <w:name w:val="8EB01E591527483AB8A220BF847BB550"/>
        <w:category>
          <w:name w:val="Allgemein"/>
          <w:gallery w:val="placeholder"/>
        </w:category>
        <w:types>
          <w:type w:val="bbPlcHdr"/>
        </w:types>
        <w:behaviors>
          <w:behavior w:val="content"/>
        </w:behaviors>
        <w:guid w:val="{9A36E4E8-2991-42F1-A571-07553C683282}"/>
      </w:docPartPr>
      <w:docPartBody>
        <w:p w:rsidR="0011017D" w:rsidRDefault="00A3798E" w:rsidP="00A3798E">
          <w:pPr>
            <w:pStyle w:val="8EB01E591527483AB8A220BF847BB550"/>
          </w:pPr>
          <w:r w:rsidRPr="006C72F8">
            <w:rPr>
              <w:rStyle w:val="Platzhaltertext"/>
              <w:szCs w:val="20"/>
            </w:rPr>
            <w:t>Klicken Sie hier, um Text einzugeben.</w:t>
          </w:r>
        </w:p>
      </w:docPartBody>
    </w:docPart>
    <w:docPart>
      <w:docPartPr>
        <w:name w:val="6069F2D68DEB4DCAB8589379E750A9E1"/>
        <w:category>
          <w:name w:val="Allgemein"/>
          <w:gallery w:val="placeholder"/>
        </w:category>
        <w:types>
          <w:type w:val="bbPlcHdr"/>
        </w:types>
        <w:behaviors>
          <w:behavior w:val="content"/>
        </w:behaviors>
        <w:guid w:val="{FEC28156-C353-4EE8-9FE4-07005AADFE4D}"/>
      </w:docPartPr>
      <w:docPartBody>
        <w:p w:rsidR="0011017D" w:rsidRDefault="00A3798E" w:rsidP="00A3798E">
          <w:pPr>
            <w:pStyle w:val="6069F2D68DEB4DCAB8589379E750A9E1"/>
          </w:pPr>
          <w:r w:rsidRPr="006C72F8">
            <w:rPr>
              <w:rStyle w:val="Platzhaltertext"/>
              <w:szCs w:val="20"/>
            </w:rPr>
            <w:t>Klicken Sie hier, um Text einzugeben.</w:t>
          </w:r>
        </w:p>
      </w:docPartBody>
    </w:docPart>
    <w:docPart>
      <w:docPartPr>
        <w:name w:val="290E1B362D934BF0871DDE4589BBDBB0"/>
        <w:category>
          <w:name w:val="Allgemein"/>
          <w:gallery w:val="placeholder"/>
        </w:category>
        <w:types>
          <w:type w:val="bbPlcHdr"/>
        </w:types>
        <w:behaviors>
          <w:behavior w:val="content"/>
        </w:behaviors>
        <w:guid w:val="{582D5C7A-E6FD-43E7-A804-0ECBAF129CEC}"/>
      </w:docPartPr>
      <w:docPartBody>
        <w:p w:rsidR="0011017D" w:rsidRDefault="00A3798E" w:rsidP="00A3798E">
          <w:pPr>
            <w:pStyle w:val="290E1B362D934BF0871DDE4589BBDBB0"/>
          </w:pPr>
          <w:r w:rsidRPr="006C72F8">
            <w:rPr>
              <w:rStyle w:val="Platzhaltertext"/>
              <w:szCs w:val="20"/>
            </w:rPr>
            <w:t>Klicken Sie hier, um Text einzugeben.</w:t>
          </w:r>
        </w:p>
      </w:docPartBody>
    </w:docPart>
    <w:docPart>
      <w:docPartPr>
        <w:name w:val="ABECDE6880E14F68B15276428D4E655C"/>
        <w:category>
          <w:name w:val="Allgemein"/>
          <w:gallery w:val="placeholder"/>
        </w:category>
        <w:types>
          <w:type w:val="bbPlcHdr"/>
        </w:types>
        <w:behaviors>
          <w:behavior w:val="content"/>
        </w:behaviors>
        <w:guid w:val="{B27AEFF9-F1E2-4F63-A12C-FFA3C171345B}"/>
      </w:docPartPr>
      <w:docPartBody>
        <w:p w:rsidR="0011017D" w:rsidRDefault="00A3798E" w:rsidP="00A3798E">
          <w:pPr>
            <w:pStyle w:val="ABECDE6880E14F68B15276428D4E655C"/>
          </w:pPr>
          <w:r w:rsidRPr="006C72F8">
            <w:rPr>
              <w:rStyle w:val="Platzhaltertext"/>
              <w:szCs w:val="20"/>
            </w:rPr>
            <w:t>Klicken Sie hier, um Text einzugeben.</w:t>
          </w:r>
        </w:p>
      </w:docPartBody>
    </w:docPart>
    <w:docPart>
      <w:docPartPr>
        <w:name w:val="B670F5E30C564235AF91FC219146B217"/>
        <w:category>
          <w:name w:val="Allgemein"/>
          <w:gallery w:val="placeholder"/>
        </w:category>
        <w:types>
          <w:type w:val="bbPlcHdr"/>
        </w:types>
        <w:behaviors>
          <w:behavior w:val="content"/>
        </w:behaviors>
        <w:guid w:val="{2C5E809C-703E-426E-8BA9-8DBE3FCFC5A1}"/>
      </w:docPartPr>
      <w:docPartBody>
        <w:p w:rsidR="0011017D" w:rsidRDefault="00A3798E" w:rsidP="00A3798E">
          <w:pPr>
            <w:pStyle w:val="B670F5E30C564235AF91FC219146B217"/>
          </w:pPr>
          <w:r w:rsidRPr="006C72F8">
            <w:rPr>
              <w:rStyle w:val="Platzhaltertext"/>
              <w:szCs w:val="20"/>
            </w:rPr>
            <w:t>Klicken Sie hier, um Text einzugeben.</w:t>
          </w:r>
        </w:p>
      </w:docPartBody>
    </w:docPart>
    <w:docPart>
      <w:docPartPr>
        <w:name w:val="872882B9F0BA442A826D217C922FA305"/>
        <w:category>
          <w:name w:val="Allgemein"/>
          <w:gallery w:val="placeholder"/>
        </w:category>
        <w:types>
          <w:type w:val="bbPlcHdr"/>
        </w:types>
        <w:behaviors>
          <w:behavior w:val="content"/>
        </w:behaviors>
        <w:guid w:val="{4910AE50-2E73-4606-99DD-2AFC5F5DED71}"/>
      </w:docPartPr>
      <w:docPartBody>
        <w:p w:rsidR="0011017D" w:rsidRDefault="00A3798E" w:rsidP="00A3798E">
          <w:pPr>
            <w:pStyle w:val="872882B9F0BA442A826D217C922FA305"/>
          </w:pPr>
          <w:r w:rsidRPr="006C72F8">
            <w:rPr>
              <w:rStyle w:val="Platzhaltertext"/>
              <w:szCs w:val="20"/>
            </w:rPr>
            <w:t>Klicken Sie hier, um Text einzugeben.</w:t>
          </w:r>
        </w:p>
      </w:docPartBody>
    </w:docPart>
    <w:docPart>
      <w:docPartPr>
        <w:name w:val="91FB3978A93D4B0984C3CA8720F48D78"/>
        <w:category>
          <w:name w:val="Allgemein"/>
          <w:gallery w:val="placeholder"/>
        </w:category>
        <w:types>
          <w:type w:val="bbPlcHdr"/>
        </w:types>
        <w:behaviors>
          <w:behavior w:val="content"/>
        </w:behaviors>
        <w:guid w:val="{5AB69FEF-545B-4642-A84C-3298B5E6AB9D}"/>
      </w:docPartPr>
      <w:docPartBody>
        <w:p w:rsidR="0011017D" w:rsidRDefault="00A3798E" w:rsidP="00A3798E">
          <w:pPr>
            <w:pStyle w:val="91FB3978A93D4B0984C3CA8720F48D78"/>
          </w:pPr>
          <w:r w:rsidRPr="00DF5ECE">
            <w:rPr>
              <w:rStyle w:val="Platzhaltertext"/>
              <w:sz w:val="18"/>
              <w:szCs w:val="18"/>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D5B"/>
    <w:rsid w:val="0011017D"/>
    <w:rsid w:val="00A3798E"/>
    <w:rsid w:val="00A9539F"/>
    <w:rsid w:val="00B21D5B"/>
    <w:rsid w:val="00EC53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3798E"/>
    <w:rPr>
      <w:color w:val="808080"/>
    </w:rPr>
  </w:style>
  <w:style w:type="paragraph" w:customStyle="1" w:styleId="80FBBD59D90A4A51B96D6C5BF5B26622">
    <w:name w:val="80FBBD59D90A4A51B96D6C5BF5B26622"/>
  </w:style>
  <w:style w:type="paragraph" w:customStyle="1" w:styleId="206C64CDC861433A90774840050DE866">
    <w:name w:val="206C64CDC861433A90774840050DE866"/>
  </w:style>
  <w:style w:type="paragraph" w:customStyle="1" w:styleId="3C661E49849A481DBD3EC0DF2E1FAD13">
    <w:name w:val="3C661E49849A481DBD3EC0DF2E1FAD13"/>
  </w:style>
  <w:style w:type="paragraph" w:customStyle="1" w:styleId="AC11891291334610AFE9F5139E807F05">
    <w:name w:val="AC11891291334610AFE9F5139E807F05"/>
  </w:style>
  <w:style w:type="paragraph" w:customStyle="1" w:styleId="0E536124C1BB4119800A1C7E72173B05">
    <w:name w:val="0E536124C1BB4119800A1C7E72173B05"/>
  </w:style>
  <w:style w:type="paragraph" w:customStyle="1" w:styleId="380A1DC8A49C4933B40FAB3887518DF2">
    <w:name w:val="380A1DC8A49C4933B40FAB3887518DF2"/>
  </w:style>
  <w:style w:type="paragraph" w:customStyle="1" w:styleId="57FE5AE541114DB283ECBA9C2144D7CD">
    <w:name w:val="57FE5AE541114DB283ECBA9C2144D7CD"/>
  </w:style>
  <w:style w:type="paragraph" w:customStyle="1" w:styleId="5EC8E181252340CCBE24DC7DBDFC786E">
    <w:name w:val="5EC8E181252340CCBE24DC7DBDFC786E"/>
  </w:style>
  <w:style w:type="paragraph" w:customStyle="1" w:styleId="FDD624645D7F4A70BD10F29E41B16BD7">
    <w:name w:val="FDD624645D7F4A70BD10F29E41B16BD7"/>
  </w:style>
  <w:style w:type="paragraph" w:customStyle="1" w:styleId="7920B7773F964EFE996BE35E7B195EE1">
    <w:name w:val="7920B7773F964EFE996BE35E7B195EE1"/>
  </w:style>
  <w:style w:type="paragraph" w:customStyle="1" w:styleId="0A5E6FA42CDE484C905F2C6AC8FFA998">
    <w:name w:val="0A5E6FA42CDE484C905F2C6AC8FFA998"/>
  </w:style>
  <w:style w:type="paragraph" w:customStyle="1" w:styleId="267403AFB067417B987A370DC2604652">
    <w:name w:val="267403AFB067417B987A370DC2604652"/>
  </w:style>
  <w:style w:type="paragraph" w:customStyle="1" w:styleId="6C314049F8E74727969980375F5DDBF5">
    <w:name w:val="6C314049F8E74727969980375F5DDBF5"/>
  </w:style>
  <w:style w:type="paragraph" w:customStyle="1" w:styleId="4057DA3B6CFC4C47B31A5D53469C33F9">
    <w:name w:val="4057DA3B6CFC4C47B31A5D53469C33F9"/>
  </w:style>
  <w:style w:type="paragraph" w:customStyle="1" w:styleId="B7123C2F9DF045E8BD187DCE507CBB55">
    <w:name w:val="B7123C2F9DF045E8BD187DCE507CBB55"/>
  </w:style>
  <w:style w:type="paragraph" w:customStyle="1" w:styleId="DFA54095E1644BE5BF8D38C79983F765">
    <w:name w:val="DFA54095E1644BE5BF8D38C79983F765"/>
  </w:style>
  <w:style w:type="paragraph" w:customStyle="1" w:styleId="570E722A34274F9989EAB49E4B0C714F">
    <w:name w:val="570E722A34274F9989EAB49E4B0C714F"/>
  </w:style>
  <w:style w:type="paragraph" w:customStyle="1" w:styleId="D529FEB58B3E42849EAA3D84CA10A4EF">
    <w:name w:val="D529FEB58B3E42849EAA3D84CA10A4EF"/>
  </w:style>
  <w:style w:type="paragraph" w:customStyle="1" w:styleId="70E6F5488F594F7A9EC7BCD472448F60">
    <w:name w:val="70E6F5488F594F7A9EC7BCD472448F60"/>
  </w:style>
  <w:style w:type="paragraph" w:customStyle="1" w:styleId="CA8C5CD180D34D24AA42ABBF7CC80C84">
    <w:name w:val="CA8C5CD180D34D24AA42ABBF7CC80C84"/>
  </w:style>
  <w:style w:type="paragraph" w:customStyle="1" w:styleId="22273C1626D641C7BCD8DFC046BD6B11">
    <w:name w:val="22273C1626D641C7BCD8DFC046BD6B11"/>
  </w:style>
  <w:style w:type="paragraph" w:customStyle="1" w:styleId="FA56A822F5584C50BEE5D26526DE7C32">
    <w:name w:val="FA56A822F5584C50BEE5D26526DE7C32"/>
  </w:style>
  <w:style w:type="paragraph" w:customStyle="1" w:styleId="9B19570F190E4F339E7D1B66EFD36359">
    <w:name w:val="9B19570F190E4F339E7D1B66EFD36359"/>
  </w:style>
  <w:style w:type="paragraph" w:customStyle="1" w:styleId="C4C3272BE5E64880893095A0FD4C53AB">
    <w:name w:val="C4C3272BE5E64880893095A0FD4C53AB"/>
  </w:style>
  <w:style w:type="paragraph" w:customStyle="1" w:styleId="445F5AA24141402FBEADE9AF5AE918F6">
    <w:name w:val="445F5AA24141402FBEADE9AF5AE918F6"/>
  </w:style>
  <w:style w:type="paragraph" w:customStyle="1" w:styleId="D5768B8684544ED594207A8930C6E122">
    <w:name w:val="D5768B8684544ED594207A8930C6E122"/>
  </w:style>
  <w:style w:type="paragraph" w:customStyle="1" w:styleId="C5BD078A6D30444FB0F7F3E1E7572E76">
    <w:name w:val="C5BD078A6D30444FB0F7F3E1E7572E76"/>
  </w:style>
  <w:style w:type="paragraph" w:customStyle="1" w:styleId="363610B70A2A41AD9049C511C97A4034">
    <w:name w:val="363610B70A2A41AD9049C511C97A4034"/>
  </w:style>
  <w:style w:type="paragraph" w:customStyle="1" w:styleId="9E2B37BE2E6E4BD388C211CDC7FCD315">
    <w:name w:val="9E2B37BE2E6E4BD388C211CDC7FCD315"/>
  </w:style>
  <w:style w:type="paragraph" w:customStyle="1" w:styleId="B975F015A3A847BF862F34B8CE7CA2DD">
    <w:name w:val="B975F015A3A847BF862F34B8CE7CA2DD"/>
  </w:style>
  <w:style w:type="paragraph" w:customStyle="1" w:styleId="F0D363B0171B4AC08B4B12477C5871DA">
    <w:name w:val="F0D363B0171B4AC08B4B12477C5871DA"/>
  </w:style>
  <w:style w:type="paragraph" w:customStyle="1" w:styleId="A9171D44FFFB4C89A02034762063AE7E">
    <w:name w:val="A9171D44FFFB4C89A02034762063AE7E"/>
  </w:style>
  <w:style w:type="paragraph" w:customStyle="1" w:styleId="2264FE43D01D4405BDA4063F2EC68A54">
    <w:name w:val="2264FE43D01D4405BDA4063F2EC68A54"/>
  </w:style>
  <w:style w:type="paragraph" w:customStyle="1" w:styleId="BAB962A8BBBD43F58E1902CE2053FADC">
    <w:name w:val="BAB962A8BBBD43F58E1902CE2053FADC"/>
  </w:style>
  <w:style w:type="paragraph" w:customStyle="1" w:styleId="47E903B691E84125B014BB49B90C625F">
    <w:name w:val="47E903B691E84125B014BB49B90C625F"/>
  </w:style>
  <w:style w:type="paragraph" w:customStyle="1" w:styleId="13544CFED2154E58A9A02E869AEAD9A7">
    <w:name w:val="13544CFED2154E58A9A02E869AEAD9A7"/>
  </w:style>
  <w:style w:type="paragraph" w:customStyle="1" w:styleId="8B959507FB744A2881DE9CDE5AECB7B6">
    <w:name w:val="8B959507FB744A2881DE9CDE5AECB7B6"/>
  </w:style>
  <w:style w:type="paragraph" w:customStyle="1" w:styleId="A84ABF26748C4E7A8F3A8E7F226BDAC9">
    <w:name w:val="A84ABF26748C4E7A8F3A8E7F226BDAC9"/>
  </w:style>
  <w:style w:type="paragraph" w:customStyle="1" w:styleId="5879137C5CFB4DF0A31D404A56985BEC">
    <w:name w:val="5879137C5CFB4DF0A31D404A56985BEC"/>
  </w:style>
  <w:style w:type="paragraph" w:customStyle="1" w:styleId="52A9CB15F0B546AD94714AEEBED121AF">
    <w:name w:val="52A9CB15F0B546AD94714AEEBED121AF"/>
  </w:style>
  <w:style w:type="paragraph" w:customStyle="1" w:styleId="15848708C9E847798D86607F9CECE939">
    <w:name w:val="15848708C9E847798D86607F9CECE939"/>
  </w:style>
  <w:style w:type="paragraph" w:customStyle="1" w:styleId="7AF5DFCCF3114BC4812E00AF0D237B24">
    <w:name w:val="7AF5DFCCF3114BC4812E00AF0D237B24"/>
  </w:style>
  <w:style w:type="paragraph" w:customStyle="1" w:styleId="1A908E419DAE45278E1AE5867902B4E8">
    <w:name w:val="1A908E419DAE45278E1AE5867902B4E8"/>
    <w:rsid w:val="00A3798E"/>
  </w:style>
  <w:style w:type="paragraph" w:customStyle="1" w:styleId="E91804AF52B04102A9B018CF4F9AD9F4">
    <w:name w:val="E91804AF52B04102A9B018CF4F9AD9F4"/>
    <w:rsid w:val="00A3798E"/>
  </w:style>
  <w:style w:type="paragraph" w:customStyle="1" w:styleId="391548C7C2E045E6A200C0BBBACCC585">
    <w:name w:val="391548C7C2E045E6A200C0BBBACCC585"/>
    <w:rsid w:val="00A3798E"/>
  </w:style>
  <w:style w:type="paragraph" w:customStyle="1" w:styleId="62CF3F10A6FA45188A131C386B38C4E0">
    <w:name w:val="62CF3F10A6FA45188A131C386B38C4E0"/>
    <w:rsid w:val="00A3798E"/>
  </w:style>
  <w:style w:type="paragraph" w:customStyle="1" w:styleId="AC31C8C3DC384FCAB596453E72C5E22C">
    <w:name w:val="AC31C8C3DC384FCAB596453E72C5E22C"/>
    <w:rsid w:val="00A3798E"/>
  </w:style>
  <w:style w:type="paragraph" w:customStyle="1" w:styleId="8EB01E591527483AB8A220BF847BB550">
    <w:name w:val="8EB01E591527483AB8A220BF847BB550"/>
    <w:rsid w:val="00A3798E"/>
  </w:style>
  <w:style w:type="paragraph" w:customStyle="1" w:styleId="6069F2D68DEB4DCAB8589379E750A9E1">
    <w:name w:val="6069F2D68DEB4DCAB8589379E750A9E1"/>
    <w:rsid w:val="00A3798E"/>
  </w:style>
  <w:style w:type="paragraph" w:customStyle="1" w:styleId="290E1B362D934BF0871DDE4589BBDBB0">
    <w:name w:val="290E1B362D934BF0871DDE4589BBDBB0"/>
    <w:rsid w:val="00A3798E"/>
  </w:style>
  <w:style w:type="paragraph" w:customStyle="1" w:styleId="ABECDE6880E14F68B15276428D4E655C">
    <w:name w:val="ABECDE6880E14F68B15276428D4E655C"/>
    <w:rsid w:val="00A3798E"/>
  </w:style>
  <w:style w:type="paragraph" w:customStyle="1" w:styleId="B670F5E30C564235AF91FC219146B217">
    <w:name w:val="B670F5E30C564235AF91FC219146B217"/>
    <w:rsid w:val="00A3798E"/>
  </w:style>
  <w:style w:type="paragraph" w:customStyle="1" w:styleId="872882B9F0BA442A826D217C922FA305">
    <w:name w:val="872882B9F0BA442A826D217C922FA305"/>
    <w:rsid w:val="00A3798E"/>
  </w:style>
  <w:style w:type="paragraph" w:customStyle="1" w:styleId="91FB3978A93D4B0984C3CA8720F48D78">
    <w:name w:val="91FB3978A93D4B0984C3CA8720F48D78"/>
    <w:rsid w:val="00A3798E"/>
  </w:style>
  <w:style w:type="paragraph" w:customStyle="1" w:styleId="89B2029132C8408AA40356D4ACF5648C">
    <w:name w:val="89B2029132C8408AA40356D4ACF5648C"/>
    <w:rsid w:val="00A3798E"/>
  </w:style>
  <w:style w:type="paragraph" w:customStyle="1" w:styleId="0EDAF3D9A57E456793BC4980A856209A">
    <w:name w:val="0EDAF3D9A57E456793BC4980A856209A"/>
    <w:rsid w:val="00A3798E"/>
  </w:style>
  <w:style w:type="paragraph" w:customStyle="1" w:styleId="D984B8C2507447D6958EFB0BB2D6D107">
    <w:name w:val="D984B8C2507447D6958EFB0BB2D6D107"/>
    <w:rsid w:val="00A3798E"/>
  </w:style>
  <w:style w:type="paragraph" w:customStyle="1" w:styleId="BF2D3C4EA8784FC5B889B825C267A001">
    <w:name w:val="BF2D3C4EA8784FC5B889B825C267A001"/>
    <w:rsid w:val="00A3798E"/>
  </w:style>
  <w:style w:type="paragraph" w:customStyle="1" w:styleId="C48CDF39A8184A49B7B39D0BE4FBB535">
    <w:name w:val="C48CDF39A8184A49B7B39D0BE4FBB535"/>
    <w:rsid w:val="00A3798E"/>
  </w:style>
  <w:style w:type="paragraph" w:customStyle="1" w:styleId="C9DAFB0341264A0BB6CAF1369D971BCC">
    <w:name w:val="C9DAFB0341264A0BB6CAF1369D971BCC"/>
    <w:rsid w:val="00A3798E"/>
  </w:style>
  <w:style w:type="paragraph" w:customStyle="1" w:styleId="F6C5D0DE1B78410586E657EAF3D2E6E8">
    <w:name w:val="F6C5D0DE1B78410586E657EAF3D2E6E8"/>
    <w:rsid w:val="00A3798E"/>
  </w:style>
  <w:style w:type="paragraph" w:customStyle="1" w:styleId="CDDC93F44BFF456AA6DDDCDD6E360475">
    <w:name w:val="CDDC93F44BFF456AA6DDDCDD6E360475"/>
    <w:rsid w:val="00A3798E"/>
  </w:style>
  <w:style w:type="paragraph" w:customStyle="1" w:styleId="7FA3161215AD472290D260379E0F31B7">
    <w:name w:val="7FA3161215AD472290D260379E0F31B7"/>
    <w:rsid w:val="00A3798E"/>
  </w:style>
  <w:style w:type="paragraph" w:customStyle="1" w:styleId="9928BE61327F43319DE875C969336B3D">
    <w:name w:val="9928BE61327F43319DE875C969336B3D"/>
    <w:rsid w:val="00A3798E"/>
  </w:style>
  <w:style w:type="paragraph" w:customStyle="1" w:styleId="CAE6236FEEE04AA086C0F8F85C736404">
    <w:name w:val="CAE6236FEEE04AA086C0F8F85C736404"/>
    <w:rsid w:val="00A3798E"/>
  </w:style>
  <w:style w:type="paragraph" w:customStyle="1" w:styleId="E603E385A6834EE0ADC1E4785935621C">
    <w:name w:val="E603E385A6834EE0ADC1E4785935621C"/>
    <w:rsid w:val="00A3798E"/>
  </w:style>
  <w:style w:type="paragraph" w:customStyle="1" w:styleId="1AB30AD7CF6B40D3842A061867C3ED2C">
    <w:name w:val="1AB30AD7CF6B40D3842A061867C3ED2C"/>
    <w:rsid w:val="00A3798E"/>
  </w:style>
  <w:style w:type="paragraph" w:customStyle="1" w:styleId="9AC502F1B4E541458126C7D85AACFDD5">
    <w:name w:val="9AC502F1B4E541458126C7D85AACFDD5"/>
    <w:rsid w:val="00A3798E"/>
  </w:style>
  <w:style w:type="paragraph" w:customStyle="1" w:styleId="2DD74B7B60334564A3B96F292D41B22B">
    <w:name w:val="2DD74B7B60334564A3B96F292D41B22B"/>
    <w:rsid w:val="00A3798E"/>
  </w:style>
  <w:style w:type="paragraph" w:customStyle="1" w:styleId="F7A5A00E2EC54CB086782BA5470C504E">
    <w:name w:val="F7A5A00E2EC54CB086782BA5470C504E"/>
    <w:rsid w:val="00A3798E"/>
  </w:style>
  <w:style w:type="paragraph" w:customStyle="1" w:styleId="4432C454E4E7462A96E1FBED6318275E">
    <w:name w:val="4432C454E4E7462A96E1FBED6318275E"/>
    <w:rsid w:val="00A3798E"/>
  </w:style>
  <w:style w:type="paragraph" w:customStyle="1" w:styleId="F7B3482BD7444F77B277CBFA5B25B1E3">
    <w:name w:val="F7B3482BD7444F77B277CBFA5B25B1E3"/>
    <w:rsid w:val="00A3798E"/>
  </w:style>
  <w:style w:type="paragraph" w:customStyle="1" w:styleId="9FD24B62796D4F12AAC4548BAAA959F0">
    <w:name w:val="9FD24B62796D4F12AAC4548BAAA959F0"/>
    <w:rsid w:val="00A3798E"/>
  </w:style>
  <w:style w:type="paragraph" w:customStyle="1" w:styleId="F2079B99CBC140E5BB15F529390DBED6">
    <w:name w:val="F2079B99CBC140E5BB15F529390DBED6"/>
    <w:rsid w:val="00A3798E"/>
  </w:style>
  <w:style w:type="paragraph" w:customStyle="1" w:styleId="5310AC9B1543486FB83163DEC4046E5F">
    <w:name w:val="5310AC9B1543486FB83163DEC4046E5F"/>
    <w:rsid w:val="00A3798E"/>
  </w:style>
  <w:style w:type="paragraph" w:customStyle="1" w:styleId="4B5345F3BBE24F10BACF829E6DBECDBB">
    <w:name w:val="4B5345F3BBE24F10BACF829E6DBECDBB"/>
    <w:rsid w:val="00A3798E"/>
  </w:style>
  <w:style w:type="paragraph" w:customStyle="1" w:styleId="419F66493F6346E38CD9740EDA802DC5">
    <w:name w:val="419F66493F6346E38CD9740EDA802DC5"/>
    <w:rsid w:val="00A3798E"/>
  </w:style>
  <w:style w:type="paragraph" w:customStyle="1" w:styleId="842A792E352E45C4AF736D9B14EBB5B2">
    <w:name w:val="842A792E352E45C4AF736D9B14EBB5B2"/>
    <w:rsid w:val="00A3798E"/>
  </w:style>
  <w:style w:type="paragraph" w:customStyle="1" w:styleId="5DDE9A395F114BFEB511B0E054937A51">
    <w:name w:val="5DDE9A395F114BFEB511B0E054937A51"/>
    <w:rsid w:val="00A3798E"/>
  </w:style>
  <w:style w:type="paragraph" w:customStyle="1" w:styleId="6BED35A0F0C3479F9ECD3E274D4D3BC4">
    <w:name w:val="6BED35A0F0C3479F9ECD3E274D4D3BC4"/>
    <w:rsid w:val="00A3798E"/>
  </w:style>
  <w:style w:type="paragraph" w:customStyle="1" w:styleId="01CF09E001224C2A9EC5ED538AE2091C">
    <w:name w:val="01CF09E001224C2A9EC5ED538AE2091C"/>
    <w:rsid w:val="00A3798E"/>
  </w:style>
  <w:style w:type="paragraph" w:customStyle="1" w:styleId="D0D93A88F61C4276A13E7F759AF2DF2C">
    <w:name w:val="D0D93A88F61C4276A13E7F759AF2DF2C"/>
    <w:rsid w:val="00A3798E"/>
  </w:style>
  <w:style w:type="paragraph" w:customStyle="1" w:styleId="E45D161429A748739171FCE37A5CA26E">
    <w:name w:val="E45D161429A748739171FCE37A5CA26E"/>
    <w:rsid w:val="00A379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ikesCount xmlns="http://schemas.microsoft.com/sharepoint/v3" xsi:nil="true"/>
    <Ratings xmlns="http://schemas.microsoft.com/sharepoint/v3" xsi:nil="true"/>
    <SeoKeywords xmlns="http://schemas.microsoft.com/sharepoint/v3">Arbeitsmaterialien</SeoKeywords>
    <DocumentSetDescription xmlns="http://schemas.microsoft.com/sharepoint/v3">Formulare zur Dokumentation eines Demografie-Prozesses</DocumentSetDescription>
    <TaxCatchAll xmlns="ac55d254-e436-4b2f-ae49-2a5e200d046d"/>
    <g09145f204d040129e074f4a3472b47c xmlns="7bf375fd-c16a-428e-90f5-962475562e5e">
      <Terms xmlns="http://schemas.microsoft.com/office/infopath/2007/PartnerControls"/>
    </g09145f204d040129e074f4a3472b47c>
    <RatingCount xmlns="http://schemas.microsoft.com/sharepoint/v3" xsi:nil="true"/>
    <LikedBy xmlns="http://schemas.microsoft.com/sharepoint/v3">
      <UserInfo>
        <DisplayName/>
        <AccountId xsi:nil="true"/>
        <AccountType/>
      </UserInfo>
    </LikedBy>
    <AverageRating xmlns="http://schemas.microsoft.com/sharepoint/v3" xsi:nil="true"/>
    <RatedBy xmlns="http://schemas.microsoft.com/sharepoint/v3">
      <UserInfo>
        <DisplayName/>
        <AccountId xsi:nil="true"/>
        <AccountType/>
      </UserInfo>
    </RatedBy>
    <_dlc_DocId xmlns="ac55d254-e436-4b2f-ae49-2a5e200d046d">MCXR3SKWZVN3-50-746</_dlc_DocId>
    <_dlc_DocIdUrl xmlns="ac55d254-e436-4b2f-ae49-2a5e200d046d">
      <Url>https://sp.tbs-nrw.de/Projekte/DemoAktiv/_layouts/15/DocIdRedir.aspx?ID=MCXR3SKWZVN3-50-746</Url>
      <Description>MCXR3SKWZVN3-50-746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48ACF44EAE3C8444816A313C806F4F46" ma:contentTypeVersion="30" ma:contentTypeDescription="Ein neues Dokument erstellen." ma:contentTypeScope="" ma:versionID="585fd598cfb1cbabe98ee509d8c0d008">
  <xsd:schema xmlns:xsd="http://www.w3.org/2001/XMLSchema" xmlns:xs="http://www.w3.org/2001/XMLSchema" xmlns:p="http://schemas.microsoft.com/office/2006/metadata/properties" xmlns:ns1="http://schemas.microsoft.com/sharepoint/v3" xmlns:ns2="ac55d254-e436-4b2f-ae49-2a5e200d046d" xmlns:ns3="7bf375fd-c16a-428e-90f5-962475562e5e" targetNamespace="http://schemas.microsoft.com/office/2006/metadata/properties" ma:root="true" ma:fieldsID="ead424e9eca073de1f898bba33aad6fb" ns1:_="" ns2:_="" ns3:_="">
    <xsd:import namespace="http://schemas.microsoft.com/sharepoint/v3"/>
    <xsd:import namespace="ac55d254-e436-4b2f-ae49-2a5e200d046d"/>
    <xsd:import namespace="7bf375fd-c16a-428e-90f5-962475562e5e"/>
    <xsd:element name="properties">
      <xsd:complexType>
        <xsd:sequence>
          <xsd:element name="documentManagement">
            <xsd:complexType>
              <xsd:all>
                <xsd:element ref="ns2:TaxCatchAll" minOccurs="0"/>
                <xsd:element ref="ns1:AverageRating" minOccurs="0"/>
                <xsd:element ref="ns1:RatingCount" minOccurs="0"/>
                <xsd:element ref="ns1:RatedBy" minOccurs="0"/>
                <xsd:element ref="ns1:Ratings" minOccurs="0"/>
                <xsd:element ref="ns1:LikesCount" minOccurs="0"/>
                <xsd:element ref="ns1:LikedBy" minOccurs="0"/>
                <xsd:element ref="ns1:SeoKeywords" minOccurs="0"/>
                <xsd:element ref="ns3:g09145f204d040129e074f4a3472b47c" minOccurs="0"/>
                <xsd:element ref="ns2:_dlc_DocId" minOccurs="0"/>
                <xsd:element ref="ns2:_dlc_DocIdUrl" minOccurs="0"/>
                <xsd:element ref="ns2:_dlc_DocIdPersistId" minOccurs="0"/>
                <xsd:element ref="ns1:DocumentSet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9" nillable="true" ma:displayName="Bewertung (0 - 5)" ma:decimals="2" ma:description="Mittelwert aller Bewertungen, die abgegeben wurden." ma:hidden="true" ma:internalName="AverageRating" ma:readOnly="false">
      <xsd:simpleType>
        <xsd:restriction base="dms:Number"/>
      </xsd:simpleType>
    </xsd:element>
    <xsd:element name="RatingCount" ma:index="10" nillable="true" ma:displayName="Anzahl Bewertungen" ma:decimals="0" ma:description="Anzahl abgegebener Bewertungen" ma:hidden="true" ma:internalName="RatingCount" ma:readOnly="false">
      <xsd:simpleType>
        <xsd:restriction base="dms:Number"/>
      </xsd:simpleType>
    </xsd:element>
    <xsd:element name="RatedBy" ma:index="11" nillable="true" ma:displayName="Bewertet von" ma:description="Benutzer haben das Element bewerte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2" nillable="true" ma:displayName="Benutzerbewertungen" ma:description="Bewertungen für das Element" ma:hidden="true" ma:internalName="Ratings">
      <xsd:simpleType>
        <xsd:restriction base="dms:Note"/>
      </xsd:simpleType>
    </xsd:element>
    <xsd:element name="LikesCount" ma:index="13" nillable="true" ma:displayName="Anzahl 'Gefällt mir'" ma:hidden="true" ma:internalName="LikesCount" ma:readOnly="false">
      <xsd:simpleType>
        <xsd:restriction base="dms:Unknown"/>
      </xsd:simpleType>
    </xsd:element>
    <xsd:element name="LikedBy" ma:index="14" nillable="true" ma:displayName="Gefällt"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oKeywords" ma:index="15" nillable="true" ma:displayName="Schlüsselwort" ma:description="Schlüsselwort" ma:hidden="true" ma:internalName="SeoKeywords">
      <xsd:simpleType>
        <xsd:restriction base="dms:Text"/>
      </xsd:simpleType>
    </xsd:element>
    <xsd:element name="DocumentSetDescription" ma:index="21" nillable="true" ma:displayName="Beschreibung" ma:description="Eine Beschreibung der Dokumentenmappe"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55d254-e436-4b2f-ae49-2a5e200d046d" elementFormDefault="qualified">
    <xsd:import namespace="http://schemas.microsoft.com/office/2006/documentManagement/types"/>
    <xsd:import namespace="http://schemas.microsoft.com/office/infopath/2007/PartnerControls"/>
    <xsd:element name="TaxCatchAll" ma:index="8" nillable="true" ma:displayName="Taxonomiespalte &quot;Alle abfangen&quot;" ma:hidden="true" ma:list="{0521226e-e5e2-42e6-aa45-28d3bb72619b}" ma:internalName="TaxCatchAll" ma:showField="CatchAllData" ma:web="ac55d254-e436-4b2f-ae49-2a5e200d046d">
      <xsd:complexType>
        <xsd:complexContent>
          <xsd:extension base="dms:MultiChoiceLookup">
            <xsd:sequence>
              <xsd:element name="Value" type="dms:Lookup" maxOccurs="unbounded" minOccurs="0" nillable="true"/>
            </xsd:sequence>
          </xsd:extension>
        </xsd:complexContent>
      </xsd:complexType>
    </xsd:element>
    <xsd:element name="_dlc_DocId" ma:index="18" nillable="true" ma:displayName="Wert der Dokument-ID" ma:description="Der Wert der diesem Element zugewiesenen Dokument-ID." ma:internalName="_dlc_DocId" ma:readOnly="true">
      <xsd:simpleType>
        <xsd:restriction base="dms:Text"/>
      </xsd:simpleType>
    </xsd:element>
    <xsd:element name="_dlc_DocIdUrl" ma:index="1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bf375fd-c16a-428e-90f5-962475562e5e" elementFormDefault="qualified">
    <xsd:import namespace="http://schemas.microsoft.com/office/2006/documentManagement/types"/>
    <xsd:import namespace="http://schemas.microsoft.com/office/infopath/2007/PartnerControls"/>
    <xsd:element name="g09145f204d040129e074f4a3472b47c" ma:index="17" nillable="true" ma:taxonomy="true" ma:internalName="g09145f204d040129e074f4a3472b47c" ma:taxonomyFieldName="Thema" ma:displayName="DokumentTyp" ma:default="" ma:fieldId="{009145f2-04d0-4012-9e07-4f4a3472b47c}" ma:taxonomyMulti="true" ma:sspId="11499e37-d308-4901-996c-eb6d626bbc7c" ma:termSetId="bb780794-2b62-43d2-96d1-0e26f7812cb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70FD7-6FB1-4EEE-B737-DBB8B07579EA}">
  <ds:schemaRefs>
    <ds:schemaRef ds:uri="http://schemas.microsoft.com/office/2006/metadata/properties"/>
    <ds:schemaRef ds:uri="http://schemas.microsoft.com/sharepoint/v3"/>
    <ds:schemaRef ds:uri="ac55d254-e436-4b2f-ae49-2a5e200d046d"/>
    <ds:schemaRef ds:uri="7bf375fd-c16a-428e-90f5-962475562e5e"/>
    <ds:schemaRef ds:uri="http://schemas.microsoft.com/office/infopath/2007/PartnerControls"/>
  </ds:schemaRefs>
</ds:datastoreItem>
</file>

<file path=customXml/itemProps2.xml><?xml version="1.0" encoding="utf-8"?>
<ds:datastoreItem xmlns:ds="http://schemas.openxmlformats.org/officeDocument/2006/customXml" ds:itemID="{C1AFB990-5121-4842-9160-2B2A5C1AD613}">
  <ds:schemaRefs>
    <ds:schemaRef ds:uri="http://schemas.microsoft.com/sharepoint/events"/>
  </ds:schemaRefs>
</ds:datastoreItem>
</file>

<file path=customXml/itemProps3.xml><?xml version="1.0" encoding="utf-8"?>
<ds:datastoreItem xmlns:ds="http://schemas.openxmlformats.org/officeDocument/2006/customXml" ds:itemID="{E10399B5-4516-4A56-915D-72AEA6A18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55d254-e436-4b2f-ae49-2a5e200d046d"/>
    <ds:schemaRef ds:uri="7bf375fd-c16a-428e-90f5-962475562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D3FED-5D10-43A2-8AAE-3C10220B7AA4}">
  <ds:schemaRefs>
    <ds:schemaRef ds:uri="http://schemas.microsoft.com/sharepoint/v3/contenttype/forms"/>
  </ds:schemaRefs>
</ds:datastoreItem>
</file>

<file path=customXml/itemProps5.xml><?xml version="1.0" encoding="utf-8"?>
<ds:datastoreItem xmlns:ds="http://schemas.openxmlformats.org/officeDocument/2006/customXml" ds:itemID="{B98E56A5-5C85-44D6-AC87-023AFD55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4_Leitfragen Demografie-Themen</Template>
  <TotalTime>0</TotalTime>
  <Pages>10</Pages>
  <Words>2194</Words>
  <Characters>13827</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w.lensing</dc:creator>
  <cp:lastModifiedBy>Birte Föhse</cp:lastModifiedBy>
  <cp:revision>7</cp:revision>
  <cp:lastPrinted>2016-04-01T08:47:00Z</cp:lastPrinted>
  <dcterms:created xsi:type="dcterms:W3CDTF">2018-01-09T15:11:00Z</dcterms:created>
  <dcterms:modified xsi:type="dcterms:W3CDTF">2018-02-07T12:48:00Z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0x01010048ACF44EAE3C8444816A313C806F4F46</vt:lpwstr>
  </property>
  <property fmtid="{D5CDD505-2E9C-101B-9397-08002B2CF9AE}" pid="3" name="Letzter Bearbeiter/in">
    <vt:lpwstr/>
  </property>
  <property fmtid="{D5CDD505-2E9C-101B-9397-08002B2CF9AE}" pid="4" name="Thema">
    <vt:lpwstr/>
  </property>
  <property fmtid="{D5CDD505-2E9C-101B-9397-08002B2CF9AE}" pid="5" name="_dlc_DocIdItemGuid">
    <vt:lpwstr>7e928fe2-0e29-45a1-a0ff-1910e73bb257</vt:lpwstr>
  </property>
</Properties>
</file>